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7C8" w:rsidRDefault="00E917A6" w:rsidP="00D967C8">
      <w:pPr>
        <w:bidi/>
        <w:jc w:val="right"/>
        <w:rPr>
          <w:rFonts w:cs="B Lotus"/>
          <w:b/>
          <w:bCs/>
          <w:noProof/>
          <w:sz w:val="25"/>
          <w:szCs w:val="25"/>
          <w:u w:val="single"/>
          <w:rtl/>
          <w:lang w:bidi="fa-IR"/>
        </w:rPr>
      </w:pPr>
      <w:r>
        <w:rPr>
          <w:rFonts w:cs="B Lotus"/>
          <w:b/>
          <w:bCs/>
          <w:noProof/>
          <w:sz w:val="25"/>
          <w:szCs w:val="25"/>
          <w:u w:val="single"/>
          <w:rtl/>
        </w:rPr>
        <w:drawing>
          <wp:anchor distT="0" distB="0" distL="114300" distR="114300" simplePos="0" relativeHeight="251682304" behindDoc="0" locked="0" layoutInCell="1" allowOverlap="1">
            <wp:simplePos x="723900" y="1257300"/>
            <wp:positionH relativeFrom="margin">
              <wp:align>center</wp:align>
            </wp:positionH>
            <wp:positionV relativeFrom="margin">
              <wp:align>top</wp:align>
            </wp:positionV>
            <wp:extent cx="1181100" cy="1895475"/>
            <wp:effectExtent l="0" t="0" r="0" b="952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917A6" w:rsidRPr="00405BA7" w:rsidRDefault="00E917A6" w:rsidP="00E917A6">
      <w:pPr>
        <w:bidi/>
        <w:jc w:val="right"/>
        <w:rPr>
          <w:rFonts w:cs="B Lotus"/>
          <w:b/>
          <w:bCs/>
          <w:noProof/>
          <w:sz w:val="25"/>
          <w:szCs w:val="25"/>
          <w:u w:val="single"/>
          <w:rtl/>
          <w:lang w:bidi="fa-IR"/>
        </w:rPr>
      </w:pPr>
    </w:p>
    <w:p w:rsidR="00D967C8" w:rsidRDefault="00D967C8" w:rsidP="00D967C8">
      <w:pPr>
        <w:bidi/>
        <w:jc w:val="center"/>
        <w:rPr>
          <w:rFonts w:cs="B Lotus"/>
          <w:b/>
          <w:bCs/>
          <w:noProof/>
          <w:sz w:val="25"/>
          <w:szCs w:val="25"/>
          <w:u w:val="single"/>
          <w:rtl/>
        </w:rPr>
      </w:pPr>
    </w:p>
    <w:p w:rsidR="00D967C8" w:rsidRDefault="00D967C8" w:rsidP="00D967C8">
      <w:pPr>
        <w:bidi/>
        <w:jc w:val="center"/>
        <w:rPr>
          <w:rFonts w:cs="B Lotus"/>
          <w:b/>
          <w:bCs/>
          <w:noProof/>
          <w:sz w:val="25"/>
          <w:szCs w:val="25"/>
          <w:u w:val="single"/>
          <w:rtl/>
          <w:lang w:bidi="fa-IR"/>
        </w:rPr>
      </w:pPr>
    </w:p>
    <w:p w:rsidR="00D967C8" w:rsidRPr="00405BA7" w:rsidRDefault="00D967C8" w:rsidP="00D967C8">
      <w:pPr>
        <w:bidi/>
        <w:jc w:val="center"/>
        <w:rPr>
          <w:rFonts w:cs="B Lotus"/>
          <w:b/>
          <w:bCs/>
          <w:noProof/>
          <w:sz w:val="25"/>
          <w:szCs w:val="25"/>
          <w:u w:val="single"/>
          <w:rtl/>
        </w:rPr>
      </w:pPr>
    </w:p>
    <w:p w:rsidR="00D967C8" w:rsidRPr="00405BA7" w:rsidRDefault="00D967C8" w:rsidP="00D967C8">
      <w:pPr>
        <w:bidi/>
        <w:jc w:val="center"/>
        <w:rPr>
          <w:rFonts w:cs="B Lotus"/>
          <w:b/>
          <w:bCs/>
          <w:noProof/>
          <w:sz w:val="25"/>
          <w:szCs w:val="25"/>
          <w:u w:val="single"/>
          <w:rtl/>
        </w:rPr>
      </w:pPr>
    </w:p>
    <w:p w:rsidR="00D967C8" w:rsidRPr="00405BA7" w:rsidRDefault="00D967C8" w:rsidP="00D967C8">
      <w:pPr>
        <w:bidi/>
        <w:jc w:val="center"/>
        <w:rPr>
          <w:rFonts w:cs="B Lotus"/>
          <w:b/>
          <w:bCs/>
          <w:noProof/>
          <w:sz w:val="25"/>
          <w:szCs w:val="25"/>
          <w:u w:val="single"/>
          <w:rtl/>
        </w:rPr>
      </w:pPr>
    </w:p>
    <w:p w:rsidR="00D967C8" w:rsidRPr="00405BA7" w:rsidRDefault="00D967C8" w:rsidP="00D967C8">
      <w:pPr>
        <w:bidi/>
        <w:jc w:val="center"/>
        <w:rPr>
          <w:rFonts w:cs="B Lotus"/>
          <w:b/>
          <w:bCs/>
          <w:noProof/>
          <w:sz w:val="25"/>
          <w:szCs w:val="25"/>
          <w:u w:val="single"/>
          <w:rtl/>
        </w:rPr>
      </w:pPr>
    </w:p>
    <w:p w:rsidR="00E917A6" w:rsidRDefault="00E917A6" w:rsidP="00E85976">
      <w:pPr>
        <w:bidi/>
        <w:jc w:val="center"/>
        <w:rPr>
          <w:rFonts w:cs="B Titr"/>
          <w:b/>
          <w:bCs/>
          <w:sz w:val="40"/>
          <w:szCs w:val="40"/>
          <w:rtl/>
        </w:rPr>
      </w:pPr>
    </w:p>
    <w:p w:rsidR="00D967C8" w:rsidRPr="00E917A6" w:rsidRDefault="00D967C8" w:rsidP="00E917A6">
      <w:pPr>
        <w:bidi/>
        <w:jc w:val="center"/>
        <w:rPr>
          <w:rFonts w:cs="B Titr"/>
          <w:b/>
          <w:bCs/>
          <w:color w:val="002060"/>
          <w:sz w:val="40"/>
          <w:szCs w:val="40"/>
          <w:rtl/>
        </w:rPr>
      </w:pPr>
      <w:bookmarkStart w:id="0" w:name="_GoBack"/>
      <w:r w:rsidRPr="00E917A6">
        <w:rPr>
          <w:rFonts w:cs="B Titr" w:hint="cs"/>
          <w:b/>
          <w:bCs/>
          <w:color w:val="002060"/>
          <w:sz w:val="40"/>
          <w:szCs w:val="40"/>
          <w:rtl/>
        </w:rPr>
        <w:t xml:space="preserve">دستورالعمل نگارش و تدوین </w:t>
      </w:r>
      <w:r w:rsidR="00E85976" w:rsidRPr="00E917A6">
        <w:rPr>
          <w:rFonts w:cs="B Titr" w:hint="cs"/>
          <w:b/>
          <w:bCs/>
          <w:color w:val="002060"/>
          <w:sz w:val="40"/>
          <w:szCs w:val="40"/>
          <w:rtl/>
        </w:rPr>
        <w:t>مقالات همایش</w:t>
      </w:r>
    </w:p>
    <w:bookmarkEnd w:id="0"/>
    <w:p w:rsidR="00E85976" w:rsidRPr="00E917A6" w:rsidRDefault="00E85976" w:rsidP="00E85976">
      <w:pPr>
        <w:bidi/>
        <w:jc w:val="center"/>
        <w:rPr>
          <w:rFonts w:cs="B Titr"/>
          <w:b/>
          <w:bCs/>
          <w:color w:val="002060"/>
          <w:sz w:val="40"/>
          <w:szCs w:val="40"/>
        </w:rPr>
      </w:pPr>
    </w:p>
    <w:p w:rsidR="00E917A6" w:rsidRPr="00E917A6" w:rsidRDefault="00E917A6" w:rsidP="00E917A6">
      <w:pPr>
        <w:bidi/>
        <w:jc w:val="center"/>
        <w:rPr>
          <w:rFonts w:cs="B Titr"/>
          <w:b/>
          <w:bCs/>
          <w:color w:val="002060"/>
          <w:sz w:val="40"/>
          <w:szCs w:val="40"/>
          <w:rtl/>
        </w:rPr>
      </w:pPr>
    </w:p>
    <w:p w:rsidR="00E85976" w:rsidRPr="00E917A6" w:rsidRDefault="00E917A6" w:rsidP="00E85976">
      <w:pPr>
        <w:bidi/>
        <w:jc w:val="center"/>
        <w:rPr>
          <w:rFonts w:cs="B Titr"/>
          <w:b/>
          <w:bCs/>
          <w:color w:val="002060"/>
          <w:sz w:val="40"/>
          <w:szCs w:val="40"/>
          <w:rtl/>
          <w:lang w:bidi="fa-IR"/>
        </w:rPr>
      </w:pPr>
      <w:r w:rsidRPr="00E917A6">
        <w:rPr>
          <w:rFonts w:cs="B Titr" w:hint="cs"/>
          <w:b/>
          <w:bCs/>
          <w:color w:val="002060"/>
          <w:sz w:val="40"/>
          <w:szCs w:val="40"/>
          <w:rtl/>
        </w:rPr>
        <w:t>عنوان همایش :</w:t>
      </w:r>
    </w:p>
    <w:p w:rsidR="00E85976" w:rsidRPr="00E917A6" w:rsidRDefault="00E85976" w:rsidP="00E85976">
      <w:pPr>
        <w:bidi/>
        <w:jc w:val="center"/>
        <w:rPr>
          <w:rFonts w:cs="B Titr"/>
          <w:b/>
          <w:bCs/>
          <w:color w:val="002060"/>
          <w:sz w:val="40"/>
          <w:szCs w:val="40"/>
          <w:rtl/>
        </w:rPr>
      </w:pPr>
      <w:r w:rsidRPr="00E917A6">
        <w:rPr>
          <w:rFonts w:cs="B Titr" w:hint="cs"/>
          <w:b/>
          <w:bCs/>
          <w:color w:val="002060"/>
          <w:sz w:val="40"/>
          <w:szCs w:val="40"/>
          <w:rtl/>
        </w:rPr>
        <w:t>آموزش ترکیبی (حضوری-مجازی)</w:t>
      </w:r>
    </w:p>
    <w:p w:rsidR="00E85976" w:rsidRPr="00E917A6" w:rsidRDefault="00E85976" w:rsidP="00E85976">
      <w:pPr>
        <w:bidi/>
        <w:jc w:val="center"/>
        <w:rPr>
          <w:rFonts w:cs="B Titr"/>
          <w:b/>
          <w:bCs/>
          <w:color w:val="002060"/>
          <w:sz w:val="40"/>
          <w:szCs w:val="40"/>
          <w:rtl/>
        </w:rPr>
      </w:pPr>
    </w:p>
    <w:p w:rsidR="00E85976" w:rsidRPr="00E917A6" w:rsidRDefault="00E85976" w:rsidP="00E85976">
      <w:pPr>
        <w:bidi/>
        <w:jc w:val="center"/>
        <w:rPr>
          <w:rFonts w:cs="B Titr"/>
          <w:b/>
          <w:bCs/>
          <w:color w:val="002060"/>
          <w:sz w:val="40"/>
          <w:szCs w:val="40"/>
          <w:rtl/>
        </w:rPr>
      </w:pPr>
    </w:p>
    <w:p w:rsidR="00E917A6" w:rsidRPr="00E917A6" w:rsidRDefault="00E917A6" w:rsidP="00E917A6">
      <w:pPr>
        <w:bidi/>
        <w:jc w:val="center"/>
        <w:rPr>
          <w:rFonts w:cs="B Titr"/>
          <w:b/>
          <w:bCs/>
          <w:color w:val="002060"/>
          <w:sz w:val="40"/>
          <w:szCs w:val="40"/>
          <w:rtl/>
        </w:rPr>
      </w:pPr>
      <w:r w:rsidRPr="00E917A6">
        <w:rPr>
          <w:rFonts w:cs="B Titr" w:hint="cs"/>
          <w:b/>
          <w:bCs/>
          <w:color w:val="002060"/>
          <w:sz w:val="40"/>
          <w:szCs w:val="40"/>
          <w:rtl/>
        </w:rPr>
        <w:t>میزبان همایش</w:t>
      </w:r>
    </w:p>
    <w:p w:rsidR="00E85976" w:rsidRPr="00E917A6" w:rsidRDefault="00E85976" w:rsidP="00E85976">
      <w:pPr>
        <w:bidi/>
        <w:jc w:val="center"/>
        <w:rPr>
          <w:rFonts w:cs="B Titr"/>
          <w:b/>
          <w:bCs/>
          <w:color w:val="002060"/>
          <w:sz w:val="40"/>
          <w:szCs w:val="40"/>
          <w:rtl/>
        </w:rPr>
      </w:pPr>
      <w:r w:rsidRPr="00E917A6">
        <w:rPr>
          <w:rFonts w:cs="B Titr" w:hint="cs"/>
          <w:b/>
          <w:bCs/>
          <w:color w:val="002060"/>
          <w:sz w:val="40"/>
          <w:szCs w:val="40"/>
          <w:rtl/>
        </w:rPr>
        <w:t>مرکز آموزش عالی زینب کبری(س) بروجرد</w:t>
      </w:r>
    </w:p>
    <w:p w:rsidR="00E85976" w:rsidRPr="00E917A6" w:rsidRDefault="00E85976" w:rsidP="00E85976">
      <w:pPr>
        <w:bidi/>
        <w:jc w:val="center"/>
        <w:rPr>
          <w:rFonts w:cs="B Titr"/>
          <w:b/>
          <w:bCs/>
          <w:color w:val="002060"/>
          <w:sz w:val="40"/>
          <w:szCs w:val="40"/>
          <w:rtl/>
        </w:rPr>
      </w:pPr>
    </w:p>
    <w:p w:rsidR="00E85976" w:rsidRPr="00E917A6" w:rsidRDefault="00E85976" w:rsidP="00E85976">
      <w:pPr>
        <w:bidi/>
        <w:jc w:val="center"/>
        <w:rPr>
          <w:rFonts w:cs="B Titr"/>
          <w:b/>
          <w:bCs/>
          <w:color w:val="002060"/>
          <w:sz w:val="40"/>
          <w:szCs w:val="40"/>
          <w:rtl/>
        </w:rPr>
      </w:pPr>
      <w:r w:rsidRPr="00E917A6">
        <w:rPr>
          <w:rFonts w:cs="B Titr" w:hint="cs"/>
          <w:b/>
          <w:bCs/>
          <w:color w:val="002060"/>
          <w:sz w:val="40"/>
          <w:szCs w:val="40"/>
          <w:rtl/>
        </w:rPr>
        <w:t>زمستان 1400</w:t>
      </w:r>
    </w:p>
    <w:p w:rsidR="00E85976" w:rsidRPr="008E4F6F" w:rsidRDefault="00E85976" w:rsidP="00E85976">
      <w:pPr>
        <w:bidi/>
        <w:jc w:val="center"/>
        <w:rPr>
          <w:rFonts w:cs="B Mitra"/>
          <w:b/>
          <w:bCs/>
          <w:sz w:val="40"/>
          <w:szCs w:val="40"/>
          <w:rtl/>
        </w:rPr>
      </w:pPr>
    </w:p>
    <w:p w:rsidR="00E917A6" w:rsidRDefault="00E917A6">
      <w:pPr>
        <w:spacing w:after="200" w:line="276" w:lineRule="auto"/>
        <w:rPr>
          <w:rFonts w:cs="B Mitra"/>
          <w:sz w:val="49"/>
          <w:szCs w:val="49"/>
          <w:rtl/>
        </w:rPr>
      </w:pPr>
      <w:r>
        <w:rPr>
          <w:rFonts w:cs="B Mitra"/>
          <w:sz w:val="49"/>
          <w:szCs w:val="49"/>
          <w:rtl/>
        </w:rPr>
        <w:br w:type="page"/>
      </w:r>
    </w:p>
    <w:p w:rsidR="00D967C8" w:rsidRPr="008E4F6F" w:rsidRDefault="00D967C8" w:rsidP="00E85976">
      <w:pPr>
        <w:pStyle w:val="1"/>
        <w:bidi/>
        <w:jc w:val="center"/>
        <w:rPr>
          <w:rtl/>
        </w:rPr>
      </w:pPr>
      <w:r w:rsidRPr="008E4F6F">
        <w:rPr>
          <w:rFonts w:hint="cs"/>
          <w:rtl/>
        </w:rPr>
        <w:lastRenderedPageBreak/>
        <w:t xml:space="preserve">دفتر </w:t>
      </w:r>
      <w:r w:rsidR="00E85976">
        <w:rPr>
          <w:rFonts w:hint="cs"/>
          <w:rtl/>
        </w:rPr>
        <w:t xml:space="preserve">اجرایی </w:t>
      </w:r>
      <w:r w:rsidRPr="008E4F6F">
        <w:rPr>
          <w:rFonts w:hint="cs"/>
          <w:rtl/>
        </w:rPr>
        <w:t>پژوهشي</w:t>
      </w:r>
    </w:p>
    <w:p w:rsidR="00D967C8" w:rsidRPr="00405BA7" w:rsidRDefault="00D967C8" w:rsidP="007E5542">
      <w:pPr>
        <w:pStyle w:val="1"/>
        <w:bidi/>
        <w:spacing w:line="233" w:lineRule="auto"/>
        <w:rPr>
          <w:rtl/>
        </w:rPr>
      </w:pPr>
      <w:r w:rsidRPr="00405BA7">
        <w:rPr>
          <w:rFonts w:hint="cs"/>
          <w:rtl/>
        </w:rPr>
        <w:t xml:space="preserve">کلیات </w:t>
      </w:r>
    </w:p>
    <w:p w:rsidR="00D967C8" w:rsidRPr="00726669" w:rsidRDefault="00D967C8" w:rsidP="00E85976">
      <w:pPr>
        <w:pStyle w:val="matn"/>
        <w:bidi/>
        <w:rPr>
          <w:rtl/>
          <w:lang w:bidi="fa-IR"/>
        </w:rPr>
      </w:pPr>
      <w:r w:rsidRPr="00726669">
        <w:rPr>
          <w:rFonts w:hint="cs"/>
          <w:rtl/>
          <w:lang w:bidi="fa-IR"/>
        </w:rPr>
        <w:t xml:space="preserve">به منظور </w:t>
      </w:r>
      <w:r w:rsidR="00675AD5">
        <w:rPr>
          <w:rFonts w:hint="cs"/>
          <w:rtl/>
          <w:lang w:bidi="fa-IR"/>
        </w:rPr>
        <w:t>آسان سازي</w:t>
      </w:r>
      <w:r w:rsidRPr="00726669">
        <w:rPr>
          <w:rFonts w:hint="cs"/>
          <w:rtl/>
          <w:lang w:bidi="fa-IR"/>
        </w:rPr>
        <w:t xml:space="preserve"> مطالعه </w:t>
      </w:r>
      <w:r w:rsidR="00E85976" w:rsidRPr="00E85976">
        <w:rPr>
          <w:rtl/>
          <w:lang w:bidi="fa-IR"/>
        </w:rPr>
        <w:t>دستورالعمل نگارش و تدو</w:t>
      </w:r>
      <w:r w:rsidR="00E85976" w:rsidRPr="00E85976">
        <w:rPr>
          <w:rFonts w:hint="cs"/>
          <w:rtl/>
          <w:lang w:bidi="fa-IR"/>
        </w:rPr>
        <w:t>ی</w:t>
      </w:r>
      <w:r w:rsidR="00E85976" w:rsidRPr="00E85976">
        <w:rPr>
          <w:rFonts w:hint="eastAsia"/>
          <w:rtl/>
          <w:lang w:bidi="fa-IR"/>
        </w:rPr>
        <w:t>ن</w:t>
      </w:r>
      <w:r w:rsidR="00E85976" w:rsidRPr="00E85976">
        <w:rPr>
          <w:rtl/>
          <w:lang w:bidi="fa-IR"/>
        </w:rPr>
        <w:t xml:space="preserve"> مقالات هما</w:t>
      </w:r>
      <w:r w:rsidR="00E85976" w:rsidRPr="00E85976">
        <w:rPr>
          <w:rFonts w:hint="cs"/>
          <w:rtl/>
          <w:lang w:bidi="fa-IR"/>
        </w:rPr>
        <w:t>ی</w:t>
      </w:r>
      <w:r w:rsidR="00E85976" w:rsidRPr="00E85976">
        <w:rPr>
          <w:rFonts w:hint="eastAsia"/>
          <w:rtl/>
          <w:lang w:bidi="fa-IR"/>
        </w:rPr>
        <w:t>ش</w:t>
      </w:r>
      <w:r w:rsidR="00E85976" w:rsidRPr="00E85976">
        <w:rPr>
          <w:rFonts w:hint="cs"/>
          <w:rtl/>
          <w:lang w:bidi="fa-IR"/>
        </w:rPr>
        <w:t xml:space="preserve"> </w:t>
      </w:r>
      <w:r w:rsidRPr="00726669">
        <w:rPr>
          <w:rFonts w:hint="cs"/>
          <w:rtl/>
          <w:lang w:bidi="fa-IR"/>
        </w:rPr>
        <w:t>لازم است ضمن رعایت وحدت عنوان، یعنی فراهم</w:t>
      </w:r>
      <w:r w:rsidRPr="00726669">
        <w:rPr>
          <w:rFonts w:hint="eastAsia"/>
          <w:rtl/>
          <w:lang w:bidi="fa-IR"/>
        </w:rPr>
        <w:t>‌</w:t>
      </w:r>
      <w:r w:rsidRPr="00726669">
        <w:rPr>
          <w:rFonts w:hint="cs"/>
          <w:rtl/>
          <w:lang w:bidi="fa-IR"/>
        </w:rPr>
        <w:t xml:space="preserve">آوردن تناسب و </w:t>
      </w:r>
      <w:r w:rsidR="00E8125D">
        <w:rPr>
          <w:rFonts w:hint="cs"/>
          <w:rtl/>
          <w:lang w:bidi="fa-IR"/>
        </w:rPr>
        <w:t>ا</w:t>
      </w:r>
      <w:r w:rsidRPr="00726669">
        <w:rPr>
          <w:rFonts w:hint="cs"/>
          <w:rtl/>
          <w:lang w:bidi="fa-IR"/>
        </w:rPr>
        <w:t>ر</w:t>
      </w:r>
      <w:r w:rsidR="00E8125D">
        <w:rPr>
          <w:rFonts w:hint="cs"/>
          <w:rtl/>
          <w:lang w:bidi="fa-IR"/>
        </w:rPr>
        <w:t>ت</w:t>
      </w:r>
      <w:r w:rsidRPr="00726669">
        <w:rPr>
          <w:rFonts w:hint="cs"/>
          <w:rtl/>
          <w:lang w:bidi="fa-IR"/>
        </w:rPr>
        <w:t>ب</w:t>
      </w:r>
      <w:r w:rsidR="00E8125D">
        <w:rPr>
          <w:rFonts w:hint="cs"/>
          <w:rtl/>
          <w:lang w:bidi="fa-IR"/>
        </w:rPr>
        <w:t>ا</w:t>
      </w:r>
      <w:r w:rsidRPr="00726669">
        <w:rPr>
          <w:rFonts w:hint="cs"/>
          <w:rtl/>
          <w:lang w:bidi="fa-IR"/>
        </w:rPr>
        <w:t>ط طبیعی مفاهیم و معانی مورد بحث در نوشتار با یکدیگر، در کلیه صفحات نکات دستوری و قواعد نشانه</w:t>
      </w:r>
      <w:r w:rsidRPr="00726669">
        <w:rPr>
          <w:rFonts w:hint="eastAsia"/>
          <w:rtl/>
          <w:lang w:bidi="fa-IR"/>
        </w:rPr>
        <w:t>‌</w:t>
      </w:r>
      <w:r w:rsidRPr="00726669">
        <w:rPr>
          <w:rFonts w:hint="cs"/>
          <w:rtl/>
          <w:lang w:bidi="fa-IR"/>
        </w:rPr>
        <w:t>گذاری رعایت شده و از به کاربردن واژه</w:t>
      </w:r>
      <w:r w:rsidRPr="00726669">
        <w:rPr>
          <w:rFonts w:hint="eastAsia"/>
          <w:rtl/>
          <w:lang w:bidi="fa-IR"/>
        </w:rPr>
        <w:t>‌</w:t>
      </w:r>
      <w:r w:rsidRPr="00726669">
        <w:rPr>
          <w:rFonts w:hint="cs"/>
          <w:rtl/>
          <w:lang w:bidi="fa-IR"/>
        </w:rPr>
        <w:t xml:space="preserve">های دشوار و بیگانه خودداری شود و چنانچه </w:t>
      </w:r>
      <w:r w:rsidR="00E13B8A">
        <w:rPr>
          <w:rtl/>
          <w:lang w:bidi="fa-IR"/>
        </w:rPr>
        <w:br/>
      </w:r>
      <w:r w:rsidRPr="00726669">
        <w:rPr>
          <w:rFonts w:hint="cs"/>
          <w:rtl/>
          <w:lang w:bidi="fa-IR"/>
        </w:rPr>
        <w:t>واژه هایی م</w:t>
      </w:r>
      <w:r w:rsidR="00675AD5">
        <w:rPr>
          <w:rFonts w:hint="cs"/>
          <w:rtl/>
          <w:lang w:bidi="fa-IR"/>
        </w:rPr>
        <w:t>انند</w:t>
      </w:r>
      <w:r w:rsidRPr="00726669">
        <w:rPr>
          <w:rFonts w:hint="cs"/>
          <w:rtl/>
          <w:lang w:bidi="fa-IR"/>
        </w:rPr>
        <w:t xml:space="preserve"> نام و نام</w:t>
      </w:r>
      <w:r w:rsidRPr="00726669">
        <w:rPr>
          <w:rFonts w:hint="eastAsia"/>
          <w:rtl/>
          <w:lang w:bidi="fa-IR"/>
        </w:rPr>
        <w:t>‌</w:t>
      </w:r>
      <w:r w:rsidRPr="00726669">
        <w:rPr>
          <w:rFonts w:hint="cs"/>
          <w:rtl/>
          <w:lang w:bidi="fa-IR"/>
        </w:rPr>
        <w:t xml:space="preserve">خانوادگی افراد یا کلماتی که افراد از آن معانی متعددی را استنباط می نمایند، به کار برده مي‌شود، حتماً باید روی آن واژه یا نام خارجی با نماد اعداد شماره‌گذاری و معادل انگلیسی آن در ذیل همان صفحه به صورت زیرنویس </w:t>
      </w:r>
      <w:r w:rsidR="00675AD5">
        <w:rPr>
          <w:rFonts w:hint="cs"/>
          <w:rtl/>
          <w:lang w:bidi="fa-IR"/>
        </w:rPr>
        <w:t>نوشته</w:t>
      </w:r>
      <w:r w:rsidRPr="00726669">
        <w:rPr>
          <w:rFonts w:hint="cs"/>
          <w:rtl/>
          <w:lang w:bidi="fa-IR"/>
        </w:rPr>
        <w:t xml:space="preserve"> شود. </w:t>
      </w:r>
      <w:r w:rsidR="00675AD5">
        <w:rPr>
          <w:rFonts w:hint="cs"/>
          <w:rtl/>
          <w:lang w:bidi="fa-IR"/>
        </w:rPr>
        <w:t>افزون</w:t>
      </w:r>
      <w:r w:rsidRPr="00726669">
        <w:rPr>
          <w:rFonts w:hint="cs"/>
          <w:rtl/>
          <w:lang w:bidi="fa-IR"/>
        </w:rPr>
        <w:t xml:space="preserve"> بر آن لازم است به موارد زیر توجه </w:t>
      </w:r>
      <w:r w:rsidR="00675AD5">
        <w:rPr>
          <w:rFonts w:hint="cs"/>
          <w:rtl/>
          <w:lang w:bidi="fa-IR"/>
        </w:rPr>
        <w:t xml:space="preserve">كامل شده و با دقت </w:t>
      </w:r>
      <w:r w:rsidRPr="00726669">
        <w:rPr>
          <w:rFonts w:hint="cs"/>
          <w:rtl/>
          <w:lang w:bidi="fa-IR"/>
        </w:rPr>
        <w:t xml:space="preserve">مطابق آن عمل </w:t>
      </w:r>
      <w:r w:rsidR="00675AD5">
        <w:rPr>
          <w:rFonts w:hint="cs"/>
          <w:rtl/>
          <w:lang w:bidi="fa-IR"/>
        </w:rPr>
        <w:t>شو</w:t>
      </w:r>
      <w:r w:rsidRPr="00726669">
        <w:rPr>
          <w:rFonts w:hint="cs"/>
          <w:rtl/>
          <w:lang w:bidi="fa-IR"/>
        </w:rPr>
        <w:t>د</w:t>
      </w:r>
      <w:r w:rsidR="00675AD5">
        <w:rPr>
          <w:rFonts w:hint="cs"/>
          <w:rtl/>
          <w:lang w:bidi="fa-IR"/>
        </w:rPr>
        <w:t>.</w:t>
      </w:r>
      <w:r w:rsidRPr="00726669">
        <w:rPr>
          <w:rFonts w:hint="cs"/>
          <w:rtl/>
          <w:lang w:bidi="fa-IR"/>
        </w:rPr>
        <w:t xml:space="preserve"> </w:t>
      </w:r>
    </w:p>
    <w:p w:rsidR="00D967C8" w:rsidRPr="007E5542" w:rsidRDefault="00D967C8" w:rsidP="001A48DC">
      <w:pPr>
        <w:pStyle w:val="matn"/>
        <w:bidi/>
        <w:rPr>
          <w:sz w:val="6"/>
          <w:szCs w:val="12"/>
          <w:rtl/>
        </w:rPr>
      </w:pPr>
    </w:p>
    <w:p w:rsidR="00D967C8" w:rsidRPr="00405BA7" w:rsidRDefault="00D967C8" w:rsidP="001A48DC">
      <w:pPr>
        <w:pStyle w:val="2"/>
        <w:bidi/>
        <w:rPr>
          <w:rtl/>
        </w:rPr>
      </w:pPr>
      <w:r w:rsidRPr="00405BA7">
        <w:rPr>
          <w:rFonts w:hint="cs"/>
          <w:rtl/>
        </w:rPr>
        <w:t>الف</w:t>
      </w:r>
      <w:r>
        <w:rPr>
          <w:rFonts w:hint="cs"/>
          <w:rtl/>
        </w:rPr>
        <w:t>:</w:t>
      </w:r>
      <w:r w:rsidRPr="00405BA7">
        <w:rPr>
          <w:rFonts w:hint="cs"/>
          <w:rtl/>
        </w:rPr>
        <w:t xml:space="preserve"> اندازه کاغذ و ن</w:t>
      </w:r>
      <w:r w:rsidR="001622E8">
        <w:rPr>
          <w:rFonts w:hint="cs"/>
          <w:rtl/>
        </w:rPr>
        <w:t>وع نگارش</w:t>
      </w:r>
    </w:p>
    <w:p w:rsidR="00D967C8" w:rsidRPr="00405BA7" w:rsidRDefault="00D967C8" w:rsidP="00675AD5">
      <w:pPr>
        <w:pStyle w:val="matn"/>
        <w:bidi/>
        <w:rPr>
          <w:rtl/>
          <w:lang w:bidi="fa-IR"/>
        </w:rPr>
      </w:pPr>
      <w:r w:rsidRPr="00405BA7">
        <w:rPr>
          <w:rFonts w:hint="cs"/>
          <w:rtl/>
        </w:rPr>
        <w:t xml:space="preserve">1- متن گزارش با برنامه </w:t>
      </w:r>
      <w:r w:rsidRPr="00405BA7">
        <w:rPr>
          <w:lang w:bidi="fa-IR"/>
        </w:rPr>
        <w:t>WORD</w:t>
      </w:r>
      <w:r w:rsidRPr="00405BA7">
        <w:rPr>
          <w:rFonts w:hint="cs"/>
          <w:rtl/>
          <w:lang w:bidi="fa-IR"/>
        </w:rPr>
        <w:t xml:space="preserve"> </w:t>
      </w:r>
      <w:r w:rsidR="00675AD5">
        <w:rPr>
          <w:rFonts w:hint="cs"/>
          <w:rtl/>
          <w:lang w:bidi="fa-IR"/>
        </w:rPr>
        <w:t>نگاشته</w:t>
      </w:r>
      <w:r w:rsidRPr="00405BA7">
        <w:rPr>
          <w:rFonts w:hint="cs"/>
          <w:rtl/>
          <w:lang w:bidi="fa-IR"/>
        </w:rPr>
        <w:t xml:space="preserve"> شود.</w:t>
      </w:r>
    </w:p>
    <w:p w:rsidR="00D967C8" w:rsidRPr="00405BA7" w:rsidRDefault="00D967C8" w:rsidP="001A48DC">
      <w:pPr>
        <w:pStyle w:val="matn"/>
        <w:bidi/>
      </w:pPr>
      <w:r w:rsidRPr="00405BA7">
        <w:rPr>
          <w:rFonts w:hint="cs"/>
          <w:rtl/>
        </w:rPr>
        <w:t xml:space="preserve">2-  کاغذ متن در اندازه </w:t>
      </w:r>
      <w:r w:rsidRPr="00405BA7">
        <w:t>A4</w:t>
      </w:r>
      <w:r w:rsidRPr="00405BA7">
        <w:rPr>
          <w:rFonts w:hint="cs"/>
          <w:rtl/>
          <w:lang w:bidi="fa-IR"/>
        </w:rPr>
        <w:t xml:space="preserve"> (21</w:t>
      </w:r>
      <w:r w:rsidR="00045CEF">
        <w:rPr>
          <w:rFonts w:hint="cs"/>
          <w:rtl/>
          <w:lang w:bidi="fa-IR"/>
        </w:rPr>
        <w:t xml:space="preserve"> </w:t>
      </w:r>
      <w:r w:rsidRPr="00405BA7">
        <w:rPr>
          <w:rFonts w:hint="cs"/>
          <w:rtl/>
          <w:lang w:bidi="fa-IR"/>
        </w:rPr>
        <w:t>در 7/29 سانتیمتر) باشد.</w:t>
      </w:r>
    </w:p>
    <w:p w:rsidR="00D967C8" w:rsidRDefault="00D967C8" w:rsidP="001A48DC">
      <w:pPr>
        <w:pStyle w:val="matn"/>
        <w:bidi/>
        <w:rPr>
          <w:rtl/>
          <w:lang w:bidi="fa-IR"/>
        </w:rPr>
      </w:pPr>
      <w:r w:rsidRPr="00405BA7">
        <w:rPr>
          <w:rFonts w:hint="cs"/>
          <w:rtl/>
          <w:lang w:bidi="fa-IR"/>
        </w:rPr>
        <w:t xml:space="preserve">3- هر صفحه دارای </w:t>
      </w:r>
      <w:r>
        <w:rPr>
          <w:rFonts w:hint="cs"/>
          <w:rtl/>
          <w:lang w:bidi="fa-IR"/>
        </w:rPr>
        <w:t>29</w:t>
      </w:r>
      <w:r w:rsidRPr="00405BA7">
        <w:rPr>
          <w:rFonts w:hint="cs"/>
          <w:rtl/>
          <w:lang w:bidi="fa-IR"/>
        </w:rPr>
        <w:t xml:space="preserve"> سطر و حاشیه راست، چپ، بالا و پایین به ترتیب برابر با </w:t>
      </w:r>
      <w:r>
        <w:rPr>
          <w:rFonts w:hint="cs"/>
          <w:rtl/>
          <w:lang w:bidi="fa-IR"/>
        </w:rPr>
        <w:t>3</w:t>
      </w:r>
      <w:r w:rsidRPr="00405BA7">
        <w:rPr>
          <w:rFonts w:hint="cs"/>
          <w:rtl/>
          <w:lang w:bidi="fa-IR"/>
        </w:rPr>
        <w:t xml:space="preserve">، 2، 5/3 و 3 سانتیمتر باشد، در نتیجه عرض متن </w:t>
      </w:r>
      <w:r>
        <w:rPr>
          <w:rFonts w:hint="cs"/>
          <w:rtl/>
          <w:lang w:bidi="fa-IR"/>
        </w:rPr>
        <w:t>16</w:t>
      </w:r>
      <w:r w:rsidRPr="00405BA7">
        <w:rPr>
          <w:rFonts w:hint="cs"/>
          <w:rtl/>
          <w:lang w:bidi="fa-IR"/>
        </w:rPr>
        <w:t xml:space="preserve"> سانتی متر خواهد بود.</w:t>
      </w:r>
    </w:p>
    <w:p w:rsidR="00D967C8" w:rsidRDefault="00D967C8" w:rsidP="002A4B7E">
      <w:pPr>
        <w:pStyle w:val="matn"/>
        <w:bidi/>
        <w:spacing w:line="233" w:lineRule="auto"/>
        <w:rPr>
          <w:rtl/>
          <w:lang w:bidi="fa-IR"/>
        </w:rPr>
      </w:pPr>
      <w:r>
        <w:rPr>
          <w:rFonts w:hint="cs"/>
          <w:rtl/>
          <w:lang w:bidi="fa-IR"/>
        </w:rPr>
        <w:t>4- فاصله سطرها</w:t>
      </w:r>
      <w:r w:rsidR="00675AD5">
        <w:rPr>
          <w:rFonts w:hint="cs"/>
          <w:rtl/>
          <w:lang w:bidi="fa-IR"/>
        </w:rPr>
        <w:t xml:space="preserve"> </w:t>
      </w:r>
      <w:r w:rsidR="002A4B7E">
        <w:rPr>
          <w:rFonts w:hint="cs"/>
          <w:rtl/>
          <w:lang w:bidi="fa-IR"/>
        </w:rPr>
        <w:t>ي</w:t>
      </w:r>
      <w:r w:rsidR="00675AD5">
        <w:rPr>
          <w:rFonts w:hint="cs"/>
          <w:rtl/>
          <w:lang w:bidi="fa-IR"/>
        </w:rPr>
        <w:t>ك</w:t>
      </w:r>
      <w:r>
        <w:rPr>
          <w:rFonts w:hint="cs"/>
          <w:rtl/>
          <w:lang w:bidi="fa-IR"/>
        </w:rPr>
        <w:t xml:space="preserve"> </w:t>
      </w:r>
      <w:r w:rsidR="00675AD5">
        <w:rPr>
          <w:lang w:bidi="fa-IR"/>
        </w:rPr>
        <w:t>(Single)</w:t>
      </w:r>
      <w:r w:rsidR="00675AD5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تعريف شود.</w:t>
      </w:r>
    </w:p>
    <w:p w:rsidR="00D967C8" w:rsidRPr="00405BA7" w:rsidRDefault="00D967C8" w:rsidP="00675AD5">
      <w:pPr>
        <w:pStyle w:val="matn"/>
        <w:bidi/>
        <w:spacing w:line="233" w:lineRule="auto"/>
        <w:rPr>
          <w:rtl/>
          <w:lang w:bidi="fa-IR"/>
        </w:rPr>
      </w:pPr>
      <w:r>
        <w:rPr>
          <w:rFonts w:hint="cs"/>
          <w:rtl/>
          <w:lang w:bidi="fa-IR"/>
        </w:rPr>
        <w:t>5</w:t>
      </w:r>
      <w:r w:rsidRPr="00405BA7">
        <w:rPr>
          <w:rFonts w:hint="cs"/>
          <w:rtl/>
          <w:lang w:bidi="fa-IR"/>
        </w:rPr>
        <w:t xml:space="preserve">- برای </w:t>
      </w:r>
      <w:r w:rsidR="00675AD5">
        <w:rPr>
          <w:rFonts w:hint="cs"/>
          <w:rtl/>
          <w:lang w:bidi="fa-IR"/>
        </w:rPr>
        <w:t>نگاشتن</w:t>
      </w:r>
      <w:r w:rsidRPr="00405BA7">
        <w:rPr>
          <w:rFonts w:hint="cs"/>
          <w:rtl/>
          <w:lang w:bidi="fa-IR"/>
        </w:rPr>
        <w:t xml:space="preserve"> بخش</w:t>
      </w:r>
      <w:r w:rsidR="000F7421"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>های مختلف گزارش از قلم</w:t>
      </w:r>
      <w:r w:rsidR="000F7421"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 xml:space="preserve">های زیر استفاده شود: </w:t>
      </w:r>
    </w:p>
    <w:tbl>
      <w:tblPr>
        <w:bidiVisual/>
        <w:tblW w:w="0" w:type="auto"/>
        <w:tblInd w:w="1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2"/>
        <w:gridCol w:w="2955"/>
      </w:tblGrid>
      <w:tr w:rsidR="00D967C8" w:rsidRPr="00A76992" w:rsidTr="000D3D55">
        <w:tc>
          <w:tcPr>
            <w:tcW w:w="4252" w:type="dxa"/>
          </w:tcPr>
          <w:p w:rsidR="00D967C8" w:rsidRPr="00A76992" w:rsidRDefault="0038609D" w:rsidP="007E5542">
            <w:pPr>
              <w:tabs>
                <w:tab w:val="left" w:pos="8585"/>
              </w:tabs>
              <w:bidi/>
              <w:spacing w:line="233" w:lineRule="auto"/>
              <w:ind w:right="90"/>
              <w:jc w:val="center"/>
              <w:rPr>
                <w:rFonts w:cs="B Lotus"/>
                <w:b/>
                <w:bCs/>
                <w:szCs w:val="22"/>
                <w:rtl/>
              </w:rPr>
            </w:pPr>
            <w:r>
              <w:rPr>
                <w:rFonts w:cs="B Lotus" w:hint="cs"/>
                <w:b/>
                <w:bCs/>
                <w:sz w:val="22"/>
                <w:szCs w:val="22"/>
                <w:rtl/>
              </w:rPr>
              <w:t>عناوين</w:t>
            </w:r>
          </w:p>
        </w:tc>
        <w:tc>
          <w:tcPr>
            <w:tcW w:w="2955" w:type="dxa"/>
          </w:tcPr>
          <w:p w:rsidR="00D967C8" w:rsidRPr="00A76992" w:rsidRDefault="00D967C8" w:rsidP="007E5542">
            <w:pPr>
              <w:tabs>
                <w:tab w:val="left" w:pos="8585"/>
              </w:tabs>
              <w:bidi/>
              <w:spacing w:line="233" w:lineRule="auto"/>
              <w:ind w:right="90"/>
              <w:jc w:val="center"/>
              <w:rPr>
                <w:rFonts w:cs="B Lotus"/>
                <w:b/>
                <w:bCs/>
                <w:szCs w:val="22"/>
                <w:rtl/>
                <w:lang w:bidi="fa-IR"/>
              </w:rPr>
            </w:pPr>
            <w:r w:rsidRPr="00A76992">
              <w:rPr>
                <w:rFonts w:cs="B Lotus" w:hint="cs"/>
                <w:b/>
                <w:bCs/>
                <w:sz w:val="22"/>
                <w:szCs w:val="22"/>
                <w:rtl/>
              </w:rPr>
              <w:t>نوع قلم و اندازه</w:t>
            </w:r>
            <w:r w:rsidR="008B02C9">
              <w:rPr>
                <w:rFonts w:cs="B Lotus" w:hint="cs"/>
                <w:b/>
                <w:bCs/>
                <w:sz w:val="22"/>
                <w:szCs w:val="22"/>
                <w:rtl/>
              </w:rPr>
              <w:t xml:space="preserve"> (فارسي و انگليسي)</w:t>
            </w:r>
          </w:p>
        </w:tc>
      </w:tr>
      <w:tr w:rsidR="00D967C8" w:rsidRPr="00A76992" w:rsidTr="000D3D55">
        <w:tc>
          <w:tcPr>
            <w:tcW w:w="4252" w:type="dxa"/>
          </w:tcPr>
          <w:p w:rsidR="00D967C8" w:rsidRPr="00A76992" w:rsidRDefault="00D967C8" w:rsidP="0038609D">
            <w:pPr>
              <w:pStyle w:val="matn"/>
              <w:bidi/>
              <w:spacing w:line="233" w:lineRule="auto"/>
              <w:ind w:firstLine="0"/>
              <w:rPr>
                <w:rtl/>
              </w:rPr>
            </w:pPr>
            <w:r w:rsidRPr="00A76992">
              <w:rPr>
                <w:rFonts w:hint="cs"/>
                <w:rtl/>
              </w:rPr>
              <w:t>متن فارسي و انگليسي</w:t>
            </w:r>
          </w:p>
        </w:tc>
        <w:tc>
          <w:tcPr>
            <w:tcW w:w="2955" w:type="dxa"/>
          </w:tcPr>
          <w:p w:rsidR="00D967C8" w:rsidRPr="00A76992" w:rsidRDefault="00450FDA" w:rsidP="007E5542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>
              <w:rPr>
                <w:rFonts w:cs="B Lotus"/>
                <w:sz w:val="20"/>
                <w:szCs w:val="20"/>
              </w:rPr>
              <w:t xml:space="preserve">B </w:t>
            </w:r>
            <w:r w:rsidR="00D967C8" w:rsidRPr="00A76992">
              <w:rPr>
                <w:rFonts w:cs="B Lotus"/>
                <w:sz w:val="20"/>
                <w:szCs w:val="20"/>
              </w:rPr>
              <w:t xml:space="preserve">Lotus Regular </w:t>
            </w:r>
            <w:r>
              <w:rPr>
                <w:rFonts w:cs="B Lotus"/>
                <w:sz w:val="20"/>
                <w:szCs w:val="20"/>
              </w:rPr>
              <w:t>13</w:t>
            </w:r>
          </w:p>
          <w:p w:rsidR="00D967C8" w:rsidRPr="00A76992" w:rsidRDefault="00D967C8" w:rsidP="007E5542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 w:rsidRPr="00A76992">
              <w:rPr>
                <w:rFonts w:cs="B Lotus"/>
                <w:sz w:val="20"/>
                <w:szCs w:val="20"/>
              </w:rPr>
              <w:t>Times New Roman 10</w:t>
            </w:r>
          </w:p>
        </w:tc>
      </w:tr>
      <w:tr w:rsidR="00D967C8" w:rsidRPr="00A76992" w:rsidTr="000D3D55">
        <w:tc>
          <w:tcPr>
            <w:tcW w:w="4252" w:type="dxa"/>
          </w:tcPr>
          <w:p w:rsidR="00D967C8" w:rsidRPr="000D3D55" w:rsidRDefault="00D967C8" w:rsidP="000D3D55">
            <w:pPr>
              <w:tabs>
                <w:tab w:val="left" w:pos="8585"/>
              </w:tabs>
              <w:bidi/>
              <w:spacing w:line="233" w:lineRule="auto"/>
              <w:ind w:right="90"/>
              <w:jc w:val="lowKashida"/>
              <w:rPr>
                <w:rFonts w:cs="B Mitra"/>
                <w:sz w:val="72"/>
                <w:szCs w:val="72"/>
                <w:rtl/>
              </w:rPr>
            </w:pPr>
            <w:r w:rsidRPr="000D3D55">
              <w:rPr>
                <w:rFonts w:cs="B Mitra" w:hint="cs"/>
                <w:sz w:val="72"/>
                <w:szCs w:val="72"/>
                <w:rtl/>
              </w:rPr>
              <w:t>صفحه عنوان</w:t>
            </w:r>
            <w:r w:rsidR="00E13B8A" w:rsidRPr="000D3D55">
              <w:rPr>
                <w:rFonts w:cs="B Mitra" w:hint="cs"/>
                <w:sz w:val="72"/>
                <w:szCs w:val="72"/>
                <w:rtl/>
              </w:rPr>
              <w:t>،</w:t>
            </w:r>
            <w:r w:rsidRPr="000D3D55">
              <w:rPr>
                <w:rFonts w:cs="B Mitra" w:hint="cs"/>
                <w:sz w:val="72"/>
                <w:szCs w:val="72"/>
                <w:rtl/>
              </w:rPr>
              <w:t xml:space="preserve"> فصل</w:t>
            </w:r>
            <w:r w:rsidR="000D3D55">
              <w:rPr>
                <w:rFonts w:cs="B Mitra" w:hint="cs"/>
                <w:sz w:val="72"/>
                <w:szCs w:val="72"/>
                <w:rtl/>
              </w:rPr>
              <w:t xml:space="preserve"> </w:t>
            </w:r>
          </w:p>
        </w:tc>
        <w:tc>
          <w:tcPr>
            <w:tcW w:w="2955" w:type="dxa"/>
          </w:tcPr>
          <w:p w:rsidR="00D967C8" w:rsidRPr="00A76992" w:rsidRDefault="00D967C8" w:rsidP="0038609D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>
              <w:rPr>
                <w:rFonts w:cs="B Lotus"/>
                <w:sz w:val="20"/>
                <w:szCs w:val="20"/>
              </w:rPr>
              <w:t xml:space="preserve">B </w:t>
            </w:r>
            <w:proofErr w:type="spellStart"/>
            <w:r w:rsidR="00450FDA">
              <w:rPr>
                <w:rFonts w:cs="B Lotus"/>
                <w:sz w:val="20"/>
                <w:szCs w:val="20"/>
              </w:rPr>
              <w:t>Mitra</w:t>
            </w:r>
            <w:proofErr w:type="spellEnd"/>
            <w:r w:rsidRPr="00A76992">
              <w:rPr>
                <w:rFonts w:cs="B Lotus"/>
                <w:sz w:val="20"/>
                <w:szCs w:val="20"/>
              </w:rPr>
              <w:t xml:space="preserve"> Bold </w:t>
            </w:r>
            <w:r w:rsidR="0038609D">
              <w:rPr>
                <w:rFonts w:cs="B Lotus"/>
                <w:sz w:val="20"/>
                <w:szCs w:val="20"/>
              </w:rPr>
              <w:t>36</w:t>
            </w:r>
          </w:p>
        </w:tc>
      </w:tr>
      <w:tr w:rsidR="00D967C8" w:rsidRPr="00A76992" w:rsidTr="000D3D55">
        <w:tc>
          <w:tcPr>
            <w:tcW w:w="4252" w:type="dxa"/>
          </w:tcPr>
          <w:p w:rsidR="00D967C8" w:rsidRPr="00A76992" w:rsidRDefault="00675AD5" w:rsidP="007E5542">
            <w:pPr>
              <w:pStyle w:val="1"/>
              <w:bidi/>
              <w:spacing w:line="233" w:lineRule="auto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عنوان هاي</w:t>
            </w:r>
            <w:r w:rsidR="00D967C8" w:rsidRPr="00A76992">
              <w:rPr>
                <w:rFonts w:hint="cs"/>
                <w:rtl/>
                <w:lang w:bidi="fa-IR"/>
              </w:rPr>
              <w:t xml:space="preserve"> اصلي </w:t>
            </w:r>
          </w:p>
        </w:tc>
        <w:tc>
          <w:tcPr>
            <w:tcW w:w="2955" w:type="dxa"/>
          </w:tcPr>
          <w:p w:rsidR="00D967C8" w:rsidRPr="00A76992" w:rsidRDefault="00D967C8" w:rsidP="007E5542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/>
                <w:sz w:val="20"/>
                <w:szCs w:val="20"/>
              </w:rPr>
              <w:t xml:space="preserve">B </w:t>
            </w:r>
            <w:proofErr w:type="spellStart"/>
            <w:r w:rsidR="00450FDA">
              <w:rPr>
                <w:rFonts w:cs="B Lotus"/>
                <w:sz w:val="20"/>
                <w:szCs w:val="20"/>
              </w:rPr>
              <w:t>Mitra</w:t>
            </w:r>
            <w:proofErr w:type="spellEnd"/>
            <w:r w:rsidRPr="00A76992">
              <w:rPr>
                <w:rFonts w:cs="B Lotus"/>
                <w:sz w:val="20"/>
                <w:szCs w:val="20"/>
              </w:rPr>
              <w:t xml:space="preserve"> </w:t>
            </w:r>
            <w:r w:rsidR="00450FDA">
              <w:rPr>
                <w:rFonts w:cs="B Lotus"/>
                <w:sz w:val="20"/>
                <w:szCs w:val="20"/>
              </w:rPr>
              <w:t>Bold</w:t>
            </w:r>
            <w:r w:rsidRPr="00A76992">
              <w:rPr>
                <w:rFonts w:cs="B Lotus"/>
                <w:sz w:val="20"/>
                <w:szCs w:val="20"/>
              </w:rPr>
              <w:t xml:space="preserve"> 14</w:t>
            </w:r>
          </w:p>
          <w:p w:rsidR="00D967C8" w:rsidRPr="00A76992" w:rsidRDefault="00D967C8" w:rsidP="007E5542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  <w:lang w:bidi="fa-IR"/>
              </w:rPr>
            </w:pPr>
            <w:r w:rsidRPr="00A76992">
              <w:rPr>
                <w:rFonts w:cs="B Lotus"/>
                <w:sz w:val="20"/>
                <w:szCs w:val="20"/>
              </w:rPr>
              <w:t>Times New Roman 12</w:t>
            </w:r>
          </w:p>
        </w:tc>
      </w:tr>
      <w:tr w:rsidR="00D967C8" w:rsidRPr="00A76992" w:rsidTr="000D3D55">
        <w:tc>
          <w:tcPr>
            <w:tcW w:w="4252" w:type="dxa"/>
          </w:tcPr>
          <w:p w:rsidR="00D967C8" w:rsidRPr="00A76992" w:rsidRDefault="00675AD5" w:rsidP="007E5542">
            <w:pPr>
              <w:pStyle w:val="2"/>
              <w:bidi/>
              <w:spacing w:line="233" w:lineRule="auto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عنوان</w:t>
            </w:r>
            <w:r w:rsidR="00D967C8" w:rsidRPr="00A76992">
              <w:rPr>
                <w:rFonts w:hint="cs"/>
                <w:rtl/>
                <w:lang w:bidi="fa-IR"/>
              </w:rPr>
              <w:t xml:space="preserve"> فرعي </w:t>
            </w:r>
          </w:p>
        </w:tc>
        <w:tc>
          <w:tcPr>
            <w:tcW w:w="2955" w:type="dxa"/>
          </w:tcPr>
          <w:p w:rsidR="00D967C8" w:rsidRPr="00A76992" w:rsidRDefault="00D967C8" w:rsidP="007E5542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>
              <w:rPr>
                <w:rFonts w:cs="B Lotus"/>
                <w:sz w:val="20"/>
                <w:szCs w:val="20"/>
              </w:rPr>
              <w:t xml:space="preserve">B </w:t>
            </w:r>
            <w:proofErr w:type="spellStart"/>
            <w:r w:rsidR="00450FDA">
              <w:rPr>
                <w:rFonts w:cs="B Lotus"/>
                <w:sz w:val="20"/>
                <w:szCs w:val="20"/>
              </w:rPr>
              <w:t>Mitra</w:t>
            </w:r>
            <w:proofErr w:type="spellEnd"/>
            <w:r w:rsidRPr="00A76992">
              <w:rPr>
                <w:rFonts w:cs="B Lotus"/>
                <w:sz w:val="20"/>
                <w:szCs w:val="20"/>
              </w:rPr>
              <w:t xml:space="preserve"> </w:t>
            </w:r>
            <w:r w:rsidR="00450FDA">
              <w:rPr>
                <w:rFonts w:cs="B Lotus"/>
                <w:sz w:val="20"/>
                <w:szCs w:val="20"/>
              </w:rPr>
              <w:t>Bold</w:t>
            </w:r>
            <w:r w:rsidRPr="00A76992">
              <w:rPr>
                <w:rFonts w:cs="B Lotus"/>
                <w:sz w:val="20"/>
                <w:szCs w:val="20"/>
              </w:rPr>
              <w:t xml:space="preserve"> 13</w:t>
            </w:r>
          </w:p>
          <w:p w:rsidR="00D967C8" w:rsidRPr="00A76992" w:rsidRDefault="00D967C8" w:rsidP="007E5542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 w:rsidRPr="00A76992">
              <w:rPr>
                <w:rFonts w:cs="B Lotus"/>
                <w:sz w:val="20"/>
                <w:szCs w:val="20"/>
              </w:rPr>
              <w:t>Times New Roman 11</w:t>
            </w:r>
          </w:p>
        </w:tc>
      </w:tr>
      <w:tr w:rsidR="00D967C8" w:rsidRPr="00A76992" w:rsidTr="000D3D55">
        <w:tc>
          <w:tcPr>
            <w:tcW w:w="4252" w:type="dxa"/>
          </w:tcPr>
          <w:p w:rsidR="00D967C8" w:rsidRPr="008B02C9" w:rsidRDefault="00D967C8" w:rsidP="00675AD5">
            <w:pPr>
              <w:tabs>
                <w:tab w:val="left" w:pos="8585"/>
              </w:tabs>
              <w:bidi/>
              <w:spacing w:line="233" w:lineRule="auto"/>
              <w:ind w:right="90"/>
              <w:jc w:val="lowKashida"/>
              <w:rPr>
                <w:rFonts w:cs="B Lotus"/>
                <w:b/>
                <w:bCs/>
                <w:szCs w:val="22"/>
                <w:rtl/>
                <w:lang w:bidi="fa-IR"/>
              </w:rPr>
            </w:pPr>
            <w:r w:rsidRPr="008B02C9">
              <w:rPr>
                <w:rFonts w:cs="B Lotus" w:hint="cs"/>
                <w:b/>
                <w:bCs/>
                <w:sz w:val="22"/>
                <w:szCs w:val="22"/>
                <w:rtl/>
                <w:lang w:bidi="fa-IR"/>
              </w:rPr>
              <w:t>عنوان جدول</w:t>
            </w:r>
            <w:r w:rsidR="00675AD5">
              <w:rPr>
                <w:rFonts w:cs="B Lotus" w:hint="cs"/>
                <w:b/>
                <w:bCs/>
                <w:sz w:val="22"/>
                <w:szCs w:val="22"/>
                <w:rtl/>
                <w:lang w:bidi="fa-IR"/>
              </w:rPr>
              <w:t xml:space="preserve"> ها و شكل ها (</w:t>
            </w:r>
            <w:r w:rsidRPr="008B02C9">
              <w:rPr>
                <w:rFonts w:cs="B Lotus" w:hint="cs"/>
                <w:b/>
                <w:bCs/>
                <w:sz w:val="22"/>
                <w:szCs w:val="22"/>
                <w:rtl/>
                <w:lang w:bidi="fa-IR"/>
              </w:rPr>
              <w:t>نمودارها</w:t>
            </w:r>
            <w:r w:rsidR="00675AD5">
              <w:rPr>
                <w:rFonts w:cs="B Lotus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</w:p>
        </w:tc>
        <w:tc>
          <w:tcPr>
            <w:tcW w:w="2955" w:type="dxa"/>
          </w:tcPr>
          <w:p w:rsidR="00D967C8" w:rsidRPr="00A76992" w:rsidRDefault="00450FDA" w:rsidP="007E5542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>
              <w:rPr>
                <w:rFonts w:cs="B Lotus"/>
                <w:sz w:val="20"/>
                <w:szCs w:val="20"/>
              </w:rPr>
              <w:t xml:space="preserve">B </w:t>
            </w:r>
            <w:r w:rsidR="00D967C8" w:rsidRPr="00A76992">
              <w:rPr>
                <w:rFonts w:cs="B Lotus"/>
                <w:sz w:val="20"/>
                <w:szCs w:val="20"/>
              </w:rPr>
              <w:t>Lotus Bold 11</w:t>
            </w:r>
          </w:p>
          <w:p w:rsidR="00D967C8" w:rsidRPr="00A76992" w:rsidRDefault="00D967C8" w:rsidP="007E5542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 w:rsidRPr="00A76992">
              <w:rPr>
                <w:rFonts w:cs="B Lotus"/>
                <w:sz w:val="20"/>
                <w:szCs w:val="20"/>
              </w:rPr>
              <w:t>Times New Roman 9</w:t>
            </w:r>
          </w:p>
        </w:tc>
      </w:tr>
      <w:tr w:rsidR="00D967C8" w:rsidRPr="00A76992" w:rsidTr="000D3D55">
        <w:tc>
          <w:tcPr>
            <w:tcW w:w="4252" w:type="dxa"/>
          </w:tcPr>
          <w:p w:rsidR="00D967C8" w:rsidRPr="00A76992" w:rsidRDefault="00675AD5" w:rsidP="00675AD5">
            <w:pPr>
              <w:tabs>
                <w:tab w:val="left" w:pos="8585"/>
              </w:tabs>
              <w:bidi/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  <w:rtl/>
                <w:lang w:bidi="fa-IR"/>
              </w:rPr>
            </w:pPr>
            <w:r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درون </w:t>
            </w:r>
            <w:r w:rsidR="00D967C8" w:rsidRPr="00A76992">
              <w:rPr>
                <w:rFonts w:cs="B Lotus" w:hint="cs"/>
                <w:sz w:val="20"/>
                <w:szCs w:val="20"/>
                <w:rtl/>
                <w:lang w:bidi="fa-IR"/>
              </w:rPr>
              <w:t>ج</w:t>
            </w:r>
            <w:r>
              <w:rPr>
                <w:rFonts w:cs="B Lotus" w:hint="cs"/>
                <w:sz w:val="20"/>
                <w:szCs w:val="20"/>
                <w:rtl/>
                <w:lang w:bidi="fa-IR"/>
              </w:rPr>
              <w:t>د</w:t>
            </w:r>
            <w:r w:rsidR="00D967C8" w:rsidRPr="00A76992">
              <w:rPr>
                <w:rFonts w:cs="B Lotus" w:hint="cs"/>
                <w:sz w:val="20"/>
                <w:szCs w:val="20"/>
                <w:rtl/>
                <w:lang w:bidi="fa-IR"/>
              </w:rPr>
              <w:t>ول</w:t>
            </w:r>
            <w:r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 ها و شكل ها (</w:t>
            </w:r>
            <w:r w:rsidR="008B02C9">
              <w:rPr>
                <w:rFonts w:cs="B Lotus" w:hint="cs"/>
                <w:sz w:val="20"/>
                <w:szCs w:val="20"/>
                <w:rtl/>
                <w:lang w:bidi="fa-IR"/>
              </w:rPr>
              <w:t>نمودارها</w:t>
            </w:r>
            <w:r>
              <w:rPr>
                <w:rFonts w:cs="B Lotus" w:hint="cs"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2955" w:type="dxa"/>
          </w:tcPr>
          <w:p w:rsidR="00D967C8" w:rsidRPr="00A76992" w:rsidRDefault="00450FDA" w:rsidP="007E5542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>
              <w:rPr>
                <w:rFonts w:cs="B Lotus"/>
                <w:sz w:val="20"/>
                <w:szCs w:val="20"/>
              </w:rPr>
              <w:t xml:space="preserve">B </w:t>
            </w:r>
            <w:r w:rsidR="00D967C8" w:rsidRPr="00A76992">
              <w:rPr>
                <w:rFonts w:cs="B Lotus"/>
                <w:sz w:val="20"/>
                <w:szCs w:val="20"/>
              </w:rPr>
              <w:t>Lotus Regular 10</w:t>
            </w:r>
          </w:p>
          <w:p w:rsidR="00D967C8" w:rsidRPr="00A76992" w:rsidRDefault="00D967C8" w:rsidP="007E5542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 w:rsidRPr="00A76992">
              <w:rPr>
                <w:rFonts w:cs="B Lotus"/>
                <w:sz w:val="20"/>
                <w:szCs w:val="20"/>
              </w:rPr>
              <w:t>Times New Roman 9</w:t>
            </w:r>
          </w:p>
        </w:tc>
      </w:tr>
      <w:tr w:rsidR="00D967C8" w:rsidRPr="00A76992" w:rsidTr="000D3D55">
        <w:tc>
          <w:tcPr>
            <w:tcW w:w="4252" w:type="dxa"/>
          </w:tcPr>
          <w:p w:rsidR="00D967C8" w:rsidRPr="00A76992" w:rsidRDefault="00D967C8" w:rsidP="007E5542">
            <w:pPr>
              <w:tabs>
                <w:tab w:val="left" w:pos="8585"/>
              </w:tabs>
              <w:bidi/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  <w:rtl/>
                <w:lang w:bidi="fa-IR"/>
              </w:rPr>
            </w:pPr>
            <w:r w:rsidRPr="00A76992">
              <w:rPr>
                <w:rFonts w:cs="B Lotus" w:hint="cs"/>
                <w:sz w:val="20"/>
                <w:szCs w:val="20"/>
                <w:rtl/>
                <w:lang w:bidi="fa-IR"/>
              </w:rPr>
              <w:t>زيرنويس‌هاي فارسي و انگليسي</w:t>
            </w:r>
          </w:p>
        </w:tc>
        <w:tc>
          <w:tcPr>
            <w:tcW w:w="2955" w:type="dxa"/>
          </w:tcPr>
          <w:p w:rsidR="00D967C8" w:rsidRPr="00A76992" w:rsidRDefault="00450FDA" w:rsidP="007E5542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>
              <w:rPr>
                <w:rFonts w:cs="B Lotus"/>
                <w:sz w:val="20"/>
                <w:szCs w:val="20"/>
              </w:rPr>
              <w:t xml:space="preserve">B </w:t>
            </w:r>
            <w:r w:rsidR="00D967C8" w:rsidRPr="00A76992">
              <w:rPr>
                <w:rFonts w:cs="B Lotus"/>
                <w:sz w:val="20"/>
                <w:szCs w:val="20"/>
              </w:rPr>
              <w:t>Lotus Regular 10</w:t>
            </w:r>
          </w:p>
          <w:p w:rsidR="00D967C8" w:rsidRPr="00A76992" w:rsidRDefault="00D967C8" w:rsidP="007E5542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 w:rsidRPr="00A76992">
              <w:rPr>
                <w:rFonts w:cs="B Lotus"/>
                <w:sz w:val="20"/>
                <w:szCs w:val="20"/>
              </w:rPr>
              <w:t>Times New Roman 9</w:t>
            </w:r>
          </w:p>
        </w:tc>
      </w:tr>
    </w:tbl>
    <w:p w:rsidR="00E85976" w:rsidRDefault="00E85976" w:rsidP="007E5542">
      <w:pPr>
        <w:pStyle w:val="4"/>
        <w:bidi/>
        <w:spacing w:line="233" w:lineRule="auto"/>
        <w:rPr>
          <w:sz w:val="28"/>
          <w:szCs w:val="32"/>
          <w:rtl/>
          <w:lang w:bidi="fa-IR"/>
        </w:rPr>
      </w:pPr>
    </w:p>
    <w:p w:rsidR="00E85976" w:rsidRDefault="00E85976">
      <w:pPr>
        <w:spacing w:after="200" w:line="276" w:lineRule="auto"/>
        <w:rPr>
          <w:rFonts w:ascii="Times New Roman Bold" w:hAnsi="Times New Roman Bold" w:cs="B Mitra"/>
          <w:b/>
          <w:bCs/>
          <w:sz w:val="28"/>
          <w:szCs w:val="32"/>
          <w:rtl/>
          <w:lang w:bidi="fa-IR"/>
        </w:rPr>
      </w:pPr>
      <w:r>
        <w:rPr>
          <w:sz w:val="28"/>
          <w:szCs w:val="32"/>
          <w:rtl/>
          <w:lang w:bidi="fa-IR"/>
        </w:rPr>
        <w:br w:type="page"/>
      </w:r>
    </w:p>
    <w:p w:rsidR="00D967C8" w:rsidRDefault="00D967C8" w:rsidP="007E5542">
      <w:pPr>
        <w:pStyle w:val="4"/>
        <w:bidi/>
        <w:spacing w:line="233" w:lineRule="auto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نكات:</w:t>
      </w:r>
    </w:p>
    <w:p w:rsidR="00D967C8" w:rsidRDefault="00D967C8" w:rsidP="00003977">
      <w:pPr>
        <w:pStyle w:val="matn"/>
        <w:numPr>
          <w:ilvl w:val="0"/>
          <w:numId w:val="8"/>
        </w:numPr>
        <w:bidi/>
        <w:spacing w:line="233" w:lineRule="auto"/>
        <w:rPr>
          <w:rtl/>
          <w:lang w:bidi="fa-IR"/>
        </w:rPr>
      </w:pPr>
      <w:r>
        <w:rPr>
          <w:rFonts w:hint="cs"/>
          <w:rtl/>
          <w:lang w:bidi="fa-IR"/>
        </w:rPr>
        <w:t xml:space="preserve">قلم عنوان چكيده فارسي و انگليسي مطابق با </w:t>
      </w:r>
      <w:r w:rsidR="00675AD5">
        <w:rPr>
          <w:rFonts w:hint="cs"/>
          <w:rtl/>
          <w:lang w:bidi="fa-IR"/>
        </w:rPr>
        <w:t>عنوان</w:t>
      </w:r>
      <w:r>
        <w:rPr>
          <w:rFonts w:hint="cs"/>
          <w:rtl/>
          <w:lang w:bidi="fa-IR"/>
        </w:rPr>
        <w:t xml:space="preserve"> اصلي و قلم متن آن مطابق با متن گزارش </w:t>
      </w:r>
      <w:r w:rsidR="00003977">
        <w:rPr>
          <w:rFonts w:hint="cs"/>
          <w:rtl/>
          <w:lang w:bidi="fa-IR"/>
        </w:rPr>
        <w:t>است</w:t>
      </w:r>
      <w:r>
        <w:rPr>
          <w:rFonts w:hint="cs"/>
          <w:rtl/>
          <w:lang w:bidi="fa-IR"/>
        </w:rPr>
        <w:t>.</w:t>
      </w:r>
    </w:p>
    <w:p w:rsidR="00D967C8" w:rsidRPr="00450FDA" w:rsidRDefault="00D967C8" w:rsidP="00675AD5">
      <w:pPr>
        <w:pStyle w:val="matn"/>
        <w:numPr>
          <w:ilvl w:val="0"/>
          <w:numId w:val="8"/>
        </w:numPr>
        <w:bidi/>
        <w:spacing w:line="233" w:lineRule="auto"/>
        <w:rPr>
          <w:spacing w:val="-10"/>
          <w:rtl/>
          <w:lang w:bidi="fa-IR"/>
        </w:rPr>
      </w:pPr>
      <w:r w:rsidRPr="00450FDA">
        <w:rPr>
          <w:rFonts w:hint="cs"/>
          <w:spacing w:val="-10"/>
          <w:rtl/>
          <w:lang w:bidi="fa-IR"/>
        </w:rPr>
        <w:t xml:space="preserve">قلم عنوان فهرست منابع فارسي و انگليسي مطابق با </w:t>
      </w:r>
      <w:r w:rsidR="00675AD5">
        <w:rPr>
          <w:rFonts w:hint="cs"/>
          <w:spacing w:val="-10"/>
          <w:rtl/>
          <w:lang w:bidi="fa-IR"/>
        </w:rPr>
        <w:t>عنوان</w:t>
      </w:r>
      <w:r w:rsidRPr="00450FDA">
        <w:rPr>
          <w:rFonts w:hint="cs"/>
          <w:spacing w:val="-10"/>
          <w:rtl/>
          <w:lang w:bidi="fa-IR"/>
        </w:rPr>
        <w:t xml:space="preserve"> اصلي و شرح آن با يك فونت كوچكتر از قلم متن درج شود.</w:t>
      </w:r>
    </w:p>
    <w:p w:rsidR="00D967C8" w:rsidRDefault="00675AD5" w:rsidP="007E5542">
      <w:pPr>
        <w:pStyle w:val="matn"/>
        <w:numPr>
          <w:ilvl w:val="0"/>
          <w:numId w:val="8"/>
        </w:numPr>
        <w:bidi/>
        <w:spacing w:line="233" w:lineRule="auto"/>
        <w:rPr>
          <w:lang w:bidi="fa-IR"/>
        </w:rPr>
      </w:pPr>
      <w:r>
        <w:rPr>
          <w:rFonts w:hint="cs"/>
          <w:rtl/>
          <w:lang w:bidi="fa-IR"/>
        </w:rPr>
        <w:t xml:space="preserve">آغاز </w:t>
      </w:r>
      <w:r w:rsidR="00D967C8">
        <w:rPr>
          <w:rFonts w:hint="cs"/>
          <w:rtl/>
          <w:lang w:bidi="fa-IR"/>
        </w:rPr>
        <w:t>پاراگراف</w:t>
      </w:r>
      <w:r w:rsidR="00D967C8">
        <w:rPr>
          <w:rFonts w:hint="eastAsia"/>
          <w:rtl/>
          <w:lang w:bidi="fa-IR"/>
        </w:rPr>
        <w:t>‌</w:t>
      </w:r>
      <w:r w:rsidR="00D967C8">
        <w:rPr>
          <w:rFonts w:hint="cs"/>
          <w:rtl/>
          <w:lang w:bidi="fa-IR"/>
        </w:rPr>
        <w:t>هاي متن اصلي به اندازه 5/0 سانتيمتر تورفتگي داشته باشد.</w:t>
      </w:r>
    </w:p>
    <w:p w:rsidR="007E5542" w:rsidRPr="007E5542" w:rsidRDefault="007E5542" w:rsidP="007E5542">
      <w:pPr>
        <w:pStyle w:val="matn"/>
        <w:bidi/>
        <w:spacing w:line="233" w:lineRule="auto"/>
        <w:ind w:firstLine="0"/>
        <w:rPr>
          <w:sz w:val="2"/>
          <w:szCs w:val="8"/>
          <w:lang w:bidi="fa-IR"/>
        </w:rPr>
      </w:pPr>
    </w:p>
    <w:p w:rsidR="001A48DC" w:rsidRDefault="001A48DC" w:rsidP="001A48DC">
      <w:pPr>
        <w:pStyle w:val="matn"/>
        <w:bidi/>
        <w:spacing w:line="233" w:lineRule="auto"/>
      </w:pPr>
    </w:p>
    <w:p w:rsidR="00D967C8" w:rsidRPr="00405BA7" w:rsidRDefault="00D967C8" w:rsidP="00675AD5">
      <w:pPr>
        <w:pStyle w:val="2"/>
        <w:bidi/>
        <w:spacing w:line="228" w:lineRule="auto"/>
        <w:rPr>
          <w:rtl/>
          <w:lang w:bidi="fa-IR"/>
        </w:rPr>
      </w:pPr>
      <w:r w:rsidRPr="00405BA7">
        <w:rPr>
          <w:rFonts w:hint="cs"/>
          <w:rtl/>
        </w:rPr>
        <w:t>پ</w:t>
      </w:r>
      <w:r>
        <w:rPr>
          <w:rFonts w:hint="cs"/>
          <w:rtl/>
        </w:rPr>
        <w:t>:</w:t>
      </w:r>
      <w:r w:rsidRPr="00405BA7">
        <w:rPr>
          <w:rFonts w:hint="cs"/>
          <w:rtl/>
        </w:rPr>
        <w:t xml:space="preserve"> مطالب و صفحات </w:t>
      </w:r>
    </w:p>
    <w:p w:rsidR="00D967C8" w:rsidRPr="00405BA7" w:rsidRDefault="00402366" w:rsidP="00402366">
      <w:pPr>
        <w:pStyle w:val="matn"/>
        <w:bidi/>
        <w:spacing w:line="228" w:lineRule="auto"/>
        <w:ind w:left="568" w:hanging="284"/>
      </w:pPr>
      <w:r>
        <w:rPr>
          <w:rFonts w:hint="cs"/>
          <w:rtl/>
        </w:rPr>
        <w:t>1</w:t>
      </w:r>
      <w:r w:rsidR="00D967C8" w:rsidRPr="00405BA7">
        <w:rPr>
          <w:rFonts w:hint="cs"/>
          <w:rtl/>
        </w:rPr>
        <w:t>- صفحه بسم</w:t>
      </w:r>
      <w:r w:rsidR="00675AD5">
        <w:rPr>
          <w:rFonts w:hint="cs"/>
          <w:rtl/>
        </w:rPr>
        <w:t xml:space="preserve"> ا...</w:t>
      </w:r>
      <w:r w:rsidR="00D967C8" w:rsidRPr="00405BA7">
        <w:rPr>
          <w:rFonts w:hint="cs"/>
          <w:rtl/>
        </w:rPr>
        <w:t xml:space="preserve"> الرحمن الرحیم </w:t>
      </w:r>
    </w:p>
    <w:p w:rsidR="00D967C8" w:rsidRPr="00405BA7" w:rsidRDefault="00402366" w:rsidP="00402366">
      <w:pPr>
        <w:pStyle w:val="matn"/>
        <w:bidi/>
        <w:spacing w:line="228" w:lineRule="auto"/>
        <w:ind w:left="568" w:hanging="284"/>
      </w:pPr>
      <w:r>
        <w:rPr>
          <w:rFonts w:hint="cs"/>
          <w:rtl/>
        </w:rPr>
        <w:t>2</w:t>
      </w:r>
      <w:r w:rsidR="00D967C8" w:rsidRPr="00405BA7">
        <w:rPr>
          <w:rFonts w:hint="cs"/>
          <w:rtl/>
        </w:rPr>
        <w:t xml:space="preserve">- صفحه عنوان </w:t>
      </w:r>
    </w:p>
    <w:p w:rsidR="00D967C8" w:rsidRDefault="00402366" w:rsidP="00446732">
      <w:pPr>
        <w:pStyle w:val="matn"/>
        <w:bidi/>
        <w:spacing w:line="228" w:lineRule="auto"/>
        <w:ind w:left="568" w:hanging="284"/>
        <w:rPr>
          <w:rtl/>
        </w:rPr>
      </w:pPr>
      <w:r>
        <w:rPr>
          <w:rFonts w:hint="cs"/>
          <w:rtl/>
        </w:rPr>
        <w:t>3</w:t>
      </w:r>
      <w:r w:rsidR="00D967C8" w:rsidRPr="00405BA7">
        <w:rPr>
          <w:rFonts w:hint="cs"/>
          <w:rtl/>
        </w:rPr>
        <w:t xml:space="preserve">- </w:t>
      </w:r>
      <w:r w:rsidR="00D967C8">
        <w:rPr>
          <w:rFonts w:hint="cs"/>
          <w:rtl/>
        </w:rPr>
        <w:t xml:space="preserve">فهرست مطالب </w:t>
      </w:r>
      <w:r w:rsidR="00D10DA2">
        <w:rPr>
          <w:rFonts w:hint="cs"/>
          <w:rtl/>
        </w:rPr>
        <w:t xml:space="preserve">(مطابق با استاندارد فهرست‌گيري و با قلم </w:t>
      </w:r>
      <w:r w:rsidR="00D10DA2">
        <w:t>B Lotus</w:t>
      </w:r>
      <w:r w:rsidR="009E1AD0">
        <w:t xml:space="preserve"> 12</w:t>
      </w:r>
      <w:r w:rsidR="00D10DA2">
        <w:rPr>
          <w:rFonts w:hint="cs"/>
          <w:rtl/>
        </w:rPr>
        <w:t>)</w:t>
      </w:r>
      <w:r w:rsidR="00306436">
        <w:rPr>
          <w:rFonts w:hint="cs"/>
          <w:rtl/>
        </w:rPr>
        <w:t>.</w:t>
      </w:r>
    </w:p>
    <w:p w:rsidR="00EF2761" w:rsidRDefault="00EF2761" w:rsidP="00675AD5">
      <w:pPr>
        <w:pStyle w:val="matn"/>
        <w:bidi/>
        <w:spacing w:line="228" w:lineRule="auto"/>
        <w:ind w:left="69" w:firstLine="215"/>
        <w:rPr>
          <w:rtl/>
          <w:lang w:bidi="fa-IR"/>
        </w:rPr>
      </w:pPr>
      <w:r>
        <w:rPr>
          <w:rFonts w:hint="cs"/>
          <w:rtl/>
          <w:lang w:bidi="fa-IR"/>
        </w:rPr>
        <w:t xml:space="preserve">6- چكيده </w:t>
      </w:r>
      <w:r w:rsidR="0037426E">
        <w:rPr>
          <w:rFonts w:hint="cs"/>
          <w:rtl/>
          <w:lang w:bidi="fa-IR"/>
        </w:rPr>
        <w:t>(</w:t>
      </w:r>
      <w:r>
        <w:rPr>
          <w:rFonts w:hint="cs"/>
          <w:rtl/>
          <w:lang w:bidi="fa-IR"/>
        </w:rPr>
        <w:t>صفحه نخست گزارش</w:t>
      </w:r>
      <w:r w:rsidR="0037426E">
        <w:rPr>
          <w:rFonts w:hint="cs"/>
          <w:rtl/>
          <w:lang w:bidi="fa-IR"/>
        </w:rPr>
        <w:t>) كه شامل</w:t>
      </w:r>
      <w:r w:rsidR="0037426E" w:rsidRPr="0037426E">
        <w:rPr>
          <w:rFonts w:hint="cs"/>
          <w:rtl/>
          <w:lang w:bidi="fa-IR"/>
        </w:rPr>
        <w:t xml:space="preserve"> اهداف، روش ها، محتوای اصلی و نتایج </w:t>
      </w:r>
      <w:r w:rsidR="00675AD5">
        <w:rPr>
          <w:rFonts w:hint="cs"/>
          <w:rtl/>
          <w:lang w:bidi="fa-IR"/>
        </w:rPr>
        <w:t xml:space="preserve">كمي و كيفي </w:t>
      </w:r>
      <w:r w:rsidR="0037426E" w:rsidRPr="0037426E">
        <w:rPr>
          <w:rFonts w:hint="cs"/>
          <w:rtl/>
          <w:lang w:bidi="fa-IR"/>
        </w:rPr>
        <w:t xml:space="preserve">حاصل </w:t>
      </w:r>
      <w:r w:rsidR="0037426E">
        <w:rPr>
          <w:rFonts w:hint="cs"/>
          <w:rtl/>
          <w:lang w:bidi="fa-IR"/>
        </w:rPr>
        <w:t>از اجراي</w:t>
      </w:r>
      <w:r w:rsidR="00675AD5">
        <w:rPr>
          <w:rFonts w:hint="cs"/>
          <w:rtl/>
          <w:lang w:bidi="fa-IR"/>
        </w:rPr>
        <w:t xml:space="preserve"> </w:t>
      </w:r>
      <w:r w:rsidR="0037426E">
        <w:rPr>
          <w:rFonts w:hint="cs"/>
          <w:rtl/>
          <w:lang w:bidi="fa-IR"/>
        </w:rPr>
        <w:t xml:space="preserve">طرح </w:t>
      </w:r>
      <w:r w:rsidR="00675AD5">
        <w:rPr>
          <w:rFonts w:hint="cs"/>
          <w:rtl/>
          <w:lang w:bidi="fa-IR"/>
        </w:rPr>
        <w:t>است</w:t>
      </w:r>
      <w:r w:rsidR="0037426E">
        <w:rPr>
          <w:rFonts w:hint="cs"/>
          <w:rtl/>
          <w:lang w:bidi="fa-IR"/>
        </w:rPr>
        <w:t>.</w:t>
      </w:r>
    </w:p>
    <w:p w:rsidR="009C196C" w:rsidRPr="009C196C" w:rsidRDefault="00402366" w:rsidP="00306436">
      <w:pPr>
        <w:pStyle w:val="matn"/>
        <w:bidi/>
        <w:spacing w:line="228" w:lineRule="auto"/>
        <w:ind w:left="-1" w:firstLine="283"/>
      </w:pPr>
      <w:r>
        <w:rPr>
          <w:rFonts w:hint="cs"/>
          <w:rtl/>
        </w:rPr>
        <w:t>7</w:t>
      </w:r>
      <w:r w:rsidR="009C196C">
        <w:rPr>
          <w:rFonts w:hint="cs"/>
          <w:rtl/>
        </w:rPr>
        <w:t xml:space="preserve">-  </w:t>
      </w:r>
      <w:r w:rsidR="00D967C8" w:rsidRPr="009C196C">
        <w:rPr>
          <w:rFonts w:hint="cs"/>
          <w:rtl/>
        </w:rPr>
        <w:t xml:space="preserve">فهرست منابع و مأخذ (شامل صورت دقیق و کامل همه مراجعی است که در متن گزارش </w:t>
      </w:r>
      <w:r w:rsidR="009C196C">
        <w:rPr>
          <w:rFonts w:hint="cs"/>
          <w:rtl/>
        </w:rPr>
        <w:t xml:space="preserve">با حفظ يكنواختي </w:t>
      </w:r>
      <w:r w:rsidR="00D967C8" w:rsidRPr="009C196C">
        <w:rPr>
          <w:rFonts w:hint="cs"/>
          <w:rtl/>
        </w:rPr>
        <w:t>به آنها استناد شده است)</w:t>
      </w:r>
      <w:r w:rsidR="00C00E9F">
        <w:rPr>
          <w:rFonts w:hint="cs"/>
          <w:rtl/>
        </w:rPr>
        <w:t>.</w:t>
      </w:r>
      <w:r w:rsidR="009C196C">
        <w:rPr>
          <w:rFonts w:hint="cs"/>
          <w:rtl/>
        </w:rPr>
        <w:t xml:space="preserve"> در ا</w:t>
      </w:r>
      <w:r w:rsidR="00306436">
        <w:rPr>
          <w:rFonts w:hint="cs"/>
          <w:rtl/>
          <w:lang w:bidi="fa-IR"/>
        </w:rPr>
        <w:t xml:space="preserve">ستفاده از منابع ترجيحا </w:t>
      </w:r>
      <w:r w:rsidR="00306436">
        <w:rPr>
          <w:rFonts w:hint="cs"/>
          <w:rtl/>
        </w:rPr>
        <w:t xml:space="preserve">به </w:t>
      </w:r>
      <w:r w:rsidR="0021585C">
        <w:rPr>
          <w:rFonts w:hint="cs"/>
          <w:rtl/>
        </w:rPr>
        <w:t xml:space="preserve">منابع </w:t>
      </w:r>
      <w:r w:rsidR="009C196C">
        <w:rPr>
          <w:rFonts w:hint="cs"/>
          <w:rtl/>
        </w:rPr>
        <w:t xml:space="preserve">پر استناد و نو </w:t>
      </w:r>
      <w:r w:rsidR="00306436">
        <w:rPr>
          <w:rFonts w:hint="cs"/>
          <w:rtl/>
        </w:rPr>
        <w:t>اشاره</w:t>
      </w:r>
      <w:r w:rsidR="009C196C">
        <w:rPr>
          <w:rFonts w:hint="cs"/>
          <w:rtl/>
        </w:rPr>
        <w:t xml:space="preserve"> شود.</w:t>
      </w:r>
    </w:p>
    <w:p w:rsidR="00D967C8" w:rsidRPr="00FA10F2" w:rsidRDefault="00D967C8" w:rsidP="00446732">
      <w:pPr>
        <w:pStyle w:val="matn"/>
        <w:bidi/>
        <w:spacing w:line="228" w:lineRule="auto"/>
        <w:rPr>
          <w:sz w:val="6"/>
          <w:szCs w:val="6"/>
          <w:rtl/>
        </w:rPr>
      </w:pPr>
    </w:p>
    <w:p w:rsidR="00E85976" w:rsidRDefault="00E85976">
      <w:pPr>
        <w:spacing w:after="200" w:line="276" w:lineRule="auto"/>
        <w:rPr>
          <w:rFonts w:ascii="Times New Roman Bold" w:hAnsi="Times New Roman Bold" w:cs="B Mitra"/>
          <w:b/>
          <w:bCs/>
          <w:sz w:val="22"/>
          <w:szCs w:val="26"/>
          <w:rtl/>
        </w:rPr>
      </w:pPr>
      <w:r>
        <w:rPr>
          <w:rtl/>
        </w:rPr>
        <w:br w:type="page"/>
      </w:r>
    </w:p>
    <w:p w:rsidR="00D967C8" w:rsidRPr="00405BA7" w:rsidRDefault="00D967C8" w:rsidP="001A48DC">
      <w:pPr>
        <w:pStyle w:val="2"/>
        <w:bidi/>
        <w:spacing w:line="228" w:lineRule="auto"/>
        <w:rPr>
          <w:rtl/>
        </w:rPr>
      </w:pPr>
      <w:r w:rsidRPr="00405BA7">
        <w:rPr>
          <w:rFonts w:hint="cs"/>
          <w:rtl/>
        </w:rPr>
        <w:lastRenderedPageBreak/>
        <w:t xml:space="preserve">ت- </w:t>
      </w:r>
      <w:r w:rsidR="0079126B">
        <w:rPr>
          <w:rFonts w:hint="cs"/>
          <w:rtl/>
        </w:rPr>
        <w:t>شماره‌گذاری</w:t>
      </w:r>
    </w:p>
    <w:p w:rsidR="00D967C8" w:rsidRPr="00EB0074" w:rsidRDefault="00D967C8" w:rsidP="00446732">
      <w:pPr>
        <w:pStyle w:val="3"/>
        <w:bidi/>
        <w:spacing w:line="228" w:lineRule="auto"/>
        <w:rPr>
          <w:lang w:bidi="fa-IR"/>
        </w:rPr>
      </w:pPr>
      <w:r w:rsidRPr="00EB0074">
        <w:rPr>
          <w:rFonts w:hint="cs"/>
          <w:rtl/>
          <w:lang w:bidi="fa-IR"/>
        </w:rPr>
        <w:t>- شماره‌گذاری صفحات</w:t>
      </w:r>
    </w:p>
    <w:p w:rsidR="00D967C8" w:rsidRDefault="00D967C8" w:rsidP="00402366">
      <w:pPr>
        <w:pStyle w:val="matn"/>
        <w:bidi/>
        <w:spacing w:line="228" w:lineRule="auto"/>
        <w:rPr>
          <w:rtl/>
          <w:lang w:bidi="fa-IR"/>
        </w:rPr>
      </w:pPr>
      <w:r w:rsidRPr="00405BA7">
        <w:rPr>
          <w:rFonts w:hint="cs"/>
          <w:rtl/>
          <w:lang w:bidi="fa-IR"/>
        </w:rPr>
        <w:t xml:space="preserve">صفحات </w:t>
      </w:r>
      <w:r>
        <w:rPr>
          <w:rFonts w:hint="cs"/>
          <w:rtl/>
          <w:lang w:bidi="fa-IR"/>
        </w:rPr>
        <w:t>«</w:t>
      </w:r>
      <w:r w:rsidRPr="00405BA7">
        <w:rPr>
          <w:rFonts w:hint="cs"/>
          <w:rtl/>
          <w:lang w:bidi="fa-IR"/>
        </w:rPr>
        <w:t>بسم ا</w:t>
      </w:r>
      <w:r w:rsidR="009C196C">
        <w:rPr>
          <w:rFonts w:hint="cs"/>
          <w:rtl/>
          <w:lang w:bidi="fa-IR"/>
        </w:rPr>
        <w:t>...</w:t>
      </w:r>
      <w:r w:rsidRPr="00405BA7">
        <w:rPr>
          <w:rFonts w:hint="cs"/>
          <w:rtl/>
          <w:lang w:bidi="fa-IR"/>
        </w:rPr>
        <w:t xml:space="preserve"> الرحمن الرحیم</w:t>
      </w:r>
      <w:r>
        <w:rPr>
          <w:rFonts w:hint="cs"/>
          <w:rtl/>
          <w:lang w:bidi="fa-IR"/>
        </w:rPr>
        <w:t>»</w:t>
      </w:r>
      <w:r w:rsidRPr="00405BA7">
        <w:rPr>
          <w:rFonts w:hint="cs"/>
          <w:rtl/>
          <w:lang w:bidi="fa-IR"/>
        </w:rPr>
        <w:t xml:space="preserve"> و </w:t>
      </w:r>
      <w:r>
        <w:rPr>
          <w:rFonts w:hint="cs"/>
          <w:rtl/>
          <w:lang w:bidi="fa-IR"/>
        </w:rPr>
        <w:t>«</w:t>
      </w:r>
      <w:r w:rsidRPr="00405BA7">
        <w:rPr>
          <w:rFonts w:hint="cs"/>
          <w:rtl/>
          <w:lang w:bidi="fa-IR"/>
        </w:rPr>
        <w:t>عنوان</w:t>
      </w:r>
      <w:r>
        <w:rPr>
          <w:rFonts w:hint="cs"/>
          <w:rtl/>
          <w:lang w:bidi="fa-IR"/>
        </w:rPr>
        <w:t>»</w:t>
      </w:r>
      <w:r w:rsidR="00402366">
        <w:rPr>
          <w:rFonts w:hint="cs"/>
          <w:rtl/>
          <w:lang w:bidi="fa-IR"/>
        </w:rPr>
        <w:t xml:space="preserve"> و</w:t>
      </w:r>
      <w:r w:rsidRPr="00E917A6">
        <w:rPr>
          <w:rFonts w:hint="cs"/>
          <w:color w:val="FF0000"/>
          <w:rtl/>
          <w:lang w:bidi="fa-IR"/>
        </w:rPr>
        <w:t xml:space="preserve"> </w:t>
      </w:r>
      <w:r w:rsidRPr="00405BA7">
        <w:rPr>
          <w:rFonts w:hint="cs"/>
          <w:rtl/>
          <w:lang w:bidi="fa-IR"/>
        </w:rPr>
        <w:t>شماره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>گذاری نمی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 xml:space="preserve">شود. صفحات </w:t>
      </w:r>
      <w:r>
        <w:rPr>
          <w:rFonts w:hint="cs"/>
          <w:rtl/>
          <w:lang w:bidi="fa-IR"/>
        </w:rPr>
        <w:t>«</w:t>
      </w:r>
      <w:r w:rsidRPr="00405BA7">
        <w:rPr>
          <w:rFonts w:hint="cs"/>
          <w:rtl/>
          <w:lang w:bidi="fa-IR"/>
        </w:rPr>
        <w:t>فهرست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>ها</w:t>
      </w:r>
      <w:r>
        <w:rPr>
          <w:rFonts w:hint="cs"/>
          <w:rtl/>
          <w:lang w:bidi="fa-IR"/>
        </w:rPr>
        <w:t>»</w:t>
      </w:r>
      <w:r w:rsidRPr="00405BA7">
        <w:rPr>
          <w:rFonts w:hint="cs"/>
          <w:rtl/>
          <w:lang w:bidi="fa-IR"/>
        </w:rPr>
        <w:t xml:space="preserve"> با حروف الفبای فارسی (الف، ب، ج، ...) شماره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>گذاری خواهد شد. سایر صفحات شماره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>گذاری می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 xml:space="preserve">شوند که لازم است </w:t>
      </w:r>
      <w:r>
        <w:rPr>
          <w:rFonts w:hint="cs"/>
          <w:rtl/>
          <w:lang w:bidi="fa-IR"/>
        </w:rPr>
        <w:t>شماره‌گذاری</w:t>
      </w:r>
      <w:r w:rsidRPr="00405BA7">
        <w:rPr>
          <w:rFonts w:hint="cs"/>
          <w:rtl/>
          <w:lang w:bidi="fa-IR"/>
        </w:rPr>
        <w:t xml:space="preserve"> صفحات در وسط و پایین صفحه انجام گیرد.</w:t>
      </w:r>
    </w:p>
    <w:p w:rsidR="00306436" w:rsidRPr="00B7691A" w:rsidRDefault="00306436">
      <w:pPr>
        <w:spacing w:after="200" w:line="276" w:lineRule="auto"/>
        <w:rPr>
          <w:rFonts w:asciiTheme="minorHAnsi" w:hAnsiTheme="minorHAnsi" w:cs="B Mitra"/>
          <w:b/>
          <w:bCs/>
          <w:sz w:val="20"/>
          <w:szCs w:val="24"/>
          <w:lang w:bidi="fa-IR"/>
        </w:rPr>
      </w:pPr>
    </w:p>
    <w:p w:rsidR="00D967C8" w:rsidRPr="00EB0074" w:rsidRDefault="00D967C8" w:rsidP="00C00E9F">
      <w:pPr>
        <w:pStyle w:val="3"/>
        <w:bidi/>
        <w:spacing w:line="228" w:lineRule="auto"/>
        <w:rPr>
          <w:rtl/>
          <w:lang w:bidi="fa-IR"/>
        </w:rPr>
      </w:pPr>
      <w:r w:rsidRPr="00EB0074">
        <w:rPr>
          <w:rFonts w:hint="cs"/>
          <w:rtl/>
          <w:lang w:bidi="fa-IR"/>
        </w:rPr>
        <w:t>- شماره‌گذاری فصل</w:t>
      </w:r>
      <w:r w:rsidR="00C00E9F">
        <w:rPr>
          <w:rFonts w:hint="cs"/>
          <w:rtl/>
          <w:lang w:bidi="fa-IR"/>
        </w:rPr>
        <w:t xml:space="preserve"> ها</w:t>
      </w:r>
      <w:r w:rsidRPr="00EB0074">
        <w:rPr>
          <w:rFonts w:hint="cs"/>
          <w:rtl/>
          <w:lang w:bidi="fa-IR"/>
        </w:rPr>
        <w:t xml:space="preserve"> و بخش</w:t>
      </w:r>
      <w:r w:rsidRPr="00EB0074">
        <w:rPr>
          <w:rFonts w:hint="eastAsia"/>
          <w:rtl/>
          <w:lang w:bidi="fa-IR"/>
        </w:rPr>
        <w:t>‌</w:t>
      </w:r>
      <w:r w:rsidRPr="00EB0074">
        <w:rPr>
          <w:rFonts w:hint="cs"/>
          <w:rtl/>
          <w:lang w:bidi="fa-IR"/>
        </w:rPr>
        <w:t>ها</w:t>
      </w:r>
    </w:p>
    <w:p w:rsidR="00D967C8" w:rsidRDefault="00D967C8" w:rsidP="00306436">
      <w:pPr>
        <w:pStyle w:val="matn"/>
        <w:bidi/>
        <w:spacing w:line="228" w:lineRule="auto"/>
        <w:rPr>
          <w:rtl/>
          <w:lang w:bidi="fa-IR"/>
        </w:rPr>
      </w:pPr>
      <w:r w:rsidRPr="008952F7">
        <w:rPr>
          <w:rFonts w:hint="cs"/>
          <w:rtl/>
          <w:lang w:bidi="fa-IR"/>
        </w:rPr>
        <w:t>تيترهاي هر یک از بخش</w:t>
      </w:r>
      <w:r w:rsidRPr="008952F7">
        <w:rPr>
          <w:rFonts w:hint="eastAsia"/>
          <w:rtl/>
          <w:lang w:bidi="fa-IR"/>
        </w:rPr>
        <w:t>‌</w:t>
      </w:r>
      <w:r w:rsidRPr="008952F7">
        <w:rPr>
          <w:rFonts w:hint="cs"/>
          <w:rtl/>
          <w:lang w:bidi="fa-IR"/>
        </w:rPr>
        <w:t>های هر فصل با دو شماره که با خط تیره از یکدیگر جدا شده</w:t>
      </w:r>
      <w:r w:rsidRPr="008952F7">
        <w:rPr>
          <w:rFonts w:hint="eastAsia"/>
          <w:rtl/>
          <w:lang w:bidi="fa-IR"/>
        </w:rPr>
        <w:t>‌</w:t>
      </w:r>
      <w:r w:rsidRPr="008952F7">
        <w:rPr>
          <w:rFonts w:hint="cs"/>
          <w:rtl/>
          <w:lang w:bidi="fa-IR"/>
        </w:rPr>
        <w:t>اند، مشخص می</w:t>
      </w:r>
      <w:r w:rsidRPr="008952F7">
        <w:rPr>
          <w:rFonts w:hint="eastAsia"/>
          <w:rtl/>
          <w:lang w:bidi="fa-IR"/>
        </w:rPr>
        <w:t>‌</w:t>
      </w:r>
      <w:r w:rsidR="00E753ED">
        <w:rPr>
          <w:rFonts w:hint="cs"/>
          <w:rtl/>
          <w:lang w:bidi="fa-IR"/>
        </w:rPr>
        <w:t>شو</w:t>
      </w:r>
      <w:r w:rsidRPr="008952F7">
        <w:rPr>
          <w:rFonts w:hint="cs"/>
          <w:rtl/>
          <w:lang w:bidi="fa-IR"/>
        </w:rPr>
        <w:t xml:space="preserve">د. عدد سمت راست بیانگر شماره فصل و عدد سمت چپ شماره ترتیب بخش مورد نظر است. در صورتی که یک بخش دارای زیر بخش باشد، شماره هر زیر بخش در سمت چپ شماره </w:t>
      </w:r>
      <w:r w:rsidR="000645DE">
        <w:rPr>
          <w:rFonts w:hint="cs"/>
          <w:rtl/>
          <w:lang w:bidi="fa-IR"/>
        </w:rPr>
        <w:t>ياد شده</w:t>
      </w:r>
      <w:r w:rsidRPr="008952F7">
        <w:rPr>
          <w:rFonts w:hint="cs"/>
          <w:rtl/>
          <w:lang w:bidi="fa-IR"/>
        </w:rPr>
        <w:t xml:space="preserve"> قرار می گیرد، (2-4-3) یعنی زیر بخش سوم از بخش چهارم فصل دوم.</w:t>
      </w:r>
    </w:p>
    <w:p w:rsidR="000645DE" w:rsidRPr="008952F7" w:rsidRDefault="000645DE" w:rsidP="000645DE">
      <w:pPr>
        <w:pStyle w:val="matn"/>
        <w:bidi/>
        <w:spacing w:line="228" w:lineRule="auto"/>
        <w:rPr>
          <w:rtl/>
          <w:lang w:bidi="fa-IR"/>
        </w:rPr>
      </w:pPr>
      <w:r>
        <w:rPr>
          <w:rFonts w:hint="cs"/>
          <w:rtl/>
          <w:lang w:bidi="fa-IR"/>
        </w:rPr>
        <w:t xml:space="preserve">فصل اول يا عنوان مقدمه بايد شامل تعريف مسئله، ضرورت انجام پژوهش، فرضيه ها </w:t>
      </w:r>
      <w:r>
        <w:rPr>
          <w:lang w:bidi="fa-IR"/>
        </w:rPr>
        <w:t>(Hypothesis)</w:t>
      </w:r>
      <w:r>
        <w:rPr>
          <w:rFonts w:hint="cs"/>
          <w:rtl/>
          <w:lang w:bidi="fa-IR"/>
        </w:rPr>
        <w:t>، اهداف اصلي و فرعي و چگونگي تنظيم گزارش (موضوع فصل ها) باشد.</w:t>
      </w:r>
    </w:p>
    <w:p w:rsidR="00D967C8" w:rsidRPr="00EB0074" w:rsidRDefault="00D967C8" w:rsidP="00446732">
      <w:pPr>
        <w:pStyle w:val="3"/>
        <w:bidi/>
        <w:spacing w:line="228" w:lineRule="auto"/>
        <w:rPr>
          <w:lang w:bidi="fa-IR"/>
        </w:rPr>
      </w:pPr>
      <w:r w:rsidRPr="00EB0074">
        <w:rPr>
          <w:rFonts w:hint="cs"/>
          <w:rtl/>
          <w:lang w:bidi="fa-IR"/>
        </w:rPr>
        <w:t>- شماره‌گذاری پیوست</w:t>
      </w:r>
      <w:r w:rsidRPr="00EB0074">
        <w:rPr>
          <w:rFonts w:hint="eastAsia"/>
          <w:rtl/>
          <w:lang w:bidi="fa-IR"/>
        </w:rPr>
        <w:t>‌</w:t>
      </w:r>
      <w:r w:rsidRPr="00EB0074">
        <w:rPr>
          <w:rFonts w:hint="cs"/>
          <w:rtl/>
          <w:lang w:bidi="fa-IR"/>
        </w:rPr>
        <w:t xml:space="preserve">ها </w:t>
      </w:r>
    </w:p>
    <w:p w:rsidR="00D967C8" w:rsidRDefault="00D967C8" w:rsidP="00446732">
      <w:pPr>
        <w:pStyle w:val="matn"/>
        <w:bidi/>
        <w:spacing w:line="228" w:lineRule="auto"/>
        <w:rPr>
          <w:rtl/>
          <w:lang w:bidi="fa-IR"/>
        </w:rPr>
      </w:pPr>
      <w:r w:rsidRPr="005547C6">
        <w:rPr>
          <w:rFonts w:hint="cs"/>
          <w:rtl/>
          <w:lang w:bidi="fa-IR"/>
        </w:rPr>
        <w:t>پیوست</w:t>
      </w:r>
      <w:r w:rsidRPr="005547C6">
        <w:rPr>
          <w:rFonts w:hint="eastAsia"/>
          <w:rtl/>
          <w:lang w:bidi="fa-IR"/>
        </w:rPr>
        <w:t>‌</w:t>
      </w:r>
      <w:r w:rsidRPr="005547C6">
        <w:rPr>
          <w:rFonts w:hint="cs"/>
          <w:rtl/>
          <w:lang w:bidi="fa-IR"/>
        </w:rPr>
        <w:t>های گزارش با حروف الفبای فارسی نام</w:t>
      </w:r>
      <w:r w:rsidR="00E13B8A">
        <w:rPr>
          <w:rFonts w:hint="cs"/>
          <w:rtl/>
          <w:lang w:bidi="fa-IR"/>
        </w:rPr>
        <w:t xml:space="preserve"> </w:t>
      </w:r>
      <w:r w:rsidRPr="005547C6">
        <w:rPr>
          <w:rFonts w:hint="cs"/>
          <w:rtl/>
          <w:lang w:bidi="fa-IR"/>
        </w:rPr>
        <w:t>گذاری مي‌شوند. شکل‌ها و جدول</w:t>
      </w:r>
      <w:r w:rsidRPr="005547C6">
        <w:rPr>
          <w:rFonts w:hint="eastAsia"/>
          <w:rtl/>
          <w:lang w:bidi="fa-IR"/>
        </w:rPr>
        <w:t>‌</w:t>
      </w:r>
      <w:r w:rsidRPr="005547C6">
        <w:rPr>
          <w:rFonts w:hint="cs"/>
          <w:rtl/>
          <w:lang w:bidi="fa-IR"/>
        </w:rPr>
        <w:t>های موجود در هر پیوست، با توجه</w:t>
      </w:r>
      <w:r w:rsidR="008952F7" w:rsidRPr="005547C6">
        <w:rPr>
          <w:rFonts w:hint="cs"/>
          <w:rtl/>
          <w:lang w:bidi="fa-IR"/>
        </w:rPr>
        <w:t xml:space="preserve"> </w:t>
      </w:r>
      <w:r w:rsidRPr="005547C6">
        <w:rPr>
          <w:rFonts w:hint="cs"/>
          <w:rtl/>
          <w:lang w:bidi="fa-IR"/>
        </w:rPr>
        <w:t>به پیوست مربوطه شماره‌گذاری خواهد شد. به عنوان مثال: سومین جدول در پیوست «ب» به این صورت نوشته می</w:t>
      </w:r>
      <w:r w:rsidRPr="005547C6">
        <w:rPr>
          <w:rFonts w:hint="eastAsia"/>
          <w:rtl/>
          <w:lang w:bidi="fa-IR"/>
        </w:rPr>
        <w:t>‌</w:t>
      </w:r>
      <w:r w:rsidRPr="005547C6">
        <w:rPr>
          <w:rFonts w:hint="cs"/>
          <w:rtl/>
          <w:lang w:bidi="fa-IR"/>
        </w:rPr>
        <w:t>شود</w:t>
      </w:r>
      <w:r w:rsidR="008952F7" w:rsidRPr="005547C6">
        <w:rPr>
          <w:rFonts w:hint="cs"/>
          <w:rtl/>
          <w:lang w:bidi="fa-IR"/>
        </w:rPr>
        <w:t xml:space="preserve"> </w:t>
      </w:r>
      <w:r w:rsidRPr="005547C6">
        <w:rPr>
          <w:rFonts w:hint="cs"/>
          <w:rtl/>
          <w:lang w:bidi="fa-IR"/>
        </w:rPr>
        <w:t>(جدول ب-3).</w:t>
      </w:r>
    </w:p>
    <w:p w:rsidR="00D967C8" w:rsidRPr="00EB0074" w:rsidRDefault="00D967C8" w:rsidP="00446732">
      <w:pPr>
        <w:pStyle w:val="3"/>
        <w:bidi/>
        <w:spacing w:line="228" w:lineRule="auto"/>
        <w:rPr>
          <w:sz w:val="18"/>
          <w:lang w:bidi="fa-IR"/>
        </w:rPr>
      </w:pPr>
      <w:r w:rsidRPr="00EB0074">
        <w:rPr>
          <w:rFonts w:hint="cs"/>
          <w:sz w:val="18"/>
          <w:szCs w:val="22"/>
          <w:rtl/>
          <w:lang w:bidi="fa-IR"/>
        </w:rPr>
        <w:t xml:space="preserve">- </w:t>
      </w:r>
      <w:r w:rsidRPr="00EB0074">
        <w:rPr>
          <w:rFonts w:hint="cs"/>
          <w:sz w:val="18"/>
          <w:rtl/>
          <w:lang w:bidi="fa-IR"/>
        </w:rPr>
        <w:t>شماره‌گذاری روابط و فرمول</w:t>
      </w:r>
      <w:r w:rsidRPr="00EB0074">
        <w:rPr>
          <w:rFonts w:hint="eastAsia"/>
          <w:sz w:val="18"/>
          <w:rtl/>
          <w:lang w:bidi="fa-IR"/>
        </w:rPr>
        <w:t>‌</w:t>
      </w:r>
      <w:r w:rsidRPr="00EB0074">
        <w:rPr>
          <w:rFonts w:hint="cs"/>
          <w:sz w:val="18"/>
          <w:rtl/>
          <w:lang w:bidi="fa-IR"/>
        </w:rPr>
        <w:t xml:space="preserve">ها </w:t>
      </w:r>
    </w:p>
    <w:p w:rsidR="00D967C8" w:rsidRPr="005547C6" w:rsidRDefault="00D967C8" w:rsidP="009F5C38">
      <w:pPr>
        <w:pStyle w:val="matn"/>
        <w:bidi/>
        <w:spacing w:line="228" w:lineRule="auto"/>
        <w:rPr>
          <w:rtl/>
          <w:lang w:bidi="fa-IR"/>
        </w:rPr>
      </w:pPr>
      <w:r w:rsidRPr="005547C6">
        <w:rPr>
          <w:rFonts w:hint="cs"/>
          <w:rtl/>
          <w:lang w:bidi="fa-IR"/>
        </w:rPr>
        <w:t>هر رابطه در متن گزارش، با دو شماره که با خط فاصله از یکدیگر جدا مي‌شوند، مشخص مي‌</w:t>
      </w:r>
      <w:r w:rsidR="009F5C38">
        <w:rPr>
          <w:rFonts w:hint="cs"/>
          <w:rtl/>
          <w:lang w:bidi="fa-IR"/>
        </w:rPr>
        <w:t>شو</w:t>
      </w:r>
      <w:r w:rsidRPr="005547C6">
        <w:rPr>
          <w:rFonts w:hint="cs"/>
          <w:rtl/>
          <w:lang w:bidi="fa-IR"/>
        </w:rPr>
        <w:t>د. عدد سمت راست بیانگر شماره فصل و عدد سمت چپ، شماره مورد نظر است. مثلاً هشتمین رابطه در فصل ششم به صورت (6- 8) نوشته مي‌شود.</w:t>
      </w:r>
    </w:p>
    <w:p w:rsidR="00D967C8" w:rsidRPr="00E1070A" w:rsidRDefault="00D967C8" w:rsidP="00446732">
      <w:pPr>
        <w:pStyle w:val="matn"/>
        <w:bidi/>
        <w:spacing w:line="228" w:lineRule="auto"/>
        <w:rPr>
          <w:spacing w:val="-4"/>
          <w:sz w:val="8"/>
          <w:szCs w:val="14"/>
          <w:rtl/>
          <w:lang w:bidi="fa-IR"/>
        </w:rPr>
      </w:pPr>
    </w:p>
    <w:p w:rsidR="00D967C8" w:rsidRPr="00405BA7" w:rsidRDefault="00D967C8" w:rsidP="009F5C38">
      <w:pPr>
        <w:pStyle w:val="2"/>
        <w:bidi/>
        <w:spacing w:line="228" w:lineRule="auto"/>
        <w:rPr>
          <w:rtl/>
        </w:rPr>
      </w:pPr>
      <w:r w:rsidRPr="00405BA7">
        <w:rPr>
          <w:rFonts w:hint="cs"/>
          <w:rtl/>
        </w:rPr>
        <w:t xml:space="preserve">ث- شیوه </w:t>
      </w:r>
      <w:r w:rsidR="009F5C38">
        <w:rPr>
          <w:rFonts w:hint="cs"/>
          <w:rtl/>
        </w:rPr>
        <w:t>درج</w:t>
      </w:r>
      <w:r w:rsidRPr="00405BA7">
        <w:rPr>
          <w:rFonts w:hint="cs"/>
          <w:rtl/>
        </w:rPr>
        <w:t xml:space="preserve"> منابع و مأخذ </w:t>
      </w:r>
    </w:p>
    <w:p w:rsidR="00D967C8" w:rsidRPr="00FC721A" w:rsidRDefault="00D967C8" w:rsidP="00A14BE4">
      <w:pPr>
        <w:pStyle w:val="matn"/>
        <w:bidi/>
        <w:spacing w:line="228" w:lineRule="auto"/>
        <w:rPr>
          <w:rtl/>
          <w:lang w:bidi="fa-IR"/>
        </w:rPr>
      </w:pPr>
      <w:r w:rsidRPr="00FC721A">
        <w:rPr>
          <w:rFonts w:hint="cs"/>
          <w:rtl/>
        </w:rPr>
        <w:t>مقصود از درج فهرست منابع و مأخذ، تهیه و تدوین صورت کامل و دقیق تمام منابع و ماخذی است که در متن گزارش به آنها استناد شده است و به عبارت دیگر هدف آن است که بدین وسیله میزان تلاش و ک</w:t>
      </w:r>
      <w:r w:rsidR="009F5C38">
        <w:rPr>
          <w:rFonts w:hint="cs"/>
          <w:rtl/>
        </w:rPr>
        <w:t>او</w:t>
      </w:r>
      <w:r w:rsidRPr="00FC721A">
        <w:rPr>
          <w:rFonts w:hint="cs"/>
          <w:rtl/>
        </w:rPr>
        <w:t>ش پژوهشگر در بررسی و استفاده از منابع گوناگون مشخص شود و همچنین ضمن رعایت حقوق سایر مولفان و نویسندگان، امکان دسترسی خواننده به منابع فراهم شود.</w:t>
      </w:r>
      <w:r w:rsidR="005547C6">
        <w:rPr>
          <w:rFonts w:hint="cs"/>
          <w:rtl/>
        </w:rPr>
        <w:t xml:space="preserve"> </w:t>
      </w:r>
    </w:p>
    <w:p w:rsidR="00D967C8" w:rsidRPr="00E97662" w:rsidRDefault="00E97662" w:rsidP="00AF12F9">
      <w:pPr>
        <w:pStyle w:val="matn"/>
        <w:bidi/>
        <w:spacing w:line="228" w:lineRule="auto"/>
        <w:rPr>
          <w:rtl/>
        </w:rPr>
      </w:pPr>
      <w:r w:rsidRPr="00E97662">
        <w:rPr>
          <w:rFonts w:hint="cs"/>
          <w:b/>
          <w:bCs/>
          <w:rtl/>
        </w:rPr>
        <w:t>توجه:</w:t>
      </w:r>
      <w:r w:rsidRPr="00E97662">
        <w:rPr>
          <w:rFonts w:hint="cs"/>
          <w:rtl/>
        </w:rPr>
        <w:t xml:space="preserve"> استفاده از هر يك از روش هاي </w:t>
      </w:r>
      <w:r w:rsidR="00AF12F9">
        <w:rPr>
          <w:rFonts w:hint="cs"/>
          <w:rtl/>
        </w:rPr>
        <w:t xml:space="preserve">منبع </w:t>
      </w:r>
      <w:r w:rsidRPr="00E97662">
        <w:rPr>
          <w:rFonts w:hint="cs"/>
          <w:rtl/>
        </w:rPr>
        <w:t>نويسي</w:t>
      </w:r>
      <w:r w:rsidR="006350A2">
        <w:rPr>
          <w:rFonts w:hint="cs"/>
          <w:rtl/>
        </w:rPr>
        <w:t xml:space="preserve"> معتبر</w:t>
      </w:r>
      <w:r w:rsidRPr="00E97662">
        <w:rPr>
          <w:rFonts w:hint="cs"/>
          <w:rtl/>
        </w:rPr>
        <w:t xml:space="preserve"> مانند </w:t>
      </w:r>
      <w:r w:rsidRPr="00E97662">
        <w:t>Chicago</w:t>
      </w:r>
      <w:r w:rsidRPr="00E97662">
        <w:rPr>
          <w:rFonts w:hint="cs"/>
          <w:rtl/>
        </w:rPr>
        <w:t xml:space="preserve">، </w:t>
      </w:r>
      <w:r w:rsidRPr="00E97662">
        <w:t>Vancouver</w:t>
      </w:r>
      <w:r w:rsidR="00787CE9">
        <w:t xml:space="preserve"> </w:t>
      </w:r>
      <w:r w:rsidR="00787CE9">
        <w:rPr>
          <w:rFonts w:hint="cs"/>
          <w:rtl/>
          <w:lang w:bidi="fa-IR"/>
        </w:rPr>
        <w:t xml:space="preserve"> و</w:t>
      </w:r>
      <w:proofErr w:type="spellStart"/>
      <w:r w:rsidRPr="00E97662">
        <w:t>Turabian</w:t>
      </w:r>
      <w:proofErr w:type="spellEnd"/>
      <w:r w:rsidRPr="00E97662">
        <w:rPr>
          <w:rFonts w:hint="cs"/>
          <w:rtl/>
        </w:rPr>
        <w:t xml:space="preserve"> بلامانع است، اما به منظور يكسان سازي گزارش نهايي طرح ها</w:t>
      </w:r>
      <w:r w:rsidR="00787CE9">
        <w:rPr>
          <w:rFonts w:hint="cs"/>
          <w:rtl/>
        </w:rPr>
        <w:t>،</w:t>
      </w:r>
      <w:r w:rsidRPr="00E97662">
        <w:rPr>
          <w:rFonts w:hint="cs"/>
          <w:rtl/>
        </w:rPr>
        <w:t xml:space="preserve"> پيشنهاد مي شود از روش زير </w:t>
      </w:r>
      <w:r w:rsidR="00AF12F9">
        <w:t>(</w:t>
      </w:r>
      <w:r w:rsidR="00AF12F9" w:rsidRPr="00402366">
        <w:rPr>
          <w:b/>
          <w:bCs/>
          <w:color w:val="002060"/>
        </w:rPr>
        <w:t>APA</w:t>
      </w:r>
      <w:r w:rsidR="00AF12F9">
        <w:t>)</w:t>
      </w:r>
      <w:r w:rsidR="00AF12F9">
        <w:rPr>
          <w:rFonts w:hint="cs"/>
          <w:rtl/>
          <w:lang w:bidi="fa-IR"/>
        </w:rPr>
        <w:t xml:space="preserve"> </w:t>
      </w:r>
      <w:r w:rsidRPr="00E97662">
        <w:rPr>
          <w:rFonts w:hint="cs"/>
          <w:rtl/>
        </w:rPr>
        <w:t>استفاده شود.</w:t>
      </w:r>
    </w:p>
    <w:p w:rsidR="00E97662" w:rsidRDefault="00E97662" w:rsidP="00446732">
      <w:pPr>
        <w:pStyle w:val="3"/>
        <w:bidi/>
        <w:spacing w:line="228" w:lineRule="auto"/>
        <w:rPr>
          <w:sz w:val="24"/>
          <w:szCs w:val="28"/>
          <w:lang w:bidi="fa-IR"/>
        </w:rPr>
      </w:pPr>
    </w:p>
    <w:p w:rsidR="00D967C8" w:rsidRDefault="00463F8B" w:rsidP="00E97662">
      <w:pPr>
        <w:pStyle w:val="3"/>
        <w:bidi/>
        <w:spacing w:line="228" w:lineRule="auto"/>
        <w:rPr>
          <w:rtl/>
          <w:lang w:bidi="fa-IR"/>
        </w:rPr>
      </w:pPr>
      <w:r w:rsidRPr="00463F8B">
        <w:rPr>
          <w:rFonts w:hint="cs"/>
          <w:sz w:val="24"/>
          <w:szCs w:val="28"/>
          <w:lang w:bidi="fa-IR"/>
        </w:rPr>
        <w:sym w:font="Wingdings" w:char="F03F"/>
      </w:r>
      <w:r>
        <w:rPr>
          <w:rFonts w:hint="cs"/>
          <w:rtl/>
          <w:lang w:bidi="fa-IR"/>
        </w:rPr>
        <w:t xml:space="preserve"> </w:t>
      </w:r>
      <w:r w:rsidR="003A4F4A">
        <w:rPr>
          <w:rFonts w:hint="cs"/>
          <w:rtl/>
          <w:lang w:bidi="fa-IR"/>
        </w:rPr>
        <w:t xml:space="preserve">فهرست منابع </w:t>
      </w:r>
    </w:p>
    <w:p w:rsidR="003A4F4A" w:rsidRDefault="00A14BE4" w:rsidP="00D75CCD">
      <w:pPr>
        <w:pStyle w:val="3"/>
        <w:bidi/>
        <w:spacing w:line="228" w:lineRule="auto"/>
        <w:ind w:firstLine="282"/>
        <w:rPr>
          <w:rFonts w:ascii="Times New Roman" w:hAnsi="Times New Roman" w:cs="B Lotus"/>
          <w:b w:val="0"/>
          <w:bCs w:val="0"/>
          <w:szCs w:val="26"/>
          <w:rtl/>
        </w:rPr>
      </w:pPr>
      <w:r w:rsidRPr="00A14BE4">
        <w:rPr>
          <w:rFonts w:ascii="Times New Roman" w:hAnsi="Times New Roman" w:cs="B Lotus" w:hint="cs"/>
          <w:b w:val="0"/>
          <w:bCs w:val="0"/>
          <w:szCs w:val="26"/>
          <w:rtl/>
        </w:rPr>
        <w:t xml:space="preserve">اين فهرست به ترتيب  الفباي نام خانوادگي مولفان آثار، بدون </w:t>
      </w:r>
      <w:r w:rsidR="006350A2">
        <w:rPr>
          <w:rFonts w:ascii="Times New Roman" w:hAnsi="Times New Roman" w:cs="B Lotus" w:hint="cs"/>
          <w:b w:val="0"/>
          <w:bCs w:val="0"/>
          <w:szCs w:val="26"/>
          <w:rtl/>
        </w:rPr>
        <w:t>درج</w:t>
      </w:r>
      <w:r w:rsidRPr="00A14BE4">
        <w:rPr>
          <w:rFonts w:ascii="Times New Roman" w:hAnsi="Times New Roman" w:cs="B Lotus" w:hint="cs"/>
          <w:b w:val="0"/>
          <w:bCs w:val="0"/>
          <w:szCs w:val="26"/>
          <w:rtl/>
        </w:rPr>
        <w:t xml:space="preserve"> شماره مرتب مي شود و هر اثر تنها يك مرتبه در اين فهرست قرار مي گيرد.</w:t>
      </w:r>
      <w:r w:rsidR="00F61531">
        <w:rPr>
          <w:rFonts w:ascii="Times New Roman" w:hAnsi="Times New Roman" w:cs="B Lotus" w:hint="cs"/>
          <w:b w:val="0"/>
          <w:bCs w:val="0"/>
          <w:szCs w:val="26"/>
          <w:rtl/>
        </w:rPr>
        <w:t xml:space="preserve"> در </w:t>
      </w:r>
      <w:r w:rsidR="00D75CCD">
        <w:rPr>
          <w:rFonts w:ascii="Times New Roman" w:hAnsi="Times New Roman" w:cs="B Lotus" w:hint="cs"/>
          <w:b w:val="0"/>
          <w:bCs w:val="0"/>
          <w:szCs w:val="26"/>
          <w:rtl/>
        </w:rPr>
        <w:t>درج</w:t>
      </w:r>
      <w:r w:rsidR="00F61531">
        <w:rPr>
          <w:rFonts w:ascii="Times New Roman" w:hAnsi="Times New Roman" w:cs="B Lotus" w:hint="cs"/>
          <w:b w:val="0"/>
          <w:bCs w:val="0"/>
          <w:szCs w:val="26"/>
          <w:rtl/>
        </w:rPr>
        <w:t xml:space="preserve"> هر اثر يا هر منبع چهار دسته اطلاعات زير لازم است:</w:t>
      </w:r>
    </w:p>
    <w:p w:rsidR="00F61531" w:rsidRDefault="00F61531" w:rsidP="00F61531">
      <w:pPr>
        <w:pStyle w:val="3"/>
        <w:numPr>
          <w:ilvl w:val="0"/>
          <w:numId w:val="38"/>
        </w:numPr>
        <w:bidi/>
        <w:spacing w:line="228" w:lineRule="auto"/>
        <w:rPr>
          <w:rFonts w:ascii="Times New Roman" w:hAnsi="Times New Roman" w:cs="B Lotus"/>
          <w:b w:val="0"/>
          <w:bCs w:val="0"/>
          <w:szCs w:val="26"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lastRenderedPageBreak/>
        <w:t>مولف يا مولفان</w:t>
      </w:r>
    </w:p>
    <w:p w:rsidR="00F61531" w:rsidRDefault="00F61531" w:rsidP="00F61531">
      <w:pPr>
        <w:pStyle w:val="3"/>
        <w:numPr>
          <w:ilvl w:val="0"/>
          <w:numId w:val="38"/>
        </w:numPr>
        <w:bidi/>
        <w:spacing w:line="228" w:lineRule="auto"/>
        <w:rPr>
          <w:rFonts w:ascii="Times New Roman" w:hAnsi="Times New Roman" w:cs="B Lotus"/>
          <w:b w:val="0"/>
          <w:bCs w:val="0"/>
          <w:szCs w:val="26"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>تاريخ انتشار اثر</w:t>
      </w:r>
    </w:p>
    <w:p w:rsidR="00F61531" w:rsidRDefault="00F61531" w:rsidP="00F61531">
      <w:pPr>
        <w:pStyle w:val="3"/>
        <w:numPr>
          <w:ilvl w:val="0"/>
          <w:numId w:val="38"/>
        </w:numPr>
        <w:bidi/>
        <w:spacing w:line="228" w:lineRule="auto"/>
        <w:rPr>
          <w:rFonts w:ascii="Times New Roman" w:hAnsi="Times New Roman" w:cs="B Lotus"/>
          <w:b w:val="0"/>
          <w:bCs w:val="0"/>
          <w:szCs w:val="26"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>عنوان اثر</w:t>
      </w:r>
    </w:p>
    <w:p w:rsidR="00F61531" w:rsidRDefault="00F61531" w:rsidP="00F61531">
      <w:pPr>
        <w:pStyle w:val="3"/>
        <w:numPr>
          <w:ilvl w:val="0"/>
          <w:numId w:val="38"/>
        </w:numPr>
        <w:bidi/>
        <w:spacing w:line="228" w:lineRule="auto"/>
        <w:rPr>
          <w:rFonts w:ascii="Times New Roman" w:hAnsi="Times New Roman" w:cs="B Lotus"/>
          <w:b w:val="0"/>
          <w:bCs w:val="0"/>
          <w:szCs w:val="26"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>اطلاعات مربوط به انتشار اثر مانند شهر، ايالت يا كشور، محل انتشار اثر، نام ناشر.</w:t>
      </w:r>
    </w:p>
    <w:p w:rsidR="00F61531" w:rsidRDefault="00F61531" w:rsidP="005959C4">
      <w:pPr>
        <w:pStyle w:val="3"/>
        <w:bidi/>
        <w:spacing w:line="228" w:lineRule="auto"/>
        <w:ind w:left="-1" w:firstLine="283"/>
        <w:rPr>
          <w:rFonts w:ascii="Times New Roman" w:hAnsi="Times New Roman" w:cs="B Lotus"/>
          <w:b w:val="0"/>
          <w:bCs w:val="0"/>
          <w:szCs w:val="26"/>
          <w:rtl/>
        </w:rPr>
      </w:pPr>
      <w:r w:rsidRPr="006D70C7">
        <w:rPr>
          <w:rFonts w:ascii="Times New Roman" w:hAnsi="Times New Roman" w:cs="B Lotus" w:hint="cs"/>
          <w:szCs w:val="26"/>
          <w:rtl/>
        </w:rPr>
        <w:t>توجه: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 چهار مورد </w:t>
      </w:r>
      <w:r w:rsidR="005959C4">
        <w:rPr>
          <w:rFonts w:ascii="Times New Roman" w:hAnsi="Times New Roman" w:cs="B Lotus" w:hint="cs"/>
          <w:b w:val="0"/>
          <w:bCs w:val="0"/>
          <w:szCs w:val="26"/>
          <w:rtl/>
        </w:rPr>
        <w:t>بالا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 با نقطه از هم جدا مي شوند.</w:t>
      </w:r>
    </w:p>
    <w:p w:rsidR="00F61531" w:rsidRDefault="00F61531" w:rsidP="00F61531">
      <w:pPr>
        <w:pStyle w:val="3"/>
        <w:bidi/>
        <w:spacing w:line="228" w:lineRule="auto"/>
        <w:ind w:left="360"/>
        <w:rPr>
          <w:rFonts w:ascii="Times New Roman" w:hAnsi="Times New Roman" w:cs="B Lotus"/>
          <w:b w:val="0"/>
          <w:bCs w:val="0"/>
          <w:szCs w:val="26"/>
          <w:rtl/>
        </w:rPr>
      </w:pPr>
    </w:p>
    <w:p w:rsidR="00F61531" w:rsidRPr="00A14BE4" w:rsidRDefault="00F61531" w:rsidP="006E45F3">
      <w:pPr>
        <w:pStyle w:val="3"/>
        <w:bidi/>
        <w:spacing w:line="228" w:lineRule="auto"/>
        <w:ind w:left="-1" w:firstLine="283"/>
        <w:rPr>
          <w:rFonts w:ascii="Times New Roman" w:hAnsi="Times New Roman" w:cs="B Lotus"/>
          <w:szCs w:val="26"/>
          <w:rtl/>
        </w:rPr>
      </w:pPr>
      <w:r w:rsidRPr="00A14BE4">
        <w:rPr>
          <w:rFonts w:ascii="Times New Roman" w:hAnsi="Times New Roman" w:cs="B Lotus" w:hint="cs"/>
          <w:szCs w:val="26"/>
          <w:rtl/>
        </w:rPr>
        <w:t>كتاب (داراي يك مولف)</w:t>
      </w:r>
    </w:p>
    <w:p w:rsidR="002356FF" w:rsidRDefault="007B286E" w:rsidP="003505A0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szCs w:val="26"/>
          <w:rtl/>
          <w:lang w:bidi="fa-IR"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>علي آبادي، خديجه</w:t>
      </w:r>
      <w:r w:rsidR="003505A0">
        <w:rPr>
          <w:rFonts w:ascii="Times New Roman" w:hAnsi="Times New Roman" w:cs="B Lotus" w:hint="cs"/>
          <w:b w:val="0"/>
          <w:bCs w:val="0"/>
          <w:szCs w:val="26"/>
          <w:rtl/>
        </w:rPr>
        <w:t>.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 </w:t>
      </w:r>
      <w:r w:rsidR="001A3B6D">
        <w:rPr>
          <w:rFonts w:ascii="Times New Roman" w:hAnsi="Times New Roman" w:cs="B Lotus" w:hint="cs"/>
          <w:b w:val="0"/>
          <w:bCs w:val="0"/>
          <w:szCs w:val="26"/>
          <w:rtl/>
        </w:rPr>
        <w:t>(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1368</w:t>
      </w:r>
      <w:r w:rsidR="001A3B6D">
        <w:rPr>
          <w:rFonts w:ascii="Times New Roman" w:hAnsi="Times New Roman" w:cs="B Lotus" w:hint="cs"/>
          <w:b w:val="0"/>
          <w:bCs w:val="0"/>
          <w:szCs w:val="26"/>
          <w:rtl/>
        </w:rPr>
        <w:t>)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. </w:t>
      </w:r>
      <w:r w:rsidRPr="00E14402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مقدمات تكنولوژي آموزشي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. تهران: انتشارات دانشگاه پيام نور.</w:t>
      </w:r>
      <w:r w:rsidRPr="007B286E">
        <w:rPr>
          <w:rFonts w:ascii="Times New Roman" w:hAnsi="Times New Roman" w:cs="B Lotus" w:hint="cs"/>
          <w:szCs w:val="26"/>
          <w:rtl/>
        </w:rPr>
        <w:t xml:space="preserve"> </w:t>
      </w:r>
    </w:p>
    <w:p w:rsidR="002356FF" w:rsidRDefault="007B286E" w:rsidP="002356FF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szCs w:val="26"/>
          <w:rtl/>
        </w:rPr>
      </w:pPr>
      <w:r w:rsidRPr="007B286E">
        <w:rPr>
          <w:rFonts w:ascii="Times New Roman" w:hAnsi="Times New Roman" w:cs="B Lotus" w:hint="cs"/>
          <w:szCs w:val="26"/>
          <w:rtl/>
        </w:rPr>
        <w:t>يا</w:t>
      </w:r>
      <w:r w:rsidR="002356FF">
        <w:rPr>
          <w:rFonts w:ascii="Times New Roman" w:hAnsi="Times New Roman" w:cs="B Lotus" w:hint="cs"/>
          <w:szCs w:val="26"/>
          <w:rtl/>
        </w:rPr>
        <w:t>:</w:t>
      </w:r>
    </w:p>
    <w:p w:rsidR="00F61531" w:rsidRDefault="007B286E" w:rsidP="003505A0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>سيف، علي اكبر</w:t>
      </w:r>
      <w:r w:rsidR="003505A0">
        <w:rPr>
          <w:rFonts w:ascii="Times New Roman" w:hAnsi="Times New Roman" w:cs="B Lotus" w:hint="cs"/>
          <w:b w:val="0"/>
          <w:bCs w:val="0"/>
          <w:szCs w:val="26"/>
          <w:rtl/>
        </w:rPr>
        <w:t>.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 </w:t>
      </w:r>
      <w:r w:rsidR="001A3B6D">
        <w:rPr>
          <w:rFonts w:ascii="Times New Roman" w:hAnsi="Times New Roman" w:cs="B Lotus" w:hint="cs"/>
          <w:b w:val="0"/>
          <w:bCs w:val="0"/>
          <w:szCs w:val="26"/>
          <w:rtl/>
        </w:rPr>
        <w:t>(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1368</w:t>
      </w:r>
      <w:r w:rsidR="001A3B6D">
        <w:rPr>
          <w:rFonts w:ascii="Times New Roman" w:hAnsi="Times New Roman" w:cs="B Lotus" w:hint="cs"/>
          <w:b w:val="0"/>
          <w:bCs w:val="0"/>
          <w:szCs w:val="26"/>
          <w:rtl/>
        </w:rPr>
        <w:t>)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. </w:t>
      </w:r>
      <w:r w:rsidRPr="00E14402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روانشناسي پرورشي. روانش</w:t>
      </w:r>
      <w:r w:rsidR="00DE691D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ن</w:t>
      </w:r>
      <w:r w:rsidRPr="00E14402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اسي يادگيري و آموزش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 (ويرايش سوم). تهران: آگاه.</w:t>
      </w:r>
    </w:p>
    <w:p w:rsidR="003505A0" w:rsidRDefault="003505A0" w:rsidP="003505A0">
      <w:pPr>
        <w:pStyle w:val="3"/>
        <w:bidi/>
        <w:spacing w:line="228" w:lineRule="auto"/>
        <w:ind w:left="-1" w:firstLine="361"/>
        <w:jc w:val="right"/>
        <w:rPr>
          <w:rFonts w:ascii="Times New Roman" w:hAnsi="Times New Roman" w:cs="B Lotus"/>
          <w:b w:val="0"/>
          <w:bCs w:val="0"/>
          <w:szCs w:val="26"/>
          <w:rtl/>
          <w:lang w:bidi="fa-IR"/>
        </w:rPr>
      </w:pPr>
    </w:p>
    <w:p w:rsidR="003505A0" w:rsidRDefault="00307E84" w:rsidP="00306436">
      <w:pPr>
        <w:pStyle w:val="3"/>
        <w:bidi/>
        <w:spacing w:line="228" w:lineRule="auto"/>
        <w:ind w:left="-1" w:right="284" w:firstLine="361"/>
        <w:jc w:val="right"/>
        <w:rPr>
          <w:rFonts w:ascii="Times New Roman" w:hAnsi="Times New Roman" w:cs="B Lotus"/>
          <w:b w:val="0"/>
          <w:bCs w:val="0"/>
          <w:szCs w:val="26"/>
          <w:rtl/>
          <w:lang w:bidi="fa-IR"/>
        </w:rPr>
      </w:pPr>
      <w:r>
        <w:rPr>
          <w:rFonts w:ascii="Times New Roman" w:hAnsi="Times New Roman" w:cs="B Lotus"/>
          <w:b w:val="0"/>
          <w:bCs w:val="0"/>
          <w:szCs w:val="26"/>
        </w:rPr>
        <w:t xml:space="preserve">Adams, H. (1918). </w:t>
      </w:r>
      <w:r w:rsidRPr="00172CDC">
        <w:rPr>
          <w:rFonts w:ascii="Times New Roman" w:hAnsi="Times New Roman" w:cs="B Lotus"/>
          <w:b w:val="0"/>
          <w:bCs w:val="0"/>
          <w:i/>
          <w:iCs/>
          <w:szCs w:val="26"/>
        </w:rPr>
        <w:t xml:space="preserve">The </w:t>
      </w:r>
      <w:r w:rsidR="00306436">
        <w:rPr>
          <w:rFonts w:ascii="Times New Roman" w:hAnsi="Times New Roman" w:cs="B Lotus"/>
          <w:b w:val="0"/>
          <w:bCs w:val="0"/>
          <w:i/>
          <w:iCs/>
          <w:szCs w:val="26"/>
        </w:rPr>
        <w:t>E</w:t>
      </w:r>
      <w:r w:rsidRPr="00172CDC">
        <w:rPr>
          <w:rFonts w:ascii="Times New Roman" w:hAnsi="Times New Roman" w:cs="B Lotus"/>
          <w:b w:val="0"/>
          <w:bCs w:val="0"/>
          <w:i/>
          <w:iCs/>
          <w:szCs w:val="26"/>
        </w:rPr>
        <w:t xml:space="preserve">ducation of Henry Adams: An </w:t>
      </w:r>
      <w:r w:rsidR="00306436">
        <w:rPr>
          <w:rFonts w:ascii="Times New Roman" w:hAnsi="Times New Roman" w:cs="B Lotus"/>
          <w:b w:val="0"/>
          <w:bCs w:val="0"/>
          <w:i/>
          <w:iCs/>
          <w:szCs w:val="26"/>
        </w:rPr>
        <w:t>A</w:t>
      </w:r>
      <w:r w:rsidRPr="00172CDC">
        <w:rPr>
          <w:rFonts w:ascii="Times New Roman" w:hAnsi="Times New Roman" w:cs="B Lotus"/>
          <w:b w:val="0"/>
          <w:bCs w:val="0"/>
          <w:i/>
          <w:iCs/>
          <w:szCs w:val="26"/>
        </w:rPr>
        <w:t>utobiography</w:t>
      </w:r>
      <w:r>
        <w:rPr>
          <w:rFonts w:ascii="Times New Roman" w:hAnsi="Times New Roman" w:cs="B Lotus"/>
          <w:b w:val="0"/>
          <w:bCs w:val="0"/>
          <w:szCs w:val="26"/>
        </w:rPr>
        <w:t>. Boston: Houghton.</w:t>
      </w:r>
      <w:r w:rsidR="00172CDC"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 xml:space="preserve">  </w:t>
      </w:r>
    </w:p>
    <w:p w:rsidR="003505A0" w:rsidRDefault="003505A0" w:rsidP="00307E84">
      <w:pPr>
        <w:pStyle w:val="3"/>
        <w:bidi/>
        <w:spacing w:line="228" w:lineRule="auto"/>
        <w:ind w:left="-1" w:right="284" w:firstLine="361"/>
        <w:jc w:val="right"/>
        <w:rPr>
          <w:rFonts w:ascii="Times New Roman" w:hAnsi="Times New Roman" w:cs="B Lotus"/>
          <w:b w:val="0"/>
          <w:bCs w:val="0"/>
          <w:szCs w:val="26"/>
          <w:lang w:bidi="fa-IR"/>
        </w:rPr>
      </w:pPr>
    </w:p>
    <w:p w:rsidR="007B286E" w:rsidRPr="00A14BE4" w:rsidRDefault="007B286E" w:rsidP="007B286E">
      <w:pPr>
        <w:pStyle w:val="3"/>
        <w:bidi/>
        <w:spacing w:line="228" w:lineRule="auto"/>
        <w:ind w:left="360"/>
        <w:rPr>
          <w:rFonts w:ascii="Times New Roman" w:hAnsi="Times New Roman" w:cs="B Lotus"/>
          <w:szCs w:val="26"/>
          <w:rtl/>
        </w:rPr>
      </w:pPr>
      <w:r w:rsidRPr="00A14BE4">
        <w:rPr>
          <w:rFonts w:ascii="Times New Roman" w:hAnsi="Times New Roman" w:cs="B Lotus" w:hint="cs"/>
          <w:szCs w:val="26"/>
          <w:rtl/>
        </w:rPr>
        <w:t>كتاب (داراي دو مولف يا بيشتر)</w:t>
      </w:r>
    </w:p>
    <w:p w:rsidR="007B286E" w:rsidRDefault="007B286E" w:rsidP="000B05FE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  <w:lang w:bidi="fa-IR"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>احدي، حسن</w:t>
      </w:r>
      <w:r w:rsidR="000B05FE">
        <w:rPr>
          <w:rFonts w:ascii="Times New Roman" w:hAnsi="Times New Roman" w:cs="B Lotus" w:hint="cs"/>
          <w:b w:val="0"/>
          <w:bCs w:val="0"/>
          <w:szCs w:val="26"/>
          <w:rtl/>
        </w:rPr>
        <w:t>،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 بني جمال،‌ شكوه السادات</w:t>
      </w:r>
      <w:r w:rsidR="004E4B5E">
        <w:rPr>
          <w:rFonts w:ascii="Times New Roman" w:hAnsi="Times New Roman" w:cs="B Lotus"/>
          <w:b w:val="0"/>
          <w:bCs w:val="0"/>
          <w:szCs w:val="26"/>
        </w:rPr>
        <w:t>.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 </w:t>
      </w:r>
      <w:r w:rsidR="001A3B6D">
        <w:rPr>
          <w:rFonts w:ascii="Times New Roman" w:hAnsi="Times New Roman" w:cs="B Lotus" w:hint="cs"/>
          <w:b w:val="0"/>
          <w:bCs w:val="0"/>
          <w:szCs w:val="26"/>
          <w:rtl/>
        </w:rPr>
        <w:t>(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1371</w:t>
      </w:r>
      <w:r w:rsidR="001A3B6D">
        <w:rPr>
          <w:rFonts w:ascii="Times New Roman" w:hAnsi="Times New Roman" w:cs="B Lotus" w:hint="cs"/>
          <w:b w:val="0"/>
          <w:bCs w:val="0"/>
          <w:szCs w:val="26"/>
          <w:rtl/>
        </w:rPr>
        <w:t>)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. </w:t>
      </w:r>
      <w:r w:rsidRPr="00E14402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روانش</w:t>
      </w:r>
      <w:r w:rsidR="00A14BE4" w:rsidRPr="00E14402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ن</w:t>
      </w:r>
      <w:r w:rsidRPr="00E14402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اسي رشد. مفاهيم بنيادي در روانشناسي كودك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. تهران: بنياد.</w:t>
      </w:r>
    </w:p>
    <w:p w:rsidR="00307E84" w:rsidRDefault="00172CDC" w:rsidP="004E4B5E">
      <w:pPr>
        <w:pStyle w:val="3"/>
        <w:bidi/>
        <w:spacing w:line="228" w:lineRule="auto"/>
        <w:ind w:left="-1" w:firstLine="361"/>
        <w:jc w:val="right"/>
        <w:rPr>
          <w:rFonts w:ascii="Times New Roman" w:hAnsi="Times New Roman" w:cs="Times New Roman"/>
          <w:b w:val="0"/>
          <w:bCs w:val="0"/>
          <w:szCs w:val="26"/>
        </w:rPr>
      </w:pPr>
      <w:r>
        <w:rPr>
          <w:rFonts w:ascii="Times New Roman" w:hAnsi="Times New Roman" w:cs="Times New Roman"/>
          <w:b w:val="0"/>
          <w:bCs w:val="0"/>
          <w:szCs w:val="26"/>
        </w:rPr>
        <w:t xml:space="preserve">      Unwin, P.</w:t>
      </w:r>
      <w:r w:rsidR="004E4B5E">
        <w:rPr>
          <w:rFonts w:ascii="Times New Roman" w:hAnsi="Times New Roman" w:cs="Times New Roman"/>
          <w:b w:val="0"/>
          <w:bCs w:val="0"/>
          <w:szCs w:val="26"/>
        </w:rPr>
        <w:t>,</w:t>
      </w:r>
      <w:r>
        <w:rPr>
          <w:rFonts w:ascii="Times New Roman" w:hAnsi="Times New Roman" w:cs="Times New Roman"/>
          <w:b w:val="0"/>
          <w:bCs w:val="0"/>
          <w:szCs w:val="26"/>
        </w:rPr>
        <w:t xml:space="preserve"> and Galway, J. (1984). </w:t>
      </w:r>
      <w:r w:rsidRPr="00172CDC">
        <w:rPr>
          <w:rFonts w:ascii="Times New Roman" w:hAnsi="Times New Roman" w:cs="Times New Roman"/>
          <w:b w:val="0"/>
          <w:bCs w:val="0"/>
          <w:i/>
          <w:iCs/>
          <w:szCs w:val="26"/>
        </w:rPr>
        <w:t>Calm in Ireland</w:t>
      </w:r>
      <w:r>
        <w:rPr>
          <w:rFonts w:ascii="Times New Roman" w:hAnsi="Times New Roman" w:cs="Times New Roman"/>
          <w:b w:val="0"/>
          <w:bCs w:val="0"/>
          <w:szCs w:val="26"/>
        </w:rPr>
        <w:t xml:space="preserve">. Boston: </w:t>
      </w:r>
      <w:proofErr w:type="spellStart"/>
      <w:r>
        <w:rPr>
          <w:rFonts w:ascii="Times New Roman" w:hAnsi="Times New Roman" w:cs="Times New Roman"/>
          <w:b w:val="0"/>
          <w:bCs w:val="0"/>
          <w:szCs w:val="26"/>
        </w:rPr>
        <w:t>Stronghope</w:t>
      </w:r>
      <w:proofErr w:type="spellEnd"/>
      <w:r>
        <w:rPr>
          <w:rFonts w:ascii="Times New Roman" w:hAnsi="Times New Roman" w:cs="Times New Roman"/>
          <w:b w:val="0"/>
          <w:bCs w:val="0"/>
          <w:szCs w:val="26"/>
        </w:rPr>
        <w:t xml:space="preserve"> Press.</w:t>
      </w:r>
    </w:p>
    <w:p w:rsidR="00172CDC" w:rsidRPr="00172CDC" w:rsidRDefault="00172CDC" w:rsidP="00172CDC">
      <w:pPr>
        <w:pStyle w:val="3"/>
        <w:bidi/>
        <w:spacing w:line="228" w:lineRule="auto"/>
        <w:ind w:left="-1" w:firstLine="361"/>
        <w:jc w:val="right"/>
        <w:rPr>
          <w:rFonts w:ascii="Times New Roman" w:hAnsi="Times New Roman" w:cs="Times New Roman"/>
          <w:b w:val="0"/>
          <w:bCs w:val="0"/>
          <w:szCs w:val="26"/>
          <w:lang w:bidi="fa-IR"/>
        </w:rPr>
      </w:pPr>
    </w:p>
    <w:p w:rsidR="00A14BE4" w:rsidRDefault="00A14BE4" w:rsidP="006E45F3">
      <w:pPr>
        <w:pStyle w:val="3"/>
        <w:bidi/>
        <w:spacing w:line="228" w:lineRule="auto"/>
        <w:ind w:left="-1" w:firstLine="283"/>
        <w:rPr>
          <w:rFonts w:ascii="Times New Roman" w:hAnsi="Times New Roman" w:cs="B Lotus"/>
          <w:b w:val="0"/>
          <w:bCs w:val="0"/>
          <w:szCs w:val="26"/>
          <w:rtl/>
        </w:rPr>
      </w:pPr>
      <w:r w:rsidRPr="00A14BE4">
        <w:rPr>
          <w:rFonts w:ascii="Times New Roman" w:hAnsi="Times New Roman" w:cs="B Lotus" w:hint="cs"/>
          <w:szCs w:val="26"/>
          <w:rtl/>
        </w:rPr>
        <w:t>توجه: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 در منابعي كه بيش از سه نويسنده دارند درج نام نويسنده اول كافي است و بعد از آن بايد «و همكاران» نوشته شود.</w:t>
      </w:r>
    </w:p>
    <w:p w:rsidR="006350A2" w:rsidRPr="006350A2" w:rsidRDefault="006350A2" w:rsidP="006E45F3">
      <w:pPr>
        <w:pStyle w:val="3"/>
        <w:bidi/>
        <w:spacing w:line="228" w:lineRule="auto"/>
        <w:ind w:left="360"/>
        <w:rPr>
          <w:rFonts w:ascii="Times New Roman" w:hAnsi="Times New Roman" w:cs="B Lotus"/>
          <w:sz w:val="6"/>
          <w:szCs w:val="12"/>
          <w:rtl/>
        </w:rPr>
      </w:pPr>
    </w:p>
    <w:p w:rsidR="00A14BE4" w:rsidRPr="007E3B7B" w:rsidRDefault="006E45F3" w:rsidP="006350A2">
      <w:pPr>
        <w:pStyle w:val="3"/>
        <w:bidi/>
        <w:spacing w:line="228" w:lineRule="auto"/>
        <w:ind w:left="360"/>
        <w:rPr>
          <w:rFonts w:ascii="Times New Roman" w:hAnsi="Times New Roman" w:cs="B Lotus"/>
          <w:szCs w:val="26"/>
          <w:rtl/>
        </w:rPr>
      </w:pPr>
      <w:r>
        <w:rPr>
          <w:rFonts w:ascii="Times New Roman" w:hAnsi="Times New Roman" w:cs="B Lotus" w:hint="cs"/>
          <w:szCs w:val="26"/>
          <w:rtl/>
        </w:rPr>
        <w:t>مقاله هاي</w:t>
      </w:r>
      <w:r w:rsidR="00B47BAD">
        <w:rPr>
          <w:rFonts w:ascii="Times New Roman" w:hAnsi="Times New Roman" w:cs="B Lotus" w:hint="cs"/>
          <w:szCs w:val="26"/>
          <w:rtl/>
        </w:rPr>
        <w:t xml:space="preserve"> برگرفته از مجله ها</w:t>
      </w:r>
    </w:p>
    <w:p w:rsidR="00A14BE4" w:rsidRDefault="007E3B7B" w:rsidP="008D1A7D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  <w:lang w:bidi="fa-IR"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>اسدالهي، قربان علي، يعقوبي، محمد و سليماني، بهرا</w:t>
      </w:r>
      <w:r w:rsidR="004F76FC">
        <w:rPr>
          <w:rFonts w:ascii="Times New Roman" w:hAnsi="Times New Roman" w:cs="B Lotus" w:hint="cs"/>
          <w:b w:val="0"/>
          <w:bCs w:val="0"/>
          <w:szCs w:val="26"/>
          <w:rtl/>
        </w:rPr>
        <w:t>م.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 </w:t>
      </w:r>
      <w:r w:rsidR="001A3B6D">
        <w:rPr>
          <w:rFonts w:ascii="Times New Roman" w:hAnsi="Times New Roman" w:cs="B Lotus" w:hint="cs"/>
          <w:b w:val="0"/>
          <w:bCs w:val="0"/>
          <w:szCs w:val="26"/>
          <w:rtl/>
        </w:rPr>
        <w:t>(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1372</w:t>
      </w:r>
      <w:r w:rsidR="001A3B6D">
        <w:rPr>
          <w:rFonts w:ascii="Times New Roman" w:hAnsi="Times New Roman" w:cs="B Lotus" w:hint="cs"/>
          <w:b w:val="0"/>
          <w:bCs w:val="0"/>
          <w:szCs w:val="26"/>
          <w:rtl/>
        </w:rPr>
        <w:t>)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. بررسي ميزان مردودي و قبولي با رتبه تولد در دانش آموزان مقطع ابتدايي شهر اصفهان در سال تحصيلي 67-1366. </w:t>
      </w:r>
      <w:r w:rsidRPr="00E14402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پژوهش هاي روان شناختي</w:t>
      </w:r>
      <w:r w:rsidR="00DE691D">
        <w:rPr>
          <w:rFonts w:ascii="Times New Roman" w:hAnsi="Times New Roman" w:cs="B Lotus" w:hint="cs"/>
          <w:b w:val="0"/>
          <w:bCs w:val="0"/>
          <w:szCs w:val="26"/>
          <w:rtl/>
        </w:rPr>
        <w:t>. دوره 2، شماره 1 و 2</w:t>
      </w:r>
      <w:r w:rsidR="00172CDC">
        <w:rPr>
          <w:rFonts w:ascii="Times New Roman" w:hAnsi="Times New Roman" w:cs="B Lotus" w:hint="cs"/>
          <w:b w:val="0"/>
          <w:bCs w:val="0"/>
          <w:szCs w:val="26"/>
          <w:rtl/>
        </w:rPr>
        <w:t>، 4</w:t>
      </w:r>
      <w:r w:rsidR="008D1A7D">
        <w:rPr>
          <w:rFonts w:ascii="Times New Roman" w:hAnsi="Times New Roman" w:cs="B Lotus" w:hint="cs"/>
          <w:b w:val="0"/>
          <w:bCs w:val="0"/>
          <w:szCs w:val="26"/>
          <w:rtl/>
        </w:rPr>
        <w:t>8</w:t>
      </w:r>
      <w:r w:rsidR="00172CDC">
        <w:rPr>
          <w:rFonts w:ascii="Times New Roman" w:hAnsi="Times New Roman" w:cs="B Lotus" w:hint="cs"/>
          <w:b w:val="0"/>
          <w:bCs w:val="0"/>
          <w:szCs w:val="26"/>
          <w:rtl/>
        </w:rPr>
        <w:t>-34.</w:t>
      </w:r>
    </w:p>
    <w:p w:rsidR="00172CDC" w:rsidRDefault="004E4B5E" w:rsidP="004E4B5E">
      <w:pPr>
        <w:pStyle w:val="3"/>
        <w:bidi/>
        <w:spacing w:line="228" w:lineRule="auto"/>
        <w:ind w:left="-1" w:right="284" w:firstLine="361"/>
        <w:jc w:val="right"/>
        <w:rPr>
          <w:rFonts w:ascii="Times New Roman" w:hAnsi="Times New Roman" w:cs="B Lotus"/>
          <w:b w:val="0"/>
          <w:bCs w:val="0"/>
          <w:szCs w:val="26"/>
          <w:lang w:bidi="fa-IR"/>
        </w:rPr>
      </w:pPr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Steiner, W. (2010). A </w:t>
      </w:r>
      <w:proofErr w:type="spellStart"/>
      <w:r>
        <w:rPr>
          <w:rFonts w:ascii="Times New Roman" w:hAnsi="Times New Roman" w:cs="B Lotus"/>
          <w:b w:val="0"/>
          <w:bCs w:val="0"/>
          <w:szCs w:val="26"/>
          <w:lang w:bidi="fa-IR"/>
        </w:rPr>
        <w:t>Stackelberg</w:t>
      </w:r>
      <w:proofErr w:type="spellEnd"/>
      <w:r>
        <w:rPr>
          <w:rFonts w:ascii="Times New Roman" w:hAnsi="Times New Roman" w:cs="B Lotus"/>
          <w:b w:val="0"/>
          <w:bCs w:val="0"/>
          <w:szCs w:val="26"/>
          <w:lang w:bidi="fa-IR"/>
        </w:rPr>
        <w:t>-Nash model for new pr</w:t>
      </w:r>
      <w:r w:rsidR="000B05FE">
        <w:rPr>
          <w:rFonts w:ascii="Times New Roman" w:hAnsi="Times New Roman" w:cs="B Lotus"/>
          <w:b w:val="0"/>
          <w:bCs w:val="0"/>
          <w:szCs w:val="26"/>
          <w:lang w:bidi="fa-IR"/>
        </w:rPr>
        <w:t>o</w:t>
      </w:r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duct design. </w:t>
      </w:r>
      <w:r w:rsidRPr="004E4B5E">
        <w:rPr>
          <w:rFonts w:ascii="Times New Roman" w:hAnsi="Times New Roman" w:cs="B Lotus"/>
          <w:b w:val="0"/>
          <w:bCs w:val="0"/>
          <w:i/>
          <w:iCs/>
          <w:szCs w:val="26"/>
          <w:lang w:bidi="fa-IR"/>
        </w:rPr>
        <w:t>OR Spectrum</w:t>
      </w:r>
      <w:r>
        <w:rPr>
          <w:rFonts w:ascii="Times New Roman" w:hAnsi="Times New Roman" w:cs="B Lotus"/>
          <w:b w:val="0"/>
          <w:bCs w:val="0"/>
          <w:szCs w:val="26"/>
          <w:lang w:bidi="fa-IR"/>
        </w:rPr>
        <w:t>, 32 (1), 21-48.</w:t>
      </w:r>
      <w:r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 xml:space="preserve">  </w:t>
      </w:r>
    </w:p>
    <w:p w:rsidR="006350A2" w:rsidRPr="006350A2" w:rsidRDefault="006350A2" w:rsidP="004E4B5E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sz w:val="10"/>
          <w:szCs w:val="16"/>
          <w:rtl/>
          <w:lang w:bidi="fa-IR"/>
        </w:rPr>
      </w:pPr>
    </w:p>
    <w:p w:rsidR="00E917A6" w:rsidRDefault="00E917A6">
      <w:pPr>
        <w:spacing w:after="200" w:line="276" w:lineRule="auto"/>
        <w:rPr>
          <w:rFonts w:cs="B Lotus"/>
          <w:b/>
          <w:bCs/>
          <w:sz w:val="20"/>
          <w:szCs w:val="26"/>
          <w:rtl/>
        </w:rPr>
      </w:pPr>
      <w:r>
        <w:rPr>
          <w:rFonts w:cs="B Lotus"/>
          <w:szCs w:val="26"/>
          <w:rtl/>
        </w:rPr>
        <w:br w:type="page"/>
      </w:r>
    </w:p>
    <w:p w:rsidR="00D87034" w:rsidRPr="00D87034" w:rsidRDefault="00D87034" w:rsidP="006350A2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szCs w:val="26"/>
          <w:rtl/>
        </w:rPr>
      </w:pPr>
      <w:r w:rsidRPr="00D87034">
        <w:rPr>
          <w:rFonts w:ascii="Times New Roman" w:hAnsi="Times New Roman" w:cs="B Lotus" w:hint="cs"/>
          <w:szCs w:val="26"/>
          <w:rtl/>
        </w:rPr>
        <w:lastRenderedPageBreak/>
        <w:t>مجموعه مقاله هاي همايش</w:t>
      </w:r>
      <w:r w:rsidR="004968B1">
        <w:rPr>
          <w:rFonts w:ascii="Times New Roman" w:hAnsi="Times New Roman" w:cs="B Lotus" w:hint="cs"/>
          <w:szCs w:val="26"/>
          <w:rtl/>
        </w:rPr>
        <w:t xml:space="preserve"> ها</w:t>
      </w:r>
    </w:p>
    <w:p w:rsidR="00D87034" w:rsidRDefault="00D87034" w:rsidP="000B05FE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>علي اكبر، آذر</w:t>
      </w:r>
      <w:r w:rsidR="004F76FC">
        <w:rPr>
          <w:rFonts w:ascii="Times New Roman" w:hAnsi="Times New Roman" w:cs="B Lotus"/>
          <w:b w:val="0"/>
          <w:bCs w:val="0"/>
          <w:szCs w:val="26"/>
        </w:rPr>
        <w:t>.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 </w:t>
      </w:r>
      <w:r w:rsidR="001A3B6D">
        <w:rPr>
          <w:rFonts w:ascii="Times New Roman" w:hAnsi="Times New Roman" w:cs="B Lotus" w:hint="cs"/>
          <w:b w:val="0"/>
          <w:bCs w:val="0"/>
          <w:szCs w:val="26"/>
          <w:rtl/>
        </w:rPr>
        <w:t>(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1374</w:t>
      </w:r>
      <w:r w:rsidR="001A3B6D">
        <w:rPr>
          <w:rFonts w:ascii="Times New Roman" w:hAnsi="Times New Roman" w:cs="B Lotus" w:hint="cs"/>
          <w:b w:val="0"/>
          <w:bCs w:val="0"/>
          <w:szCs w:val="26"/>
          <w:rtl/>
        </w:rPr>
        <w:t>)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. روش هاي جديد آموزش براي ايجاد توانايي يادگيري در دانش آموزان. </w:t>
      </w:r>
      <w:r w:rsidRPr="001D60FA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خلاصه مقالات همايش علمي كا</w:t>
      </w:r>
      <w:r w:rsidR="00306436">
        <w:rPr>
          <w:rFonts w:ascii="Times New Roman" w:hAnsi="Times New Roman" w:cs="B Lotus" w:hint="cs"/>
          <w:b w:val="0"/>
          <w:bCs w:val="0"/>
          <w:i/>
          <w:iCs/>
          <w:szCs w:val="26"/>
          <w:rtl/>
          <w:lang w:bidi="fa-IR"/>
        </w:rPr>
        <w:t>ر</w:t>
      </w:r>
      <w:r w:rsidRPr="001D60FA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بردي بهبود كيفيت آموزش عمومي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. تهرا</w:t>
      </w:r>
      <w:r w:rsidR="00386B12">
        <w:rPr>
          <w:rFonts w:ascii="Times New Roman" w:hAnsi="Times New Roman" w:cs="B Lotus" w:hint="cs"/>
          <w:b w:val="0"/>
          <w:bCs w:val="0"/>
          <w:szCs w:val="26"/>
          <w:rtl/>
        </w:rPr>
        <w:t>ن، اداره كل آموزش و پرورش تهران، 4</w:t>
      </w:r>
      <w:r w:rsidR="000B05FE">
        <w:rPr>
          <w:rFonts w:ascii="Times New Roman" w:hAnsi="Times New Roman" w:cs="B Lotus" w:hint="cs"/>
          <w:b w:val="0"/>
          <w:bCs w:val="0"/>
          <w:szCs w:val="26"/>
          <w:rtl/>
        </w:rPr>
        <w:t>43</w:t>
      </w:r>
      <w:r w:rsidR="00386B12">
        <w:rPr>
          <w:rFonts w:ascii="Times New Roman" w:hAnsi="Times New Roman" w:cs="B Lotus" w:hint="cs"/>
          <w:b w:val="0"/>
          <w:bCs w:val="0"/>
          <w:szCs w:val="26"/>
          <w:rtl/>
        </w:rPr>
        <w:t>-440.</w:t>
      </w:r>
    </w:p>
    <w:p w:rsidR="00386B12" w:rsidRDefault="00386B12" w:rsidP="00386B12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  <w:lang w:bidi="fa-IR"/>
        </w:rPr>
      </w:pPr>
    </w:p>
    <w:p w:rsidR="00FC18EE" w:rsidRDefault="00FC18EE" w:rsidP="00C15C06">
      <w:pPr>
        <w:pStyle w:val="3"/>
        <w:spacing w:line="228" w:lineRule="auto"/>
        <w:ind w:firstLine="363"/>
        <w:rPr>
          <w:rFonts w:ascii="Times New Roman" w:hAnsi="Times New Roman" w:cs="B Lotus"/>
          <w:b w:val="0"/>
          <w:bCs w:val="0"/>
          <w:szCs w:val="26"/>
        </w:rPr>
      </w:pPr>
      <w:proofErr w:type="spellStart"/>
      <w:r>
        <w:rPr>
          <w:rFonts w:ascii="Times New Roman" w:hAnsi="Times New Roman" w:cs="B Lotus"/>
          <w:b w:val="0"/>
          <w:bCs w:val="0"/>
          <w:szCs w:val="26"/>
        </w:rPr>
        <w:t>Blayney</w:t>
      </w:r>
      <w:proofErr w:type="spellEnd"/>
      <w:r>
        <w:rPr>
          <w:rFonts w:ascii="Times New Roman" w:hAnsi="Times New Roman" w:cs="B Lotus"/>
          <w:b w:val="0"/>
          <w:bCs w:val="0"/>
          <w:szCs w:val="26"/>
        </w:rPr>
        <w:t xml:space="preserve">, P. (2007) Student preference for feedback tone and effect on learning outcomes. In C. Montgomerie &amp; J. Seale (Eds.), </w:t>
      </w:r>
      <w:r w:rsidRPr="00386B12">
        <w:rPr>
          <w:rFonts w:ascii="Times New Roman" w:hAnsi="Times New Roman" w:cs="B Lotus"/>
          <w:b w:val="0"/>
          <w:bCs w:val="0"/>
          <w:i/>
          <w:iCs/>
          <w:szCs w:val="26"/>
        </w:rPr>
        <w:t>Proceeding of World Conference on Education</w:t>
      </w:r>
      <w:r w:rsidR="00386B12" w:rsidRPr="00386B12">
        <w:rPr>
          <w:rFonts w:ascii="Times New Roman" w:hAnsi="Times New Roman" w:cs="B Lotus"/>
          <w:b w:val="0"/>
          <w:bCs w:val="0"/>
          <w:i/>
          <w:iCs/>
          <w:szCs w:val="26"/>
        </w:rPr>
        <w:t>al Multimedia, Hypermedia and Telecommunications</w:t>
      </w:r>
      <w:r w:rsidR="00386B12">
        <w:rPr>
          <w:rFonts w:ascii="Times New Roman" w:hAnsi="Times New Roman" w:cs="B Lotus"/>
          <w:b w:val="0"/>
          <w:bCs w:val="0"/>
          <w:szCs w:val="26"/>
        </w:rPr>
        <w:t>, Chesapeake, VA: AACE, 2729-2732.</w:t>
      </w:r>
    </w:p>
    <w:p w:rsidR="006350A2" w:rsidRDefault="006350A2" w:rsidP="00B47BAD">
      <w:pPr>
        <w:pStyle w:val="3"/>
        <w:bidi/>
        <w:spacing w:line="228" w:lineRule="auto"/>
        <w:ind w:left="360"/>
        <w:rPr>
          <w:rFonts w:ascii="Times New Roman" w:hAnsi="Times New Roman" w:cs="B Lotus"/>
          <w:szCs w:val="26"/>
          <w:rtl/>
          <w:lang w:bidi="fa-IR"/>
        </w:rPr>
      </w:pPr>
    </w:p>
    <w:p w:rsidR="007E3B7B" w:rsidRPr="006E45F3" w:rsidRDefault="006E45F3" w:rsidP="006350A2">
      <w:pPr>
        <w:pStyle w:val="3"/>
        <w:bidi/>
        <w:spacing w:line="228" w:lineRule="auto"/>
        <w:ind w:left="360"/>
        <w:rPr>
          <w:rFonts w:ascii="Times New Roman" w:hAnsi="Times New Roman" w:cs="B Lotus"/>
          <w:szCs w:val="26"/>
          <w:rtl/>
          <w:lang w:bidi="fa-IR"/>
        </w:rPr>
      </w:pPr>
      <w:r w:rsidRPr="006E45F3">
        <w:rPr>
          <w:rFonts w:ascii="Times New Roman" w:hAnsi="Times New Roman" w:cs="B Lotus" w:hint="cs"/>
          <w:szCs w:val="26"/>
          <w:rtl/>
        </w:rPr>
        <w:t xml:space="preserve">مقاله هاي برگرفته از </w:t>
      </w:r>
      <w:r w:rsidR="004968B1">
        <w:rPr>
          <w:rFonts w:ascii="Times New Roman" w:hAnsi="Times New Roman" w:cs="B Lotus" w:hint="cs"/>
          <w:szCs w:val="26"/>
          <w:rtl/>
        </w:rPr>
        <w:t xml:space="preserve">وب </w:t>
      </w:r>
      <w:r w:rsidRPr="006E45F3">
        <w:rPr>
          <w:rFonts w:ascii="Times New Roman" w:hAnsi="Times New Roman" w:cs="B Lotus" w:hint="cs"/>
          <w:szCs w:val="26"/>
          <w:rtl/>
        </w:rPr>
        <w:t>سايت</w:t>
      </w:r>
    </w:p>
    <w:p w:rsidR="006E45F3" w:rsidRDefault="006E45F3" w:rsidP="004F76FC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  <w:lang w:bidi="fa-IR"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>ديلمقاني، ميترا</w:t>
      </w:r>
      <w:r w:rsidR="004F76FC">
        <w:rPr>
          <w:rFonts w:ascii="Times New Roman" w:hAnsi="Times New Roman" w:cs="B Lotus" w:hint="cs"/>
          <w:b w:val="0"/>
          <w:bCs w:val="0"/>
          <w:szCs w:val="26"/>
          <w:rtl/>
        </w:rPr>
        <w:t>.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 </w:t>
      </w:r>
      <w:r w:rsidR="001A3B6D">
        <w:rPr>
          <w:rFonts w:ascii="Times New Roman" w:hAnsi="Times New Roman" w:cs="B Lotus" w:hint="cs"/>
          <w:b w:val="0"/>
          <w:bCs w:val="0"/>
          <w:szCs w:val="26"/>
          <w:rtl/>
        </w:rPr>
        <w:t>(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1384</w:t>
      </w:r>
      <w:r w:rsidR="001A3B6D">
        <w:rPr>
          <w:rFonts w:ascii="Times New Roman" w:hAnsi="Times New Roman" w:cs="B Lotus" w:hint="cs"/>
          <w:b w:val="0"/>
          <w:bCs w:val="0"/>
          <w:szCs w:val="26"/>
          <w:rtl/>
        </w:rPr>
        <w:t>)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. دانشگاه هاي مجازي: چالش هاي و ضرورت ها. مقاله ارائه شده به </w:t>
      </w:r>
      <w:r w:rsidRPr="008D1A7D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كنفرانس آموزش الكترونيكي ايران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. بازيابي شده در 12 ارديبهشت 1385.</w:t>
      </w:r>
    </w:p>
    <w:p w:rsidR="008D1A7D" w:rsidRDefault="008D1A7D" w:rsidP="008D1A7D">
      <w:pPr>
        <w:pStyle w:val="3"/>
        <w:spacing w:line="228" w:lineRule="auto"/>
        <w:ind w:firstLine="363"/>
        <w:rPr>
          <w:rFonts w:ascii="Times New Roman" w:hAnsi="Times New Roman" w:cs="B Lotus"/>
          <w:b w:val="0"/>
          <w:bCs w:val="0"/>
          <w:szCs w:val="26"/>
          <w:lang w:bidi="fa-IR"/>
        </w:rPr>
      </w:pPr>
      <w:proofErr w:type="spellStart"/>
      <w:r>
        <w:rPr>
          <w:rFonts w:ascii="Times New Roman" w:hAnsi="Times New Roman" w:cs="B Lotus"/>
          <w:b w:val="0"/>
          <w:bCs w:val="0"/>
          <w:szCs w:val="26"/>
          <w:lang w:bidi="fa-IR"/>
        </w:rPr>
        <w:t>Sillick</w:t>
      </w:r>
      <w:proofErr w:type="spellEnd"/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, T. J., &amp; </w:t>
      </w:r>
      <w:proofErr w:type="spellStart"/>
      <w:r>
        <w:rPr>
          <w:rFonts w:ascii="Times New Roman" w:hAnsi="Times New Roman" w:cs="B Lotus"/>
          <w:b w:val="0"/>
          <w:bCs w:val="0"/>
          <w:szCs w:val="26"/>
          <w:lang w:bidi="fa-IR"/>
        </w:rPr>
        <w:t>Schutte</w:t>
      </w:r>
      <w:proofErr w:type="spellEnd"/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, N. S. (2006) Emotional intelligence and self – esteem mediate between perceived early parental love and adult happiness. </w:t>
      </w:r>
      <w:r w:rsidRPr="008D1A7D">
        <w:rPr>
          <w:rFonts w:ascii="Times New Roman" w:hAnsi="Times New Roman" w:cs="B Lotus"/>
          <w:b w:val="0"/>
          <w:bCs w:val="0"/>
          <w:i/>
          <w:iCs/>
          <w:szCs w:val="26"/>
          <w:lang w:bidi="fa-IR"/>
        </w:rPr>
        <w:t>E- Journal of Applied Psychology</w:t>
      </w:r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, 2 (2), 38-48. Retrieved from </w:t>
      </w:r>
      <w:hyperlink r:id="rId9" w:history="1">
        <w:r w:rsidRPr="00D13F83">
          <w:rPr>
            <w:rStyle w:val="Hyperlink"/>
            <w:rFonts w:ascii="Times New Roman" w:hAnsi="Times New Roman" w:cs="B Lotus"/>
            <w:b w:val="0"/>
            <w:bCs w:val="0"/>
            <w:szCs w:val="26"/>
            <w:lang w:bidi="fa-IR"/>
          </w:rPr>
          <w:t>http://ojs.lib.swin.edu.au/index</w:t>
        </w:r>
      </w:hyperlink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. </w:t>
      </w:r>
      <w:proofErr w:type="spellStart"/>
      <w:proofErr w:type="gramStart"/>
      <w:r>
        <w:rPr>
          <w:rFonts w:ascii="Times New Roman" w:hAnsi="Times New Roman" w:cs="B Lotus"/>
          <w:b w:val="0"/>
          <w:bCs w:val="0"/>
          <w:szCs w:val="26"/>
          <w:lang w:bidi="fa-IR"/>
        </w:rPr>
        <w:t>php</w:t>
      </w:r>
      <w:proofErr w:type="spellEnd"/>
      <w:r>
        <w:rPr>
          <w:rFonts w:ascii="Times New Roman" w:hAnsi="Times New Roman" w:cs="B Lotus"/>
          <w:b w:val="0"/>
          <w:bCs w:val="0"/>
          <w:szCs w:val="26"/>
          <w:lang w:bidi="fa-IR"/>
        </w:rPr>
        <w:t>/</w:t>
      </w:r>
      <w:proofErr w:type="spellStart"/>
      <w:r>
        <w:rPr>
          <w:rFonts w:ascii="Times New Roman" w:hAnsi="Times New Roman" w:cs="B Lotus"/>
          <w:b w:val="0"/>
          <w:bCs w:val="0"/>
          <w:szCs w:val="26"/>
          <w:lang w:bidi="fa-IR"/>
        </w:rPr>
        <w:t>ejap</w:t>
      </w:r>
      <w:proofErr w:type="spellEnd"/>
      <w:proofErr w:type="gramEnd"/>
    </w:p>
    <w:p w:rsidR="008D1A7D" w:rsidRDefault="008D1A7D" w:rsidP="008D1A7D">
      <w:pPr>
        <w:pStyle w:val="3"/>
        <w:spacing w:line="228" w:lineRule="auto"/>
        <w:ind w:firstLine="363"/>
        <w:rPr>
          <w:rFonts w:ascii="Times New Roman" w:hAnsi="Times New Roman" w:cs="B Lotus"/>
          <w:b w:val="0"/>
          <w:bCs w:val="0"/>
          <w:szCs w:val="26"/>
          <w:lang w:bidi="fa-IR"/>
        </w:rPr>
      </w:pPr>
    </w:p>
    <w:p w:rsidR="008D1A7D" w:rsidRPr="006350A2" w:rsidRDefault="008D1A7D" w:rsidP="008D1A7D">
      <w:pPr>
        <w:pStyle w:val="3"/>
        <w:spacing w:line="228" w:lineRule="auto"/>
        <w:ind w:left="357"/>
        <w:rPr>
          <w:rFonts w:ascii="Times New Roman" w:hAnsi="Times New Roman" w:cs="B Lotus"/>
          <w:sz w:val="8"/>
          <w:szCs w:val="14"/>
        </w:rPr>
      </w:pPr>
    </w:p>
    <w:p w:rsidR="006D70C7" w:rsidRDefault="006D70C7" w:rsidP="006350A2">
      <w:pPr>
        <w:pStyle w:val="3"/>
        <w:bidi/>
        <w:spacing w:line="228" w:lineRule="auto"/>
        <w:ind w:left="360"/>
        <w:rPr>
          <w:rFonts w:ascii="Times New Roman" w:hAnsi="Times New Roman" w:cs="B Lotus"/>
          <w:szCs w:val="26"/>
          <w:rtl/>
          <w:lang w:bidi="fa-IR"/>
        </w:rPr>
      </w:pPr>
      <w:r>
        <w:rPr>
          <w:rFonts w:ascii="Times New Roman" w:hAnsi="Times New Roman" w:cs="B Lotus" w:hint="cs"/>
          <w:szCs w:val="26"/>
          <w:rtl/>
        </w:rPr>
        <w:t xml:space="preserve">مقاله هاي الكترونيكي </w:t>
      </w:r>
    </w:p>
    <w:p w:rsidR="006D70C7" w:rsidRDefault="006D70C7" w:rsidP="00AF12F9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</w:rPr>
      </w:pPr>
      <w:r w:rsidRPr="006D70C7">
        <w:rPr>
          <w:rFonts w:ascii="Times New Roman" w:hAnsi="Times New Roman" w:cs="B Lotus" w:hint="cs"/>
          <w:b w:val="0"/>
          <w:bCs w:val="0"/>
          <w:szCs w:val="26"/>
          <w:rtl/>
        </w:rPr>
        <w:t xml:space="preserve">گزني، علي. </w:t>
      </w:r>
      <w:r w:rsidR="001A3B6D">
        <w:rPr>
          <w:rFonts w:ascii="Times New Roman" w:hAnsi="Times New Roman" w:cs="B Lotus" w:hint="cs"/>
          <w:b w:val="0"/>
          <w:bCs w:val="0"/>
          <w:szCs w:val="26"/>
          <w:rtl/>
        </w:rPr>
        <w:t>(</w:t>
      </w:r>
      <w:r w:rsidRPr="006D70C7">
        <w:rPr>
          <w:rFonts w:ascii="Times New Roman" w:hAnsi="Times New Roman" w:cs="B Lotus" w:hint="cs"/>
          <w:b w:val="0"/>
          <w:bCs w:val="0"/>
          <w:szCs w:val="26"/>
          <w:rtl/>
        </w:rPr>
        <w:t>1379</w:t>
      </w:r>
      <w:r w:rsidR="001A3B6D">
        <w:rPr>
          <w:rFonts w:ascii="Times New Roman" w:hAnsi="Times New Roman" w:cs="B Lotus" w:hint="cs"/>
          <w:b w:val="0"/>
          <w:bCs w:val="0"/>
          <w:szCs w:val="26"/>
          <w:rtl/>
        </w:rPr>
        <w:t>)</w:t>
      </w:r>
      <w:r w:rsidRPr="006D70C7">
        <w:rPr>
          <w:rFonts w:ascii="Times New Roman" w:hAnsi="Times New Roman" w:cs="B Lotus" w:hint="cs"/>
          <w:b w:val="0"/>
          <w:bCs w:val="0"/>
          <w:szCs w:val="26"/>
          <w:rtl/>
        </w:rPr>
        <w:t xml:space="preserve">. طراحي سيستم هاي بازيابي اطلاعات بهينه در نرم افزارهاي كتابخانه اي و علوم اطلاع رساني. دسترسي در 2/7/1389 از وب سايت: </w:t>
      </w:r>
      <w:r w:rsidR="00E917A6">
        <w:fldChar w:fldCharType="begin"/>
      </w:r>
      <w:r w:rsidR="00E917A6">
        <w:instrText xml:space="preserve"> HYPERLINK "http://www.irandoc.ac.ir/ETELA" </w:instrText>
      </w:r>
      <w:r w:rsidR="00E917A6">
        <w:fldChar w:fldCharType="separate"/>
      </w:r>
      <w:r w:rsidRPr="00A14575">
        <w:rPr>
          <w:rStyle w:val="Hyperlink"/>
          <w:rFonts w:ascii="Times New Roman" w:hAnsi="Times New Roman" w:cs="B Lotus"/>
          <w:b w:val="0"/>
          <w:bCs w:val="0"/>
          <w:szCs w:val="26"/>
        </w:rPr>
        <w:t>http://www.irandoc.ac.ir/ETELA</w:t>
      </w:r>
      <w:r w:rsidR="00E917A6">
        <w:rPr>
          <w:rStyle w:val="Hyperlink"/>
          <w:rFonts w:ascii="Times New Roman" w:hAnsi="Times New Roman" w:cs="B Lotus"/>
          <w:b w:val="0"/>
          <w:bCs w:val="0"/>
          <w:szCs w:val="26"/>
        </w:rPr>
        <w:fldChar w:fldCharType="end"/>
      </w:r>
    </w:p>
    <w:p w:rsidR="006350A2" w:rsidRPr="006350A2" w:rsidRDefault="006350A2" w:rsidP="00307E84">
      <w:pPr>
        <w:pStyle w:val="3"/>
        <w:bidi/>
        <w:spacing w:line="228" w:lineRule="auto"/>
        <w:ind w:left="360"/>
        <w:jc w:val="right"/>
        <w:rPr>
          <w:rFonts w:ascii="Times New Roman" w:hAnsi="Times New Roman" w:cs="B Lotus"/>
          <w:b w:val="0"/>
          <w:bCs w:val="0"/>
          <w:sz w:val="8"/>
          <w:szCs w:val="14"/>
          <w:lang w:bidi="fa-IR"/>
        </w:rPr>
      </w:pPr>
    </w:p>
    <w:p w:rsidR="006D70C7" w:rsidRPr="006D70C7" w:rsidRDefault="00E06436" w:rsidP="00306436">
      <w:pPr>
        <w:pStyle w:val="3"/>
        <w:bidi/>
        <w:spacing w:line="228" w:lineRule="auto"/>
        <w:ind w:left="360"/>
        <w:jc w:val="right"/>
        <w:rPr>
          <w:rFonts w:ascii="Times New Roman" w:hAnsi="Times New Roman" w:cs="B Lotus"/>
          <w:b w:val="0"/>
          <w:bCs w:val="0"/>
          <w:szCs w:val="26"/>
        </w:rPr>
      </w:pPr>
      <w:r>
        <w:rPr>
          <w:rFonts w:ascii="Times New Roman" w:hAnsi="Times New Roman" w:cs="B Lotus"/>
          <w:b w:val="0"/>
          <w:bCs w:val="0"/>
          <w:szCs w:val="26"/>
        </w:rPr>
        <w:t xml:space="preserve">      </w:t>
      </w:r>
      <w:proofErr w:type="spellStart"/>
      <w:r>
        <w:rPr>
          <w:rFonts w:ascii="Times New Roman" w:hAnsi="Times New Roman" w:cs="B Lotus"/>
          <w:b w:val="0"/>
          <w:bCs w:val="0"/>
          <w:szCs w:val="26"/>
        </w:rPr>
        <w:t>Sosteric</w:t>
      </w:r>
      <w:proofErr w:type="spellEnd"/>
      <w:r>
        <w:rPr>
          <w:rFonts w:ascii="Times New Roman" w:hAnsi="Times New Roman" w:cs="B Lotus"/>
          <w:b w:val="0"/>
          <w:bCs w:val="0"/>
          <w:szCs w:val="26"/>
        </w:rPr>
        <w:t>, M. (1</w:t>
      </w:r>
      <w:r w:rsidR="001B7AD4">
        <w:rPr>
          <w:rFonts w:ascii="Times New Roman" w:hAnsi="Times New Roman" w:cs="B Lotus"/>
          <w:b w:val="0"/>
          <w:bCs w:val="0"/>
          <w:szCs w:val="26"/>
        </w:rPr>
        <w:t>9</w:t>
      </w:r>
      <w:r>
        <w:rPr>
          <w:rFonts w:ascii="Times New Roman" w:hAnsi="Times New Roman" w:cs="B Lotus"/>
          <w:b w:val="0"/>
          <w:bCs w:val="0"/>
          <w:szCs w:val="26"/>
        </w:rPr>
        <w:t xml:space="preserve">96). The </w:t>
      </w:r>
      <w:r w:rsidR="00307E84">
        <w:rPr>
          <w:rFonts w:ascii="Times New Roman" w:hAnsi="Times New Roman" w:cs="B Lotus"/>
          <w:b w:val="0"/>
          <w:bCs w:val="0"/>
          <w:szCs w:val="26"/>
        </w:rPr>
        <w:t>g</w:t>
      </w:r>
      <w:r>
        <w:rPr>
          <w:rFonts w:ascii="Times New Roman" w:hAnsi="Times New Roman" w:cs="B Lotus"/>
          <w:b w:val="0"/>
          <w:bCs w:val="0"/>
          <w:szCs w:val="26"/>
        </w:rPr>
        <w:t xml:space="preserve">rand </w:t>
      </w:r>
      <w:r w:rsidR="00307E84">
        <w:rPr>
          <w:rFonts w:ascii="Times New Roman" w:hAnsi="Times New Roman" w:cs="B Lotus"/>
          <w:b w:val="0"/>
          <w:bCs w:val="0"/>
          <w:szCs w:val="26"/>
        </w:rPr>
        <w:t>i</w:t>
      </w:r>
      <w:r>
        <w:rPr>
          <w:rFonts w:ascii="Times New Roman" w:hAnsi="Times New Roman" w:cs="B Lotus"/>
          <w:b w:val="0"/>
          <w:bCs w:val="0"/>
          <w:szCs w:val="26"/>
        </w:rPr>
        <w:t>nformation future</w:t>
      </w:r>
      <w:r w:rsidR="00306436">
        <w:rPr>
          <w:rFonts w:ascii="Times New Roman" w:hAnsi="Times New Roman" w:cs="B Lotus"/>
          <w:b w:val="0"/>
          <w:bCs w:val="0"/>
          <w:szCs w:val="26"/>
        </w:rPr>
        <w:t>.</w:t>
      </w:r>
      <w:r>
        <w:rPr>
          <w:rFonts w:ascii="Times New Roman" w:hAnsi="Times New Roman" w:cs="B Lotus"/>
          <w:b w:val="0"/>
          <w:bCs w:val="0"/>
          <w:szCs w:val="26"/>
        </w:rPr>
        <w:t xml:space="preserve"> </w:t>
      </w:r>
      <w:r w:rsidR="00306436">
        <w:rPr>
          <w:rFonts w:ascii="Times New Roman" w:hAnsi="Times New Roman" w:cs="B Lotus"/>
          <w:b w:val="0"/>
          <w:bCs w:val="0"/>
          <w:szCs w:val="26"/>
        </w:rPr>
        <w:t>E</w:t>
      </w:r>
      <w:r>
        <w:rPr>
          <w:rFonts w:ascii="Times New Roman" w:hAnsi="Times New Roman" w:cs="B Lotus"/>
          <w:b w:val="0"/>
          <w:bCs w:val="0"/>
          <w:szCs w:val="26"/>
        </w:rPr>
        <w:t xml:space="preserve">lectronic </w:t>
      </w:r>
      <w:r w:rsidR="00306436">
        <w:rPr>
          <w:rFonts w:ascii="Times New Roman" w:hAnsi="Times New Roman" w:cs="B Lotus"/>
          <w:b w:val="0"/>
          <w:bCs w:val="0"/>
          <w:szCs w:val="26"/>
        </w:rPr>
        <w:t>J</w:t>
      </w:r>
      <w:r>
        <w:rPr>
          <w:rFonts w:ascii="Times New Roman" w:hAnsi="Times New Roman" w:cs="B Lotus"/>
          <w:b w:val="0"/>
          <w:bCs w:val="0"/>
          <w:szCs w:val="26"/>
        </w:rPr>
        <w:t xml:space="preserve">ournal of </w:t>
      </w:r>
      <w:r w:rsidR="00306436">
        <w:rPr>
          <w:rFonts w:ascii="Times New Roman" w:hAnsi="Times New Roman" w:cs="B Lotus"/>
          <w:b w:val="0"/>
          <w:bCs w:val="0"/>
          <w:szCs w:val="26"/>
        </w:rPr>
        <w:t>S</w:t>
      </w:r>
      <w:r>
        <w:rPr>
          <w:rFonts w:ascii="Times New Roman" w:hAnsi="Times New Roman" w:cs="B Lotus"/>
          <w:b w:val="0"/>
          <w:bCs w:val="0"/>
          <w:szCs w:val="26"/>
        </w:rPr>
        <w:t xml:space="preserve">ociology, 4 (1). </w:t>
      </w:r>
      <w:proofErr w:type="spellStart"/>
      <w:r>
        <w:rPr>
          <w:rFonts w:ascii="Times New Roman" w:hAnsi="Times New Roman" w:cs="B Lotus"/>
          <w:b w:val="0"/>
          <w:bCs w:val="0"/>
          <w:szCs w:val="26"/>
        </w:rPr>
        <w:t>Retrived</w:t>
      </w:r>
      <w:proofErr w:type="spellEnd"/>
      <w:r>
        <w:rPr>
          <w:rFonts w:ascii="Times New Roman" w:hAnsi="Times New Roman" w:cs="B Lotus"/>
          <w:b w:val="0"/>
          <w:bCs w:val="0"/>
          <w:szCs w:val="26"/>
        </w:rPr>
        <w:t xml:space="preserve"> June 27, 2001, from </w:t>
      </w:r>
      <w:hyperlink r:id="rId10" w:history="1">
        <w:r w:rsidRPr="00553B6A">
          <w:rPr>
            <w:rStyle w:val="Hyperlink"/>
            <w:rFonts w:ascii="Times New Roman" w:hAnsi="Times New Roman" w:cs="B Lotus"/>
            <w:b w:val="0"/>
            <w:bCs w:val="0"/>
            <w:szCs w:val="26"/>
          </w:rPr>
          <w:t>http://www.sociology</w:t>
        </w:r>
      </w:hyperlink>
      <w:r>
        <w:rPr>
          <w:rFonts w:ascii="Times New Roman" w:hAnsi="Times New Roman" w:cs="B Lotus"/>
          <w:b w:val="0"/>
          <w:bCs w:val="0"/>
          <w:szCs w:val="26"/>
        </w:rPr>
        <w:t>. org/content/vol004.001/sosteric.html</w:t>
      </w:r>
    </w:p>
    <w:p w:rsidR="009E4D84" w:rsidRPr="009E4D84" w:rsidRDefault="009E4D84" w:rsidP="009E4D84">
      <w:pPr>
        <w:spacing w:after="200" w:line="276" w:lineRule="auto"/>
        <w:jc w:val="right"/>
        <w:rPr>
          <w:rFonts w:cs="B Lotus"/>
          <w:b/>
          <w:bCs/>
          <w:sz w:val="10"/>
          <w:szCs w:val="16"/>
          <w:lang w:bidi="fa-IR"/>
        </w:rPr>
      </w:pPr>
    </w:p>
    <w:p w:rsidR="007E3B7B" w:rsidRPr="009E4D84" w:rsidRDefault="006E45F3" w:rsidP="00BB052B">
      <w:pPr>
        <w:spacing w:after="200" w:line="276" w:lineRule="auto"/>
        <w:ind w:right="282"/>
        <w:jc w:val="right"/>
        <w:rPr>
          <w:rFonts w:cs="B Lotus"/>
          <w:b/>
          <w:bCs/>
          <w:sz w:val="20"/>
          <w:szCs w:val="26"/>
          <w:lang w:bidi="fa-IR"/>
        </w:rPr>
      </w:pPr>
      <w:r w:rsidRPr="009E4D84">
        <w:rPr>
          <w:rFonts w:cs="B Lotus" w:hint="cs"/>
          <w:b/>
          <w:bCs/>
          <w:sz w:val="20"/>
          <w:szCs w:val="26"/>
          <w:rtl/>
          <w:lang w:bidi="fa-IR"/>
        </w:rPr>
        <w:t xml:space="preserve">مقاله هاي </w:t>
      </w:r>
      <w:r w:rsidR="006D70C7" w:rsidRPr="009E4D84">
        <w:rPr>
          <w:rFonts w:cs="B Lotus" w:hint="cs"/>
          <w:b/>
          <w:bCs/>
          <w:sz w:val="20"/>
          <w:szCs w:val="26"/>
          <w:rtl/>
          <w:lang w:bidi="fa-IR"/>
        </w:rPr>
        <w:t>مورد استناد از پايگاه اطلاعاتي</w:t>
      </w:r>
    </w:p>
    <w:p w:rsidR="00E06436" w:rsidRPr="00E06436" w:rsidRDefault="006E7555" w:rsidP="006350A2">
      <w:pPr>
        <w:pStyle w:val="3"/>
        <w:spacing w:line="228" w:lineRule="auto"/>
        <w:ind w:left="357"/>
        <w:rPr>
          <w:rFonts w:ascii="Times New Roman" w:hAnsi="Times New Roman" w:cs="B Lotus"/>
          <w:b w:val="0"/>
          <w:bCs w:val="0"/>
          <w:szCs w:val="26"/>
          <w:lang w:bidi="fa-IR"/>
        </w:rPr>
      </w:pPr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      </w:t>
      </w:r>
      <w:r w:rsidR="00E06436"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Holliday, R.E., &amp; Hayes, B.K. (2001). Dissociating </w:t>
      </w:r>
      <w:r w:rsidR="00307E84">
        <w:rPr>
          <w:rFonts w:ascii="Times New Roman" w:hAnsi="Times New Roman" w:cs="B Lotus"/>
          <w:b w:val="0"/>
          <w:bCs w:val="0"/>
          <w:szCs w:val="26"/>
          <w:lang w:bidi="fa-IR"/>
        </w:rPr>
        <w:t>a</w:t>
      </w:r>
      <w:r w:rsidR="00E06436"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utomatic and </w:t>
      </w:r>
      <w:r w:rsidR="00307E84">
        <w:rPr>
          <w:rFonts w:ascii="Times New Roman" w:hAnsi="Times New Roman" w:cs="B Lotus"/>
          <w:b w:val="0"/>
          <w:bCs w:val="0"/>
          <w:szCs w:val="26"/>
          <w:lang w:bidi="fa-IR"/>
        </w:rPr>
        <w:t>i</w:t>
      </w:r>
      <w:r w:rsidR="00E06436"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nternational </w:t>
      </w:r>
      <w:r w:rsidR="00307E84">
        <w:rPr>
          <w:rFonts w:ascii="Times New Roman" w:hAnsi="Times New Roman" w:cs="B Lotus"/>
          <w:b w:val="0"/>
          <w:bCs w:val="0"/>
          <w:szCs w:val="26"/>
          <w:lang w:bidi="fa-IR"/>
        </w:rPr>
        <w:t>p</w:t>
      </w:r>
      <w:r w:rsidR="00E06436"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rocesses in </w:t>
      </w:r>
      <w:r w:rsidR="00307E84">
        <w:rPr>
          <w:rFonts w:ascii="Times New Roman" w:hAnsi="Times New Roman" w:cs="B Lotus"/>
          <w:b w:val="0"/>
          <w:bCs w:val="0"/>
          <w:szCs w:val="26"/>
          <w:lang w:bidi="fa-IR"/>
        </w:rPr>
        <w:t>c</w:t>
      </w:r>
      <w:r w:rsidR="00E06436">
        <w:rPr>
          <w:rFonts w:ascii="Times New Roman" w:hAnsi="Times New Roman" w:cs="B Lotus"/>
          <w:b w:val="0"/>
          <w:bCs w:val="0"/>
          <w:szCs w:val="26"/>
          <w:lang w:bidi="fa-IR"/>
        </w:rPr>
        <w:t>hildren</w:t>
      </w:r>
      <w:r>
        <w:rPr>
          <w:i/>
          <w:iCs/>
          <w:lang w:bidi="fa-IR"/>
        </w:rPr>
        <w:softHyphen/>
      </w:r>
      <w:r>
        <w:rPr>
          <w:rFonts w:ascii="Arial" w:hAnsi="Arial" w:cs="Arial"/>
          <w:i/>
          <w:iCs/>
          <w:lang w:bidi="fa-IR"/>
        </w:rPr>
        <w:t>’</w:t>
      </w:r>
      <w:r w:rsidR="00E06436"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s </w:t>
      </w:r>
      <w:r w:rsidR="00307E84">
        <w:rPr>
          <w:rFonts w:ascii="Times New Roman" w:hAnsi="Times New Roman" w:cs="B Lotus"/>
          <w:b w:val="0"/>
          <w:bCs w:val="0"/>
          <w:szCs w:val="26"/>
          <w:lang w:bidi="fa-IR"/>
        </w:rPr>
        <w:t>e</w:t>
      </w:r>
      <w:r w:rsidR="00E06436"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yewitness </w:t>
      </w:r>
      <w:r w:rsidR="00307E84">
        <w:rPr>
          <w:rFonts w:ascii="Times New Roman" w:hAnsi="Times New Roman" w:cs="B Lotus"/>
          <w:b w:val="0"/>
          <w:bCs w:val="0"/>
          <w:szCs w:val="26"/>
          <w:lang w:bidi="fa-IR"/>
        </w:rPr>
        <w:t>m</w:t>
      </w:r>
      <w:r w:rsidR="00E06436"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emory. Journal of Experimental Child Psychology, 75 (1), 1-5. </w:t>
      </w:r>
      <w:proofErr w:type="spellStart"/>
      <w:r w:rsidR="00E06436">
        <w:rPr>
          <w:rFonts w:ascii="Times New Roman" w:hAnsi="Times New Roman" w:cs="B Lotus"/>
          <w:b w:val="0"/>
          <w:bCs w:val="0"/>
          <w:szCs w:val="26"/>
          <w:lang w:bidi="fa-IR"/>
        </w:rPr>
        <w:t>Retrived</w:t>
      </w:r>
      <w:proofErr w:type="spellEnd"/>
      <w:r w:rsidR="00E06436"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 February 21, 2001, From E</w:t>
      </w:r>
      <w:r>
        <w:rPr>
          <w:rFonts w:ascii="Times New Roman" w:hAnsi="Times New Roman" w:cs="B Lotus"/>
          <w:b w:val="0"/>
          <w:bCs w:val="0"/>
          <w:szCs w:val="26"/>
          <w:lang w:bidi="fa-IR"/>
        </w:rPr>
        <w:t>xpanded Academic ASAP database</w:t>
      </w:r>
      <w:r w:rsidR="00B47BAD">
        <w:rPr>
          <w:rFonts w:ascii="Times New Roman" w:hAnsi="Times New Roman" w:cs="B Lotus"/>
          <w:b w:val="0"/>
          <w:bCs w:val="0"/>
          <w:szCs w:val="26"/>
          <w:lang w:bidi="fa-IR"/>
        </w:rPr>
        <w:t>.</w:t>
      </w:r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 </w:t>
      </w:r>
    </w:p>
    <w:p w:rsidR="006350A2" w:rsidRPr="006350A2" w:rsidRDefault="006350A2" w:rsidP="00E06436">
      <w:pPr>
        <w:pStyle w:val="3"/>
        <w:bidi/>
        <w:spacing w:line="228" w:lineRule="auto"/>
        <w:ind w:left="360"/>
        <w:rPr>
          <w:rFonts w:ascii="Times New Roman" w:hAnsi="Times New Roman" w:cs="B Lotus"/>
          <w:sz w:val="8"/>
          <w:szCs w:val="14"/>
          <w:rtl/>
          <w:lang w:bidi="fa-IR"/>
        </w:rPr>
      </w:pPr>
    </w:p>
    <w:p w:rsidR="00E06436" w:rsidRDefault="00B47BAD" w:rsidP="006350A2">
      <w:pPr>
        <w:pStyle w:val="3"/>
        <w:bidi/>
        <w:spacing w:line="228" w:lineRule="auto"/>
        <w:ind w:left="360"/>
        <w:rPr>
          <w:rFonts w:ascii="Times New Roman" w:hAnsi="Times New Roman" w:cs="B Lotus"/>
          <w:szCs w:val="26"/>
          <w:rtl/>
          <w:lang w:bidi="fa-IR"/>
        </w:rPr>
      </w:pPr>
      <w:r>
        <w:rPr>
          <w:rFonts w:ascii="Times New Roman" w:hAnsi="Times New Roman" w:cs="B Lotus" w:hint="cs"/>
          <w:szCs w:val="26"/>
          <w:rtl/>
          <w:lang w:bidi="fa-IR"/>
        </w:rPr>
        <w:t>رساله/پايان نامه</w:t>
      </w:r>
    </w:p>
    <w:p w:rsidR="00B47BAD" w:rsidRDefault="00B47BAD" w:rsidP="007B31F8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  <w:lang w:bidi="fa-IR"/>
        </w:rPr>
      </w:pPr>
      <w:r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>رضايت بخش، رضا</w:t>
      </w:r>
      <w:r w:rsidR="00FC18EE"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>.</w:t>
      </w:r>
      <w:r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 xml:space="preserve"> </w:t>
      </w:r>
      <w:r w:rsidR="001A3B6D"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>(</w:t>
      </w:r>
      <w:r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>1373</w:t>
      </w:r>
      <w:r w:rsidR="001A3B6D"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>)</w:t>
      </w:r>
      <w:r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 xml:space="preserve">. </w:t>
      </w:r>
      <w:r w:rsidRPr="00AF12F9">
        <w:rPr>
          <w:rFonts w:ascii="Times New Roman" w:hAnsi="Times New Roman" w:cs="B Lotus" w:hint="cs"/>
          <w:b w:val="0"/>
          <w:bCs w:val="0"/>
          <w:i/>
          <w:iCs/>
          <w:szCs w:val="26"/>
          <w:rtl/>
          <w:lang w:bidi="fa-IR"/>
        </w:rPr>
        <w:t>بررسي انگيزش پيشرفت در يادگيري و آموزش و عوامل وابسته به آن در دانشجويان دانشگاه هاي دولتي</w:t>
      </w:r>
      <w:r w:rsidR="000B05FE"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 xml:space="preserve"> </w:t>
      </w:r>
      <w:r w:rsidR="007B31F8"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>(</w:t>
      </w:r>
      <w:r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>رساله دكترا</w:t>
      </w:r>
      <w:r w:rsidR="007B31F8"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>).</w:t>
      </w:r>
      <w:r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 xml:space="preserve"> دانشگاه آزاد اسلامي</w:t>
      </w:r>
      <w:r w:rsidR="00306436"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>،</w:t>
      </w:r>
      <w:r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 xml:space="preserve"> واحد علوم و تحقيقات</w:t>
      </w:r>
      <w:r w:rsidR="00306436"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>،</w:t>
      </w:r>
      <w:r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 xml:space="preserve"> تهران.</w:t>
      </w:r>
    </w:p>
    <w:p w:rsidR="00B47BAD" w:rsidRPr="001D60FA" w:rsidRDefault="00B47BAD" w:rsidP="00B47BAD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szCs w:val="26"/>
          <w:rtl/>
          <w:lang w:bidi="fa-IR"/>
        </w:rPr>
      </w:pPr>
      <w:r w:rsidRPr="001D60FA">
        <w:rPr>
          <w:rFonts w:ascii="Times New Roman" w:hAnsi="Times New Roman" w:cs="B Lotus" w:hint="cs"/>
          <w:szCs w:val="26"/>
          <w:rtl/>
          <w:lang w:bidi="fa-IR"/>
        </w:rPr>
        <w:t xml:space="preserve">يا: </w:t>
      </w:r>
    </w:p>
    <w:p w:rsidR="00B47BAD" w:rsidRDefault="00B47BAD" w:rsidP="007B31F8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  <w:lang w:bidi="fa-IR"/>
        </w:rPr>
      </w:pPr>
      <w:r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>گرجي، يوسف</w:t>
      </w:r>
      <w:r w:rsidR="004F76FC"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>.</w:t>
      </w:r>
      <w:r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 xml:space="preserve"> </w:t>
      </w:r>
      <w:r w:rsidR="001A3B6D"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>(</w:t>
      </w:r>
      <w:r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>1373</w:t>
      </w:r>
      <w:r w:rsidR="001A3B6D"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>)</w:t>
      </w:r>
      <w:r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 xml:space="preserve">. </w:t>
      </w:r>
      <w:r w:rsidRPr="00AF12F9">
        <w:rPr>
          <w:rFonts w:ascii="Times New Roman" w:hAnsi="Times New Roman" w:cs="B Lotus" w:hint="cs"/>
          <w:b w:val="0"/>
          <w:bCs w:val="0"/>
          <w:i/>
          <w:iCs/>
          <w:szCs w:val="26"/>
          <w:rtl/>
          <w:lang w:bidi="fa-IR"/>
        </w:rPr>
        <w:t>رابطه بين ميزان جمعيت اجتماعي استادان از نظر دانشجويان و نحوه ارزشيابي دانشجويان از فعاليت</w:t>
      </w:r>
      <w:r w:rsidR="00D87034" w:rsidRPr="00AF12F9">
        <w:rPr>
          <w:rFonts w:ascii="Times New Roman" w:hAnsi="Times New Roman" w:cs="B Lotus" w:hint="cs"/>
          <w:b w:val="0"/>
          <w:bCs w:val="0"/>
          <w:i/>
          <w:iCs/>
          <w:szCs w:val="26"/>
          <w:rtl/>
          <w:lang w:bidi="fa-IR"/>
        </w:rPr>
        <w:t xml:space="preserve"> هاي آموزشي آنان</w:t>
      </w:r>
      <w:r w:rsidR="00D87034"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 xml:space="preserve"> </w:t>
      </w:r>
      <w:r w:rsidR="007B31F8"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>(</w:t>
      </w:r>
      <w:r w:rsidR="00D87034"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>پايان نامه كارشناسي ارشد</w:t>
      </w:r>
      <w:r w:rsidR="007B31F8"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>).</w:t>
      </w:r>
      <w:r w:rsidR="00D87034"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 xml:space="preserve"> دانشگاه علامه طباطبايي</w:t>
      </w:r>
      <w:r w:rsidR="000B05FE"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>،</w:t>
      </w:r>
      <w:r w:rsidR="00D87034"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 xml:space="preserve"> تهران.</w:t>
      </w:r>
    </w:p>
    <w:p w:rsidR="00FC18EE" w:rsidRPr="00B47BAD" w:rsidRDefault="00FC18EE" w:rsidP="00FC18EE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  <w:lang w:bidi="fa-IR"/>
        </w:rPr>
      </w:pPr>
    </w:p>
    <w:p w:rsidR="006E45F3" w:rsidRDefault="00FC18EE" w:rsidP="00003977">
      <w:pPr>
        <w:pStyle w:val="3"/>
        <w:spacing w:line="228" w:lineRule="auto"/>
        <w:ind w:right="284"/>
        <w:rPr>
          <w:rFonts w:ascii="Times New Roman" w:hAnsi="Times New Roman" w:cs="B Lotus"/>
          <w:b w:val="0"/>
          <w:bCs w:val="0"/>
          <w:szCs w:val="26"/>
          <w:lang w:bidi="fa-IR"/>
        </w:rPr>
      </w:pPr>
      <w:r>
        <w:rPr>
          <w:rFonts w:ascii="Times New Roman" w:hAnsi="Times New Roman" w:cs="B Lotus"/>
          <w:b w:val="0"/>
          <w:bCs w:val="0"/>
          <w:szCs w:val="26"/>
        </w:rPr>
        <w:t xml:space="preserve">      </w:t>
      </w:r>
      <w:r w:rsidR="004E4B5E">
        <w:rPr>
          <w:rFonts w:ascii="Times New Roman" w:hAnsi="Times New Roman" w:cs="B Lotus"/>
          <w:b w:val="0"/>
          <w:bCs w:val="0"/>
          <w:szCs w:val="26"/>
        </w:rPr>
        <w:t>Young, R. F. (2007)</w:t>
      </w:r>
      <w:r w:rsidR="00386B12">
        <w:rPr>
          <w:rFonts w:ascii="Times New Roman" w:hAnsi="Times New Roman" w:cs="B Lotus"/>
          <w:b w:val="0"/>
          <w:bCs w:val="0"/>
          <w:szCs w:val="26"/>
        </w:rPr>
        <w:t>.</w:t>
      </w:r>
      <w:r w:rsidR="004E4B5E">
        <w:rPr>
          <w:rFonts w:ascii="Times New Roman" w:hAnsi="Times New Roman" w:cs="B Lotus"/>
          <w:b w:val="0"/>
          <w:bCs w:val="0"/>
          <w:szCs w:val="26"/>
        </w:rPr>
        <w:t xml:space="preserve"> </w:t>
      </w:r>
      <w:r w:rsidR="004E4B5E" w:rsidRPr="00386B12">
        <w:rPr>
          <w:rFonts w:ascii="Times New Roman" w:hAnsi="Times New Roman" w:cs="B Lotus"/>
          <w:b w:val="0"/>
          <w:bCs w:val="0"/>
          <w:i/>
          <w:iCs/>
          <w:szCs w:val="26"/>
        </w:rPr>
        <w:t>C</w:t>
      </w:r>
      <w:r w:rsidR="00306436">
        <w:rPr>
          <w:rFonts w:ascii="Times New Roman" w:hAnsi="Times New Roman" w:cs="B Lotus"/>
          <w:b w:val="0"/>
          <w:bCs w:val="0"/>
          <w:i/>
          <w:iCs/>
          <w:szCs w:val="26"/>
        </w:rPr>
        <w:t>ro</w:t>
      </w:r>
      <w:r w:rsidR="004E4B5E" w:rsidRPr="00386B12">
        <w:rPr>
          <w:rFonts w:ascii="Times New Roman" w:hAnsi="Times New Roman" w:cs="B Lotus"/>
          <w:b w:val="0"/>
          <w:bCs w:val="0"/>
          <w:i/>
          <w:iCs/>
          <w:szCs w:val="26"/>
        </w:rPr>
        <w:t xml:space="preserve">ssing boundaries in urban ecology: </w:t>
      </w:r>
      <w:r w:rsidR="00306436">
        <w:rPr>
          <w:rFonts w:ascii="Times New Roman" w:hAnsi="Times New Roman" w:cs="B Lotus"/>
          <w:b w:val="0"/>
          <w:bCs w:val="0"/>
          <w:i/>
          <w:iCs/>
          <w:szCs w:val="26"/>
        </w:rPr>
        <w:t>p</w:t>
      </w:r>
      <w:r w:rsidR="004E4B5E" w:rsidRPr="00386B12">
        <w:rPr>
          <w:rFonts w:ascii="Times New Roman" w:hAnsi="Times New Roman" w:cs="B Lotus"/>
          <w:b w:val="0"/>
          <w:bCs w:val="0"/>
          <w:i/>
          <w:iCs/>
          <w:szCs w:val="26"/>
        </w:rPr>
        <w:t>athways to sustainable citie</w:t>
      </w:r>
      <w:r w:rsidRPr="00386B12">
        <w:rPr>
          <w:rFonts w:ascii="Times New Roman" w:hAnsi="Times New Roman" w:cs="B Lotus"/>
          <w:b w:val="0"/>
          <w:bCs w:val="0"/>
          <w:i/>
          <w:iCs/>
          <w:szCs w:val="26"/>
        </w:rPr>
        <w:t>s</w:t>
      </w:r>
      <w:r>
        <w:rPr>
          <w:rFonts w:ascii="Times New Roman" w:hAnsi="Times New Roman" w:cs="B Lotus"/>
          <w:b w:val="0"/>
          <w:bCs w:val="0"/>
          <w:szCs w:val="26"/>
        </w:rPr>
        <w:t xml:space="preserve"> (Doctoral dissertation). Available from ProQuest Dissertations &amp; Thes</w:t>
      </w:r>
      <w:r w:rsidR="00003977">
        <w:rPr>
          <w:rFonts w:ascii="Times New Roman" w:hAnsi="Times New Roman" w:cs="B Lotus"/>
          <w:b w:val="0"/>
          <w:bCs w:val="0"/>
          <w:szCs w:val="26"/>
        </w:rPr>
        <w:t>i</w:t>
      </w:r>
      <w:r>
        <w:rPr>
          <w:rFonts w:ascii="Times New Roman" w:hAnsi="Times New Roman" w:cs="B Lotus"/>
          <w:b w:val="0"/>
          <w:bCs w:val="0"/>
          <w:szCs w:val="26"/>
        </w:rPr>
        <w:t>s database.</w:t>
      </w:r>
      <w:r w:rsidR="00FC70C2">
        <w:rPr>
          <w:rFonts w:ascii="Times New Roman" w:hAnsi="Times New Roman" w:cs="B Lotus"/>
          <w:b w:val="0"/>
          <w:bCs w:val="0"/>
          <w:szCs w:val="26"/>
        </w:rPr>
        <w:t xml:space="preserve">     </w:t>
      </w:r>
    </w:p>
    <w:p w:rsidR="00E85976" w:rsidRDefault="00E85976">
      <w:pPr>
        <w:spacing w:after="200" w:line="276" w:lineRule="auto"/>
        <w:rPr>
          <w:rFonts w:ascii="Times New Roman Bold" w:hAnsi="Times New Roman Bold" w:cs="B Mitra"/>
          <w:b/>
          <w:bCs/>
          <w:rtl/>
          <w:lang w:bidi="fa-IR"/>
        </w:rPr>
      </w:pPr>
      <w:r>
        <w:rPr>
          <w:rtl/>
          <w:lang w:bidi="fa-IR"/>
        </w:rPr>
        <w:br w:type="page"/>
      </w:r>
    </w:p>
    <w:p w:rsidR="00D967C8" w:rsidRPr="00717304" w:rsidRDefault="00537FFA" w:rsidP="00FC18EE">
      <w:pPr>
        <w:pStyle w:val="4"/>
        <w:bidi/>
        <w:rPr>
          <w:sz w:val="20"/>
          <w:szCs w:val="24"/>
          <w:rtl/>
          <w:lang w:bidi="fa-IR"/>
        </w:rPr>
      </w:pPr>
      <w:r w:rsidRPr="00463F8B">
        <w:rPr>
          <w:rFonts w:hint="cs"/>
          <w:sz w:val="24"/>
          <w:szCs w:val="28"/>
          <w:lang w:bidi="fa-IR"/>
        </w:rPr>
        <w:lastRenderedPageBreak/>
        <w:sym w:font="Wingdings" w:char="F03F"/>
      </w:r>
      <w:r>
        <w:rPr>
          <w:rFonts w:hint="cs"/>
          <w:sz w:val="24"/>
          <w:szCs w:val="28"/>
          <w:rtl/>
          <w:lang w:bidi="fa-IR"/>
        </w:rPr>
        <w:t xml:space="preserve"> </w:t>
      </w:r>
      <w:r w:rsidR="008014C7" w:rsidRPr="00717304">
        <w:rPr>
          <w:rFonts w:hint="cs"/>
          <w:sz w:val="20"/>
          <w:szCs w:val="24"/>
          <w:rtl/>
        </w:rPr>
        <w:t>ارجاع منابع درون متن</w:t>
      </w:r>
    </w:p>
    <w:p w:rsidR="005150D2" w:rsidRDefault="005150D2" w:rsidP="005150D2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در انتهای مطلب مورد نظر و داخل پرانتز به ترتیب: </w:t>
      </w:r>
    </w:p>
    <w:p w:rsidR="005150D2" w:rsidRDefault="005150D2" w:rsidP="001A3B6D">
      <w:pPr>
        <w:pStyle w:val="matn"/>
        <w:bidi/>
        <w:ind w:firstLine="282"/>
        <w:rPr>
          <w:rtl/>
          <w:lang w:bidi="fa-IR"/>
        </w:rPr>
      </w:pPr>
      <w:r>
        <w:rPr>
          <w:rFonts w:hint="cs"/>
          <w:rtl/>
          <w:lang w:bidi="fa-IR"/>
        </w:rPr>
        <w:t>«نام‌خانوادگی نویسنده، سال چاپ</w:t>
      </w:r>
      <w:r w:rsidR="001A3B6D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شماره صفحه یا صفحات» درج مي‌شود.</w:t>
      </w:r>
    </w:p>
    <w:p w:rsidR="005150D2" w:rsidRDefault="005150D2" w:rsidP="005150D2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>به عنوان مثال: (دعائی، 1377، 159)</w:t>
      </w:r>
    </w:p>
    <w:p w:rsidR="005150D2" w:rsidRDefault="005150D2" w:rsidP="00F92B95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در صورتی که از کتاب یا مقاله ترجمه شده‌ای استفاده شده باشد، باید نام خانوادگی نویسنده یا نویسندگان (حداکثر 3 نویسنده) به زبان فارسی بدون اشاره به نام مترجم </w:t>
      </w:r>
      <w:r w:rsidR="00F92B95">
        <w:rPr>
          <w:rFonts w:hint="cs"/>
          <w:rtl/>
          <w:lang w:bidi="fa-IR"/>
        </w:rPr>
        <w:t>درج</w:t>
      </w:r>
      <w:r>
        <w:rPr>
          <w:rFonts w:hint="cs"/>
          <w:rtl/>
          <w:lang w:bidi="fa-IR"/>
        </w:rPr>
        <w:t xml:space="preserve"> شود.</w:t>
      </w:r>
    </w:p>
    <w:p w:rsidR="005150D2" w:rsidRDefault="005150D2" w:rsidP="005150D2">
      <w:pPr>
        <w:pStyle w:val="matn"/>
        <w:bidi/>
        <w:ind w:left="284" w:firstLine="0"/>
        <w:rPr>
          <w:rtl/>
          <w:lang w:bidi="fa-IR"/>
        </w:rPr>
      </w:pPr>
      <w:r>
        <w:rPr>
          <w:rFonts w:hint="cs"/>
          <w:rtl/>
          <w:lang w:bidi="fa-IR"/>
        </w:rPr>
        <w:t xml:space="preserve">به عنوان نمونه: برای منبعی با یک نویسنده (رابینز، 1381، 58-53) برای منبعی با 2 نویسنده (کوانتز و اودانل، 1379، 62) </w:t>
      </w:r>
    </w:p>
    <w:p w:rsidR="005150D2" w:rsidRDefault="005150D2" w:rsidP="005150D2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و در صورتی که کتاب یا مقاله ترجمه شده به فارسی بیش از 3 نفر نویسنده داشته باشد، بايد تنها نام خانوادگی نویسنده اول (نه مترجم) و به دنبال آن عبارت «و دیگران» ذکر شود: </w:t>
      </w:r>
    </w:p>
    <w:p w:rsidR="005150D2" w:rsidRDefault="005150D2" w:rsidP="005150D2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(..... و دیگران، سال چاپ ترجمه کتاب در ایران، شماره صفحه یا صفحات) </w:t>
      </w:r>
    </w:p>
    <w:p w:rsidR="005150D2" w:rsidRDefault="005150D2" w:rsidP="005150D2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>به عنوان مثال: (توماس و دیگران، 1380، 58-54)</w:t>
      </w:r>
    </w:p>
    <w:p w:rsidR="005150D2" w:rsidRDefault="005150D2" w:rsidP="005150D2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>و هنگامی که یک منبع برای چند بار تکرار مي‌شود عبارت همان منبع و شماره صفحه ذکر مي‌شود. به عنوان مثال: (همان منبع،167)</w:t>
      </w:r>
    </w:p>
    <w:p w:rsidR="005150D2" w:rsidRDefault="005150D2" w:rsidP="005150D2">
      <w:pPr>
        <w:pStyle w:val="matn"/>
        <w:bidi/>
        <w:rPr>
          <w:sz w:val="10"/>
          <w:szCs w:val="16"/>
          <w:rtl/>
          <w:lang w:bidi="fa-IR"/>
        </w:rPr>
      </w:pPr>
    </w:p>
    <w:p w:rsidR="005150D2" w:rsidRDefault="005150D2" w:rsidP="005150D2">
      <w:pPr>
        <w:pStyle w:val="4"/>
        <w:bidi/>
        <w:rPr>
          <w:sz w:val="22"/>
          <w:szCs w:val="26"/>
          <w:rtl/>
          <w:lang w:bidi="fa-IR"/>
        </w:rPr>
      </w:pPr>
      <w:r>
        <w:rPr>
          <w:sz w:val="28"/>
          <w:szCs w:val="32"/>
          <w:lang w:bidi="fa-IR"/>
        </w:rPr>
        <w:sym w:font="Wingdings" w:char="003F"/>
      </w:r>
      <w:r>
        <w:rPr>
          <w:rFonts w:hint="cs"/>
          <w:sz w:val="22"/>
          <w:szCs w:val="26"/>
          <w:rtl/>
          <w:lang w:bidi="fa-IR"/>
        </w:rPr>
        <w:t>منابع انگلیسی</w:t>
      </w:r>
    </w:p>
    <w:p w:rsidR="005150D2" w:rsidRDefault="005150D2" w:rsidP="00F92B95">
      <w:pPr>
        <w:pStyle w:val="matn"/>
        <w:bidi/>
        <w:rPr>
          <w:spacing w:val="-8"/>
          <w:rtl/>
          <w:lang w:bidi="fa-IR"/>
        </w:rPr>
      </w:pPr>
      <w:r>
        <w:rPr>
          <w:rFonts w:hint="cs"/>
          <w:spacing w:val="-8"/>
          <w:rtl/>
          <w:lang w:bidi="fa-IR"/>
        </w:rPr>
        <w:t xml:space="preserve">در صورتی که از کتاب یا مقاله به زبان اصلی استفاده مي‌شود، بايد به ترتیب و از چپ به راست نام خانوادگی نویسنده یا نویسندگان (حداکثر 3 نفر)، سال چاپ، شماره صفحه یا صفحات) به صورت انگلیسی </w:t>
      </w:r>
      <w:r w:rsidR="00F92B95">
        <w:rPr>
          <w:rFonts w:hint="cs"/>
          <w:spacing w:val="-8"/>
          <w:rtl/>
          <w:lang w:bidi="fa-IR"/>
        </w:rPr>
        <w:t>درج</w:t>
      </w:r>
      <w:r>
        <w:rPr>
          <w:rFonts w:hint="cs"/>
          <w:spacing w:val="-8"/>
          <w:rtl/>
          <w:lang w:bidi="fa-IR"/>
        </w:rPr>
        <w:t xml:space="preserve"> شود: (</w:t>
      </w:r>
      <w:r>
        <w:rPr>
          <w:spacing w:val="-8"/>
          <w:lang w:bidi="fa-IR"/>
        </w:rPr>
        <w:t xml:space="preserve">Last </w:t>
      </w:r>
      <w:proofErr w:type="spellStart"/>
      <w:r>
        <w:rPr>
          <w:spacing w:val="-8"/>
          <w:lang w:bidi="fa-IR"/>
        </w:rPr>
        <w:t>Name,Year</w:t>
      </w:r>
      <w:proofErr w:type="spellEnd"/>
      <w:r>
        <w:rPr>
          <w:spacing w:val="-8"/>
          <w:lang w:bidi="fa-IR"/>
        </w:rPr>
        <w:t xml:space="preserve">, Page </w:t>
      </w:r>
      <w:r>
        <w:rPr>
          <w:rFonts w:hint="cs"/>
          <w:spacing w:val="-8"/>
          <w:rtl/>
          <w:lang w:bidi="fa-IR"/>
        </w:rPr>
        <w:t xml:space="preserve"> )</w:t>
      </w:r>
    </w:p>
    <w:p w:rsidR="005150D2" w:rsidRDefault="005150D2" w:rsidP="005150D2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>ب</w:t>
      </w:r>
      <w:r w:rsidR="00AF12F9">
        <w:rPr>
          <w:rFonts w:hint="cs"/>
          <w:rtl/>
          <w:lang w:bidi="fa-IR"/>
        </w:rPr>
        <w:t xml:space="preserve">ه </w:t>
      </w:r>
      <w:r>
        <w:rPr>
          <w:rFonts w:hint="cs"/>
          <w:rtl/>
          <w:lang w:bidi="fa-IR"/>
        </w:rPr>
        <w:t xml:space="preserve">عنوان مثال: </w:t>
      </w:r>
    </w:p>
    <w:p w:rsidR="005150D2" w:rsidRDefault="005150D2" w:rsidP="005150D2">
      <w:pPr>
        <w:pStyle w:val="matn"/>
        <w:numPr>
          <w:ilvl w:val="0"/>
          <w:numId w:val="37"/>
        </w:numPr>
        <w:bidi/>
        <w:rPr>
          <w:rtl/>
          <w:lang w:bidi="fa-IR"/>
        </w:rPr>
      </w:pPr>
      <w:r>
        <w:rPr>
          <w:rFonts w:hint="cs"/>
          <w:rtl/>
          <w:lang w:bidi="fa-IR"/>
        </w:rPr>
        <w:t>برای منبعی با یک نویسنده (</w:t>
      </w:r>
      <w:r>
        <w:rPr>
          <w:lang w:bidi="fa-IR"/>
        </w:rPr>
        <w:t>Robbins, 2001, 85-88</w:t>
      </w:r>
      <w:r>
        <w:rPr>
          <w:rFonts w:hint="cs"/>
          <w:rtl/>
          <w:lang w:bidi="fa-IR"/>
        </w:rPr>
        <w:t xml:space="preserve">) </w:t>
      </w:r>
    </w:p>
    <w:p w:rsidR="005150D2" w:rsidRDefault="005150D2" w:rsidP="00352864">
      <w:pPr>
        <w:pStyle w:val="matn"/>
        <w:numPr>
          <w:ilvl w:val="0"/>
          <w:numId w:val="37"/>
        </w:numPr>
        <w:bidi/>
        <w:rPr>
          <w:rtl/>
        </w:rPr>
      </w:pPr>
      <w:r>
        <w:rPr>
          <w:rFonts w:hint="cs"/>
          <w:rtl/>
          <w:lang w:bidi="fa-IR"/>
        </w:rPr>
        <w:t>برای منبعی با 2 نویسنده (</w:t>
      </w:r>
      <w:r>
        <w:rPr>
          <w:lang w:bidi="fa-IR"/>
        </w:rPr>
        <w:t xml:space="preserve">Stoner&amp; </w:t>
      </w:r>
      <w:proofErr w:type="spellStart"/>
      <w:r>
        <w:rPr>
          <w:lang w:bidi="fa-IR"/>
        </w:rPr>
        <w:t>Friman</w:t>
      </w:r>
      <w:proofErr w:type="spellEnd"/>
      <w:r>
        <w:rPr>
          <w:lang w:bidi="fa-IR"/>
        </w:rPr>
        <w:t>, 2002, 253</w:t>
      </w:r>
      <w:r>
        <w:rPr>
          <w:rFonts w:hint="cs"/>
          <w:rtl/>
          <w:lang w:bidi="fa-IR"/>
        </w:rPr>
        <w:t xml:space="preserve"> )</w:t>
      </w:r>
    </w:p>
    <w:p w:rsidR="005150D2" w:rsidRDefault="005150D2" w:rsidP="005150D2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>و در مواردی که کتاب یا مقاله به زبان اصلی، دارای بیش از 3 نویسنده باشد، باید تنها نام خانوادگی نفر اول ذکر شده و سپس از واژه (</w:t>
      </w:r>
      <w:r>
        <w:rPr>
          <w:lang w:bidi="fa-IR"/>
        </w:rPr>
        <w:t>et al</w:t>
      </w:r>
      <w:r>
        <w:rPr>
          <w:rFonts w:hint="cs"/>
          <w:rtl/>
          <w:lang w:bidi="fa-IR"/>
        </w:rPr>
        <w:t xml:space="preserve">) استفاده شود: </w:t>
      </w:r>
    </w:p>
    <w:p w:rsidR="005150D2" w:rsidRDefault="005150D2" w:rsidP="005150D2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( </w:t>
      </w:r>
      <w:r>
        <w:rPr>
          <w:lang w:bidi="fa-IR"/>
        </w:rPr>
        <w:t>Last  Name &amp; et al, 2002, 214-229</w:t>
      </w:r>
      <w:r>
        <w:rPr>
          <w:rFonts w:hint="cs"/>
          <w:rtl/>
          <w:lang w:bidi="fa-IR"/>
        </w:rPr>
        <w:t xml:space="preserve"> )</w:t>
      </w:r>
    </w:p>
    <w:p w:rsidR="005150D2" w:rsidRDefault="005150D2" w:rsidP="005150D2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به عنوان نمونه: </w:t>
      </w:r>
    </w:p>
    <w:p w:rsidR="005150D2" w:rsidRDefault="005150D2" w:rsidP="00AF12F9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>(</w:t>
      </w:r>
      <w:r>
        <w:rPr>
          <w:lang w:bidi="fa-IR"/>
        </w:rPr>
        <w:t>Thomason &amp; et a1, 2002, 214-229</w:t>
      </w:r>
      <w:r>
        <w:rPr>
          <w:rFonts w:hint="cs"/>
          <w:rtl/>
          <w:lang w:bidi="fa-IR"/>
        </w:rPr>
        <w:t>)</w:t>
      </w:r>
    </w:p>
    <w:p w:rsidR="005150D2" w:rsidRDefault="005150D2" w:rsidP="00F92B95">
      <w:pPr>
        <w:pStyle w:val="matn"/>
        <w:bidi/>
        <w:rPr>
          <w:spacing w:val="-8"/>
          <w:rtl/>
          <w:lang w:bidi="fa-IR"/>
        </w:rPr>
      </w:pPr>
      <w:r>
        <w:rPr>
          <w:rFonts w:hint="cs"/>
          <w:spacing w:val="-8"/>
          <w:rtl/>
          <w:lang w:bidi="fa-IR"/>
        </w:rPr>
        <w:t>در صورتی که یک منبع انگلیسی برابر چند بار تکرار مي‌شود، در انتهای مطلب داخل پرانتز عبارت (</w:t>
      </w:r>
      <w:r>
        <w:rPr>
          <w:spacing w:val="-8"/>
          <w:lang w:bidi="fa-IR"/>
        </w:rPr>
        <w:t>Ibid, P</w:t>
      </w:r>
      <w:r>
        <w:rPr>
          <w:rFonts w:hint="cs"/>
          <w:spacing w:val="-8"/>
          <w:rtl/>
          <w:lang w:bidi="fa-IR"/>
        </w:rPr>
        <w:t xml:space="preserve"> ) </w:t>
      </w:r>
      <w:r w:rsidR="00F92B95">
        <w:rPr>
          <w:rFonts w:hint="cs"/>
          <w:spacing w:val="-8"/>
          <w:rtl/>
          <w:lang w:bidi="fa-IR"/>
        </w:rPr>
        <w:t>استفاده</w:t>
      </w:r>
      <w:r>
        <w:rPr>
          <w:rFonts w:hint="cs"/>
          <w:spacing w:val="-8"/>
          <w:rtl/>
          <w:lang w:bidi="fa-IR"/>
        </w:rPr>
        <w:t xml:space="preserve"> مي‌شود.</w:t>
      </w:r>
    </w:p>
    <w:p w:rsidR="005150D2" w:rsidRDefault="005150D2" w:rsidP="005150D2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>برای مثال: (</w:t>
      </w:r>
      <w:r>
        <w:rPr>
          <w:lang w:bidi="fa-IR"/>
        </w:rPr>
        <w:t>Ibid, 37</w:t>
      </w:r>
      <w:r>
        <w:rPr>
          <w:rFonts w:hint="cs"/>
          <w:rtl/>
          <w:lang w:bidi="fa-IR"/>
        </w:rPr>
        <w:t>)</w:t>
      </w:r>
    </w:p>
    <w:p w:rsidR="00E85976" w:rsidRDefault="00E85976">
      <w:pPr>
        <w:spacing w:after="200" w:line="276" w:lineRule="auto"/>
        <w:rPr>
          <w:rFonts w:ascii="Times New Roman Bold" w:hAnsi="Times New Roman Bold" w:cs="B Mitra"/>
          <w:b/>
          <w:bCs/>
          <w:sz w:val="22"/>
          <w:szCs w:val="26"/>
          <w:rtl/>
          <w:lang w:bidi="fa-IR"/>
        </w:rPr>
      </w:pPr>
      <w:r>
        <w:rPr>
          <w:rtl/>
          <w:lang w:bidi="fa-IR"/>
        </w:rPr>
        <w:br w:type="page"/>
      </w:r>
    </w:p>
    <w:p w:rsidR="00D967C8" w:rsidRDefault="00D967C8" w:rsidP="0021585C">
      <w:pPr>
        <w:pStyle w:val="2"/>
        <w:bidi/>
        <w:rPr>
          <w:rtl/>
          <w:lang w:bidi="fa-IR"/>
        </w:rPr>
      </w:pPr>
      <w:r w:rsidRPr="00405BA7">
        <w:rPr>
          <w:rFonts w:hint="cs"/>
          <w:rtl/>
          <w:lang w:bidi="fa-IR"/>
        </w:rPr>
        <w:lastRenderedPageBreak/>
        <w:t>ج</w:t>
      </w:r>
      <w:r w:rsidR="008E4F6F">
        <w:rPr>
          <w:rFonts w:hint="cs"/>
          <w:rtl/>
          <w:lang w:bidi="fa-IR"/>
        </w:rPr>
        <w:t>-</w:t>
      </w:r>
      <w:r w:rsidRPr="00405BA7">
        <w:rPr>
          <w:rFonts w:hint="cs"/>
          <w:rtl/>
          <w:lang w:bidi="fa-IR"/>
        </w:rPr>
        <w:t xml:space="preserve"> پیوست</w:t>
      </w:r>
      <w:r w:rsidR="00717304">
        <w:rPr>
          <w:rFonts w:hint="cs"/>
          <w:rtl/>
          <w:lang w:bidi="fa-IR"/>
        </w:rPr>
        <w:t xml:space="preserve"> </w:t>
      </w:r>
      <w:r w:rsidRPr="00405BA7">
        <w:rPr>
          <w:rFonts w:hint="cs"/>
          <w:rtl/>
          <w:lang w:bidi="fa-IR"/>
        </w:rPr>
        <w:t xml:space="preserve">ها </w:t>
      </w:r>
    </w:p>
    <w:p w:rsidR="00D967C8" w:rsidRPr="00405BA7" w:rsidRDefault="00D967C8" w:rsidP="00C00E9F">
      <w:pPr>
        <w:pStyle w:val="matn"/>
        <w:bidi/>
        <w:spacing w:line="228" w:lineRule="auto"/>
        <w:ind w:left="-1" w:firstLine="285"/>
        <w:rPr>
          <w:rtl/>
          <w:lang w:bidi="fa-IR"/>
        </w:rPr>
      </w:pPr>
      <w:r w:rsidRPr="00405BA7">
        <w:rPr>
          <w:rFonts w:hint="cs"/>
          <w:rtl/>
          <w:lang w:bidi="fa-IR"/>
        </w:rPr>
        <w:t>پیوست</w:t>
      </w:r>
      <w:r w:rsidR="0018599C">
        <w:rPr>
          <w:rFonts w:hint="cs"/>
          <w:rtl/>
          <w:lang w:bidi="fa-IR"/>
        </w:rPr>
        <w:t xml:space="preserve"> </w:t>
      </w:r>
      <w:r w:rsidRPr="00405BA7">
        <w:rPr>
          <w:rFonts w:hint="cs"/>
          <w:rtl/>
          <w:lang w:bidi="fa-IR"/>
        </w:rPr>
        <w:t xml:space="preserve">ها شامل </w:t>
      </w:r>
      <w:r w:rsidR="00C00E9F" w:rsidRPr="009C196C">
        <w:rPr>
          <w:rFonts w:hint="cs"/>
          <w:rtl/>
        </w:rPr>
        <w:t>(شامل جدول</w:t>
      </w:r>
      <w:r w:rsidR="00C00E9F">
        <w:rPr>
          <w:rFonts w:hint="cs"/>
          <w:rtl/>
        </w:rPr>
        <w:t xml:space="preserve"> ها</w:t>
      </w:r>
      <w:r w:rsidR="00C00E9F" w:rsidRPr="009C196C">
        <w:rPr>
          <w:rFonts w:hint="cs"/>
          <w:rtl/>
        </w:rPr>
        <w:t xml:space="preserve">، نمودارها، شکل‌ها، </w:t>
      </w:r>
      <w:r w:rsidR="00C00E9F">
        <w:rPr>
          <w:rFonts w:hint="cs"/>
          <w:rtl/>
        </w:rPr>
        <w:t xml:space="preserve">آزمون </w:t>
      </w:r>
      <w:r w:rsidR="00C00E9F" w:rsidRPr="009C196C">
        <w:rPr>
          <w:rFonts w:hint="cs"/>
          <w:rtl/>
        </w:rPr>
        <w:t>ها و پرسشنامه</w:t>
      </w:r>
      <w:r w:rsidR="00C00E9F" w:rsidRPr="009C196C">
        <w:rPr>
          <w:rFonts w:hint="eastAsia"/>
          <w:rtl/>
        </w:rPr>
        <w:t>‌</w:t>
      </w:r>
      <w:r w:rsidR="00C00E9F" w:rsidRPr="009C196C">
        <w:rPr>
          <w:rFonts w:hint="cs"/>
          <w:rtl/>
        </w:rPr>
        <w:t>های خود ساخته</w:t>
      </w:r>
      <w:r w:rsidR="00C00E9F">
        <w:rPr>
          <w:rFonts w:hint="cs"/>
          <w:rtl/>
        </w:rPr>
        <w:t xml:space="preserve">، روش هاي محاسباتي </w:t>
      </w:r>
      <w:r w:rsidR="00C00E9F" w:rsidRPr="009C196C">
        <w:rPr>
          <w:rFonts w:hint="cs"/>
          <w:rtl/>
        </w:rPr>
        <w:t>و برنامه</w:t>
      </w:r>
      <w:r w:rsidR="00C00E9F" w:rsidRPr="009C196C">
        <w:rPr>
          <w:rFonts w:hint="eastAsia"/>
          <w:rtl/>
        </w:rPr>
        <w:t>‌</w:t>
      </w:r>
      <w:r w:rsidR="00C00E9F" w:rsidRPr="009C196C">
        <w:rPr>
          <w:rFonts w:hint="cs"/>
          <w:rtl/>
        </w:rPr>
        <w:t>های رایانه</w:t>
      </w:r>
      <w:r w:rsidR="00C00E9F" w:rsidRPr="009C196C">
        <w:rPr>
          <w:rFonts w:hint="eastAsia"/>
          <w:rtl/>
        </w:rPr>
        <w:t>‌</w:t>
      </w:r>
      <w:r w:rsidR="00C00E9F" w:rsidRPr="009C196C">
        <w:rPr>
          <w:rFonts w:hint="cs"/>
          <w:rtl/>
        </w:rPr>
        <w:t>ای ...)</w:t>
      </w:r>
      <w:r w:rsidR="00C00E9F">
        <w:rPr>
          <w:rFonts w:hint="cs"/>
          <w:rtl/>
          <w:lang w:bidi="fa-IR"/>
        </w:rPr>
        <w:t xml:space="preserve"> </w:t>
      </w:r>
      <w:r w:rsidRPr="00405BA7">
        <w:rPr>
          <w:rFonts w:hint="cs"/>
          <w:rtl/>
          <w:lang w:bidi="fa-IR"/>
        </w:rPr>
        <w:t xml:space="preserve">بعد از آخرین صفحه </w:t>
      </w:r>
      <w:r w:rsidR="00717304">
        <w:rPr>
          <w:rFonts w:hint="cs"/>
          <w:rtl/>
          <w:lang w:bidi="fa-IR"/>
        </w:rPr>
        <w:t>مراجع</w:t>
      </w:r>
      <w:r w:rsidRPr="00405BA7">
        <w:rPr>
          <w:rFonts w:hint="cs"/>
          <w:rtl/>
          <w:lang w:bidi="fa-IR"/>
        </w:rPr>
        <w:t xml:space="preserve"> قرار می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 xml:space="preserve">گیرند. چنانچه تعداد آنها زیاد باشد بايد فهرست آنها تهیه و در بخش آخر </w:t>
      </w:r>
      <w:r>
        <w:rPr>
          <w:rFonts w:hint="cs"/>
          <w:rtl/>
          <w:lang w:bidi="fa-IR"/>
        </w:rPr>
        <w:t>«</w:t>
      </w:r>
      <w:r w:rsidRPr="00405BA7">
        <w:rPr>
          <w:rFonts w:hint="cs"/>
          <w:rtl/>
          <w:lang w:bidi="fa-IR"/>
        </w:rPr>
        <w:t>فهرست مطالب</w:t>
      </w:r>
      <w:r>
        <w:rPr>
          <w:rFonts w:hint="cs"/>
          <w:rtl/>
          <w:lang w:bidi="fa-IR"/>
        </w:rPr>
        <w:t>»</w:t>
      </w:r>
      <w:r w:rsidRPr="00405BA7">
        <w:rPr>
          <w:rFonts w:hint="cs"/>
          <w:rtl/>
          <w:lang w:bidi="fa-IR"/>
        </w:rPr>
        <w:t xml:space="preserve"> گزارش درج </w:t>
      </w:r>
      <w:r w:rsidR="00717304">
        <w:rPr>
          <w:rFonts w:hint="cs"/>
          <w:rtl/>
          <w:lang w:bidi="fa-IR"/>
        </w:rPr>
        <w:t>شو</w:t>
      </w:r>
      <w:r w:rsidRPr="00405BA7">
        <w:rPr>
          <w:rFonts w:hint="cs"/>
          <w:rtl/>
          <w:lang w:bidi="fa-IR"/>
        </w:rPr>
        <w:t>د.</w:t>
      </w:r>
    </w:p>
    <w:p w:rsidR="00D967C8" w:rsidRPr="00405BA7" w:rsidRDefault="00FB571D" w:rsidP="00FB571D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در صورتي كه </w:t>
      </w:r>
      <w:r w:rsidR="00D967C8" w:rsidRPr="00405BA7">
        <w:rPr>
          <w:rFonts w:hint="cs"/>
          <w:rtl/>
          <w:lang w:bidi="fa-IR"/>
        </w:rPr>
        <w:t>پیوست</w:t>
      </w:r>
      <w:r w:rsidR="006F600B">
        <w:rPr>
          <w:rFonts w:hint="cs"/>
          <w:rtl/>
          <w:lang w:bidi="fa-IR"/>
        </w:rPr>
        <w:t xml:space="preserve"> </w:t>
      </w:r>
      <w:r w:rsidR="00D967C8" w:rsidRPr="00405BA7">
        <w:rPr>
          <w:rFonts w:hint="cs"/>
          <w:rtl/>
          <w:lang w:bidi="fa-IR"/>
        </w:rPr>
        <w:t>ها بزرگتر از صفحات اصلی گزارش باشند با استفاده از دستگاه فتوکپی</w:t>
      </w:r>
      <w:r w:rsidR="00D967C8">
        <w:rPr>
          <w:rFonts w:hint="eastAsia"/>
          <w:rtl/>
          <w:lang w:bidi="fa-IR"/>
        </w:rPr>
        <w:t>‌</w:t>
      </w:r>
      <w:r w:rsidR="00D967C8" w:rsidRPr="00405BA7">
        <w:rPr>
          <w:rFonts w:hint="cs"/>
          <w:rtl/>
          <w:lang w:bidi="fa-IR"/>
        </w:rPr>
        <w:t xml:space="preserve"> مخصوص، کوچک و استاندارد شده و در صورتی</w:t>
      </w:r>
      <w:r w:rsidR="006F600B">
        <w:rPr>
          <w:rFonts w:hint="cs"/>
          <w:rtl/>
          <w:lang w:bidi="fa-IR"/>
        </w:rPr>
        <w:t xml:space="preserve"> </w:t>
      </w:r>
      <w:r w:rsidR="00D967C8" w:rsidRPr="00405BA7">
        <w:rPr>
          <w:rFonts w:hint="cs"/>
          <w:rtl/>
          <w:lang w:bidi="fa-IR"/>
        </w:rPr>
        <w:t xml:space="preserve">که </w:t>
      </w:r>
      <w:r w:rsidR="00DE5675">
        <w:rPr>
          <w:rFonts w:hint="cs"/>
          <w:rtl/>
          <w:lang w:bidi="fa-IR"/>
        </w:rPr>
        <w:t xml:space="preserve">بايد </w:t>
      </w:r>
      <w:r w:rsidR="00D967C8" w:rsidRPr="00405BA7">
        <w:rPr>
          <w:rFonts w:hint="cs"/>
          <w:rtl/>
          <w:lang w:bidi="fa-IR"/>
        </w:rPr>
        <w:t xml:space="preserve">بعضی از آنها بزرگ تر از برگ </w:t>
      </w:r>
      <w:r w:rsidR="00D967C8" w:rsidRPr="00405BA7">
        <w:rPr>
          <w:lang w:bidi="fa-IR"/>
        </w:rPr>
        <w:t>A4</w:t>
      </w:r>
      <w:r w:rsidR="00D967C8" w:rsidRPr="00405BA7">
        <w:rPr>
          <w:rFonts w:hint="cs"/>
          <w:rtl/>
          <w:lang w:bidi="fa-IR"/>
        </w:rPr>
        <w:t xml:space="preserve"> باشند</w:t>
      </w:r>
      <w:r w:rsidR="00D967C8">
        <w:rPr>
          <w:rFonts w:hint="cs"/>
          <w:rtl/>
          <w:lang w:bidi="fa-IR"/>
        </w:rPr>
        <w:t>،</w:t>
      </w:r>
      <w:r w:rsidR="00D967C8" w:rsidRPr="00405BA7">
        <w:rPr>
          <w:rFonts w:hint="cs"/>
          <w:rtl/>
          <w:lang w:bidi="fa-IR"/>
        </w:rPr>
        <w:t xml:space="preserve"> </w:t>
      </w:r>
      <w:r w:rsidR="00DE5675">
        <w:rPr>
          <w:rFonts w:hint="cs"/>
          <w:rtl/>
          <w:lang w:bidi="fa-IR"/>
        </w:rPr>
        <w:t>لازم است</w:t>
      </w:r>
      <w:r w:rsidR="00D967C8" w:rsidRPr="00405BA7">
        <w:rPr>
          <w:rFonts w:hint="cs"/>
          <w:rtl/>
          <w:lang w:bidi="fa-IR"/>
        </w:rPr>
        <w:t xml:space="preserve"> به نحوی</w:t>
      </w:r>
      <w:r w:rsidR="006F600B">
        <w:rPr>
          <w:rFonts w:hint="cs"/>
          <w:rtl/>
          <w:lang w:bidi="fa-IR"/>
        </w:rPr>
        <w:t xml:space="preserve"> </w:t>
      </w:r>
      <w:r w:rsidR="00D967C8" w:rsidRPr="00405BA7">
        <w:rPr>
          <w:rFonts w:hint="cs"/>
          <w:rtl/>
          <w:lang w:bidi="fa-IR"/>
        </w:rPr>
        <w:t xml:space="preserve">تا شوند که از قاب جلد خارج نشده و ترجیحاً درون جیبی (مانند پاکت) که در صفحه جلد تعبیه </w:t>
      </w:r>
      <w:r w:rsidR="00D967C8">
        <w:rPr>
          <w:rFonts w:hint="cs"/>
          <w:rtl/>
          <w:lang w:bidi="fa-IR"/>
        </w:rPr>
        <w:t>مي‌شود</w:t>
      </w:r>
      <w:r w:rsidR="00D967C8" w:rsidRPr="00405BA7">
        <w:rPr>
          <w:rFonts w:hint="cs"/>
          <w:rtl/>
          <w:lang w:bidi="fa-IR"/>
        </w:rPr>
        <w:t xml:space="preserve"> قرار گیرد.</w:t>
      </w:r>
    </w:p>
    <w:sectPr w:rsidR="00D967C8" w:rsidRPr="00405BA7" w:rsidSect="007E5542">
      <w:footerReference w:type="default" r:id="rId11"/>
      <w:pgSz w:w="11906" w:h="16838" w:code="9"/>
      <w:pgMar w:top="1985" w:right="1701" w:bottom="1701" w:left="1134" w:header="709" w:footer="709" w:gutter="0"/>
      <w:pgNumType w:start="1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734" w:rsidRDefault="00844734" w:rsidP="000E137D">
      <w:r>
        <w:separator/>
      </w:r>
    </w:p>
  </w:endnote>
  <w:endnote w:type="continuationSeparator" w:id="0">
    <w:p w:rsidR="00844734" w:rsidRDefault="00844734" w:rsidP="000E1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B Lotus"/>
        <w:rtl/>
      </w:rPr>
      <w:id w:val="2737536"/>
      <w:docPartObj>
        <w:docPartGallery w:val="Page Numbers (Bottom of Page)"/>
        <w:docPartUnique/>
      </w:docPartObj>
    </w:sdtPr>
    <w:sdtEndPr/>
    <w:sdtContent>
      <w:p w:rsidR="00E917A6" w:rsidRPr="00B920A2" w:rsidRDefault="00E917A6" w:rsidP="00224706">
        <w:pPr>
          <w:pStyle w:val="Footer"/>
          <w:bidi/>
          <w:jc w:val="center"/>
          <w:rPr>
            <w:rFonts w:cs="B Lotus"/>
          </w:rPr>
        </w:pPr>
        <w:r w:rsidRPr="00B920A2">
          <w:rPr>
            <w:rFonts w:cs="B Lotus"/>
          </w:rPr>
          <w:fldChar w:fldCharType="begin"/>
        </w:r>
        <w:r w:rsidRPr="00B920A2">
          <w:rPr>
            <w:rFonts w:cs="B Lotus"/>
          </w:rPr>
          <w:instrText xml:space="preserve"> PAGE   \* MERGEFORMAT </w:instrText>
        </w:r>
        <w:r w:rsidRPr="00B920A2">
          <w:rPr>
            <w:rFonts w:cs="B Lotus"/>
          </w:rPr>
          <w:fldChar w:fldCharType="separate"/>
        </w:r>
        <w:r w:rsidR="003959B8">
          <w:rPr>
            <w:rFonts w:cs="B Lotus"/>
            <w:noProof/>
            <w:rtl/>
          </w:rPr>
          <w:t>2</w:t>
        </w:r>
        <w:r w:rsidRPr="00B920A2">
          <w:rPr>
            <w:rFonts w:cs="B Lotus"/>
          </w:rPr>
          <w:fldChar w:fldCharType="end"/>
        </w:r>
      </w:p>
    </w:sdtContent>
  </w:sdt>
  <w:p w:rsidR="00E917A6" w:rsidRPr="00224706" w:rsidRDefault="00E917A6" w:rsidP="002247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734" w:rsidRDefault="00844734" w:rsidP="000E137D">
      <w:r>
        <w:separator/>
      </w:r>
    </w:p>
  </w:footnote>
  <w:footnote w:type="continuationSeparator" w:id="0">
    <w:p w:rsidR="00844734" w:rsidRDefault="00844734" w:rsidP="000E13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961EE"/>
    <w:multiLevelType w:val="hybridMultilevel"/>
    <w:tmpl w:val="4D960D74"/>
    <w:lvl w:ilvl="0" w:tplc="1B36389E">
      <w:start w:val="1387"/>
      <w:numFmt w:val="bullet"/>
      <w:lvlText w:val="-"/>
      <w:lvlJc w:val="left"/>
      <w:pPr>
        <w:ind w:left="7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7" w:hanging="360"/>
      </w:pPr>
      <w:rPr>
        <w:rFonts w:ascii="Wingdings" w:hAnsi="Wingdings" w:hint="default"/>
      </w:rPr>
    </w:lvl>
  </w:abstractNum>
  <w:abstractNum w:abstractNumId="1">
    <w:nsid w:val="09733B52"/>
    <w:multiLevelType w:val="hybridMultilevel"/>
    <w:tmpl w:val="F16EC3BC"/>
    <w:lvl w:ilvl="0" w:tplc="1B36389E">
      <w:start w:val="1387"/>
      <w:numFmt w:val="bullet"/>
      <w:lvlText w:val="-"/>
      <w:lvlJc w:val="left"/>
      <w:pPr>
        <w:ind w:left="100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AE651ED"/>
    <w:multiLevelType w:val="hybridMultilevel"/>
    <w:tmpl w:val="349A88C0"/>
    <w:lvl w:ilvl="0" w:tplc="1018C92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0EA75534"/>
    <w:multiLevelType w:val="hybridMultilevel"/>
    <w:tmpl w:val="2AEAAF6C"/>
    <w:lvl w:ilvl="0" w:tplc="70364568">
      <w:start w:val="1"/>
      <w:numFmt w:val="decimal"/>
      <w:lvlText w:val="%1-"/>
      <w:lvlJc w:val="left"/>
      <w:pPr>
        <w:ind w:left="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8" w:hanging="360"/>
      </w:pPr>
    </w:lvl>
    <w:lvl w:ilvl="2" w:tplc="0409001B" w:tentative="1">
      <w:start w:val="1"/>
      <w:numFmt w:val="lowerRoman"/>
      <w:lvlText w:val="%3."/>
      <w:lvlJc w:val="right"/>
      <w:pPr>
        <w:ind w:left="1728" w:hanging="180"/>
      </w:pPr>
    </w:lvl>
    <w:lvl w:ilvl="3" w:tplc="0409000F" w:tentative="1">
      <w:start w:val="1"/>
      <w:numFmt w:val="decimal"/>
      <w:lvlText w:val="%4."/>
      <w:lvlJc w:val="left"/>
      <w:pPr>
        <w:ind w:left="2448" w:hanging="360"/>
      </w:pPr>
    </w:lvl>
    <w:lvl w:ilvl="4" w:tplc="04090019" w:tentative="1">
      <w:start w:val="1"/>
      <w:numFmt w:val="lowerLetter"/>
      <w:lvlText w:val="%5."/>
      <w:lvlJc w:val="left"/>
      <w:pPr>
        <w:ind w:left="3168" w:hanging="360"/>
      </w:pPr>
    </w:lvl>
    <w:lvl w:ilvl="5" w:tplc="0409001B" w:tentative="1">
      <w:start w:val="1"/>
      <w:numFmt w:val="lowerRoman"/>
      <w:lvlText w:val="%6."/>
      <w:lvlJc w:val="right"/>
      <w:pPr>
        <w:ind w:left="3888" w:hanging="180"/>
      </w:pPr>
    </w:lvl>
    <w:lvl w:ilvl="6" w:tplc="0409000F" w:tentative="1">
      <w:start w:val="1"/>
      <w:numFmt w:val="decimal"/>
      <w:lvlText w:val="%7."/>
      <w:lvlJc w:val="left"/>
      <w:pPr>
        <w:ind w:left="4608" w:hanging="360"/>
      </w:pPr>
    </w:lvl>
    <w:lvl w:ilvl="7" w:tplc="04090019" w:tentative="1">
      <w:start w:val="1"/>
      <w:numFmt w:val="lowerLetter"/>
      <w:lvlText w:val="%8."/>
      <w:lvlJc w:val="left"/>
      <w:pPr>
        <w:ind w:left="5328" w:hanging="360"/>
      </w:pPr>
    </w:lvl>
    <w:lvl w:ilvl="8" w:tplc="0409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4">
    <w:nsid w:val="10D443B1"/>
    <w:multiLevelType w:val="hybridMultilevel"/>
    <w:tmpl w:val="D5EC5564"/>
    <w:lvl w:ilvl="0" w:tplc="911A2C60">
      <w:start w:val="1"/>
      <w:numFmt w:val="decimal"/>
      <w:lvlText w:val="%1-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5">
    <w:nsid w:val="196033D8"/>
    <w:multiLevelType w:val="multilevel"/>
    <w:tmpl w:val="3D9256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CB33AEC"/>
    <w:multiLevelType w:val="multilevel"/>
    <w:tmpl w:val="5C92CDB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21306FD7"/>
    <w:multiLevelType w:val="multilevel"/>
    <w:tmpl w:val="B4D4BA6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2233428B"/>
    <w:multiLevelType w:val="multilevel"/>
    <w:tmpl w:val="41B04ED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270B1437"/>
    <w:multiLevelType w:val="multilevel"/>
    <w:tmpl w:val="490A905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2B6D2CF2"/>
    <w:multiLevelType w:val="multilevel"/>
    <w:tmpl w:val="D630AF6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2C531601"/>
    <w:multiLevelType w:val="hybridMultilevel"/>
    <w:tmpl w:val="062889D4"/>
    <w:lvl w:ilvl="0" w:tplc="D1E4D6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A22281"/>
    <w:multiLevelType w:val="hybridMultilevel"/>
    <w:tmpl w:val="F7F05378"/>
    <w:lvl w:ilvl="0" w:tplc="0F023BC8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AC83E63"/>
    <w:multiLevelType w:val="hybridMultilevel"/>
    <w:tmpl w:val="474A3CA6"/>
    <w:lvl w:ilvl="0" w:tplc="0C3A59AA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3F2F2798"/>
    <w:multiLevelType w:val="multilevel"/>
    <w:tmpl w:val="6D20F9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3FCD542A"/>
    <w:multiLevelType w:val="multilevel"/>
    <w:tmpl w:val="481CE96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4B663E62"/>
    <w:multiLevelType w:val="multilevel"/>
    <w:tmpl w:val="D0608364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4F8B4CE3"/>
    <w:multiLevelType w:val="hybridMultilevel"/>
    <w:tmpl w:val="53649924"/>
    <w:lvl w:ilvl="0" w:tplc="485AFC78">
      <w:start w:val="8"/>
      <w:numFmt w:val="bullet"/>
      <w:lvlText w:val="-"/>
      <w:lvlJc w:val="left"/>
      <w:pPr>
        <w:tabs>
          <w:tab w:val="num" w:pos="250"/>
        </w:tabs>
        <w:ind w:left="250" w:hanging="360"/>
      </w:pPr>
      <w:rPr>
        <w:rFonts w:ascii="Times New Roman" w:eastAsia="Times New Roman" w:hAnsi="Times New Roman" w:cs="B Lotus" w:hint="default"/>
      </w:rPr>
    </w:lvl>
    <w:lvl w:ilvl="1" w:tplc="04090003">
      <w:start w:val="1"/>
      <w:numFmt w:val="bullet"/>
      <w:lvlText w:val="o"/>
      <w:lvlJc w:val="left"/>
      <w:pPr>
        <w:tabs>
          <w:tab w:val="num" w:pos="970"/>
        </w:tabs>
        <w:ind w:left="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90"/>
        </w:tabs>
        <w:ind w:left="1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10"/>
        </w:tabs>
        <w:ind w:left="2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30"/>
        </w:tabs>
        <w:ind w:left="3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50"/>
        </w:tabs>
        <w:ind w:left="3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70"/>
        </w:tabs>
        <w:ind w:left="4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90"/>
        </w:tabs>
        <w:ind w:left="5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10"/>
        </w:tabs>
        <w:ind w:left="6010" w:hanging="360"/>
      </w:pPr>
      <w:rPr>
        <w:rFonts w:ascii="Wingdings" w:hAnsi="Wingdings" w:hint="default"/>
      </w:rPr>
    </w:lvl>
  </w:abstractNum>
  <w:abstractNum w:abstractNumId="18">
    <w:nsid w:val="50480EFE"/>
    <w:multiLevelType w:val="multilevel"/>
    <w:tmpl w:val="C904201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650" w:hanging="52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97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58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705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2315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2800" w:hanging="1800"/>
      </w:pPr>
      <w:rPr>
        <w:rFonts w:hint="default"/>
      </w:rPr>
    </w:lvl>
  </w:abstractNum>
  <w:abstractNum w:abstractNumId="19">
    <w:nsid w:val="51B136BD"/>
    <w:multiLevelType w:val="multilevel"/>
    <w:tmpl w:val="5B00A71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>
    <w:nsid w:val="54AC2273"/>
    <w:multiLevelType w:val="hybridMultilevel"/>
    <w:tmpl w:val="A21E0552"/>
    <w:lvl w:ilvl="0" w:tplc="B726B2B0">
      <w:start w:val="1"/>
      <w:numFmt w:val="decimal"/>
      <w:lvlText w:val="%1-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1">
    <w:nsid w:val="54CB396A"/>
    <w:multiLevelType w:val="hybridMultilevel"/>
    <w:tmpl w:val="EB14EB1E"/>
    <w:lvl w:ilvl="0" w:tplc="339A1CFA">
      <w:numFmt w:val="bullet"/>
      <w:lvlText w:val="-"/>
      <w:lvlJc w:val="left"/>
      <w:pPr>
        <w:ind w:left="-9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22">
    <w:nsid w:val="570E7241"/>
    <w:multiLevelType w:val="hybridMultilevel"/>
    <w:tmpl w:val="27F2DC92"/>
    <w:lvl w:ilvl="0" w:tplc="BB14910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F877F55"/>
    <w:multiLevelType w:val="hybridMultilevel"/>
    <w:tmpl w:val="7E18F836"/>
    <w:lvl w:ilvl="0" w:tplc="2D70783E">
      <w:start w:val="1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980A83"/>
    <w:multiLevelType w:val="multilevel"/>
    <w:tmpl w:val="083885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60392A57"/>
    <w:multiLevelType w:val="multilevel"/>
    <w:tmpl w:val="0CB03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>
    <w:nsid w:val="62441DFA"/>
    <w:multiLevelType w:val="multilevel"/>
    <w:tmpl w:val="4E2A28E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3CF3B1A"/>
    <w:multiLevelType w:val="multilevel"/>
    <w:tmpl w:val="3F9CC6D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67685943"/>
    <w:multiLevelType w:val="hybridMultilevel"/>
    <w:tmpl w:val="55C0FB5A"/>
    <w:lvl w:ilvl="0" w:tplc="3926E84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8054226"/>
    <w:multiLevelType w:val="multilevel"/>
    <w:tmpl w:val="DE52ABA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69C31D2B"/>
    <w:multiLevelType w:val="multilevel"/>
    <w:tmpl w:val="5204C3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6AFF0E58"/>
    <w:multiLevelType w:val="multilevel"/>
    <w:tmpl w:val="F5BE25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6E493D51"/>
    <w:multiLevelType w:val="multilevel"/>
    <w:tmpl w:val="2CF064C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6F876E21"/>
    <w:multiLevelType w:val="multilevel"/>
    <w:tmpl w:val="6EA069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6F9508F2"/>
    <w:multiLevelType w:val="multilevel"/>
    <w:tmpl w:val="B2248B8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>
    <w:nsid w:val="723D544A"/>
    <w:multiLevelType w:val="multilevel"/>
    <w:tmpl w:val="A9E2E7C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>
    <w:nsid w:val="74275EC5"/>
    <w:multiLevelType w:val="multilevel"/>
    <w:tmpl w:val="F16EA3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2"/>
  </w:num>
  <w:num w:numId="3">
    <w:abstractNumId w:val="21"/>
  </w:num>
  <w:num w:numId="4">
    <w:abstractNumId w:val="0"/>
  </w:num>
  <w:num w:numId="5">
    <w:abstractNumId w:val="3"/>
  </w:num>
  <w:num w:numId="6">
    <w:abstractNumId w:val="12"/>
  </w:num>
  <w:num w:numId="7">
    <w:abstractNumId w:val="1"/>
  </w:num>
  <w:num w:numId="8">
    <w:abstractNumId w:val="13"/>
  </w:num>
  <w:num w:numId="9">
    <w:abstractNumId w:val="17"/>
  </w:num>
  <w:num w:numId="10">
    <w:abstractNumId w:val="29"/>
  </w:num>
  <w:num w:numId="11">
    <w:abstractNumId w:val="16"/>
  </w:num>
  <w:num w:numId="12">
    <w:abstractNumId w:val="32"/>
  </w:num>
  <w:num w:numId="13">
    <w:abstractNumId w:val="31"/>
  </w:num>
  <w:num w:numId="14">
    <w:abstractNumId w:val="33"/>
  </w:num>
  <w:num w:numId="15">
    <w:abstractNumId w:val="9"/>
  </w:num>
  <w:num w:numId="16">
    <w:abstractNumId w:val="7"/>
  </w:num>
  <w:num w:numId="17">
    <w:abstractNumId w:val="19"/>
  </w:num>
  <w:num w:numId="18">
    <w:abstractNumId w:val="25"/>
  </w:num>
  <w:num w:numId="19">
    <w:abstractNumId w:val="15"/>
  </w:num>
  <w:num w:numId="20">
    <w:abstractNumId w:val="35"/>
  </w:num>
  <w:num w:numId="21">
    <w:abstractNumId w:val="24"/>
  </w:num>
  <w:num w:numId="22">
    <w:abstractNumId w:val="26"/>
  </w:num>
  <w:num w:numId="23">
    <w:abstractNumId w:val="8"/>
  </w:num>
  <w:num w:numId="24">
    <w:abstractNumId w:val="10"/>
  </w:num>
  <w:num w:numId="25">
    <w:abstractNumId w:val="27"/>
  </w:num>
  <w:num w:numId="26">
    <w:abstractNumId w:val="34"/>
  </w:num>
  <w:num w:numId="27">
    <w:abstractNumId w:val="6"/>
  </w:num>
  <w:num w:numId="28">
    <w:abstractNumId w:val="18"/>
  </w:num>
  <w:num w:numId="29">
    <w:abstractNumId w:val="22"/>
  </w:num>
  <w:num w:numId="30">
    <w:abstractNumId w:val="28"/>
  </w:num>
  <w:num w:numId="31">
    <w:abstractNumId w:val="20"/>
  </w:num>
  <w:num w:numId="32">
    <w:abstractNumId w:val="4"/>
  </w:num>
  <w:num w:numId="33">
    <w:abstractNumId w:val="14"/>
  </w:num>
  <w:num w:numId="34">
    <w:abstractNumId w:val="30"/>
  </w:num>
  <w:num w:numId="35">
    <w:abstractNumId w:val="5"/>
  </w:num>
  <w:num w:numId="36">
    <w:abstractNumId w:val="36"/>
  </w:num>
  <w:num w:numId="3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761"/>
    <w:rsid w:val="00003977"/>
    <w:rsid w:val="00013A3F"/>
    <w:rsid w:val="00014459"/>
    <w:rsid w:val="00026613"/>
    <w:rsid w:val="00034D5A"/>
    <w:rsid w:val="00035A4B"/>
    <w:rsid w:val="00045CEF"/>
    <w:rsid w:val="000547C0"/>
    <w:rsid w:val="0006127F"/>
    <w:rsid w:val="000614A5"/>
    <w:rsid w:val="000645DE"/>
    <w:rsid w:val="00073BE4"/>
    <w:rsid w:val="00077A80"/>
    <w:rsid w:val="00081853"/>
    <w:rsid w:val="00085DA2"/>
    <w:rsid w:val="000A1CAC"/>
    <w:rsid w:val="000A244A"/>
    <w:rsid w:val="000A4306"/>
    <w:rsid w:val="000A7C38"/>
    <w:rsid w:val="000B05FE"/>
    <w:rsid w:val="000B4B18"/>
    <w:rsid w:val="000C2989"/>
    <w:rsid w:val="000C2DAF"/>
    <w:rsid w:val="000C5B42"/>
    <w:rsid w:val="000D3D55"/>
    <w:rsid w:val="000E04B0"/>
    <w:rsid w:val="000E0666"/>
    <w:rsid w:val="000E137D"/>
    <w:rsid w:val="000E14A8"/>
    <w:rsid w:val="000E72CD"/>
    <w:rsid w:val="000F2788"/>
    <w:rsid w:val="000F4E81"/>
    <w:rsid w:val="000F7421"/>
    <w:rsid w:val="000F7FCA"/>
    <w:rsid w:val="00104D0F"/>
    <w:rsid w:val="00111DA7"/>
    <w:rsid w:val="001168E7"/>
    <w:rsid w:val="001173A1"/>
    <w:rsid w:val="00120C1E"/>
    <w:rsid w:val="00121828"/>
    <w:rsid w:val="00122C7A"/>
    <w:rsid w:val="0013046B"/>
    <w:rsid w:val="00132A18"/>
    <w:rsid w:val="00137D9E"/>
    <w:rsid w:val="0015083F"/>
    <w:rsid w:val="00157021"/>
    <w:rsid w:val="001622E8"/>
    <w:rsid w:val="00171518"/>
    <w:rsid w:val="00172CDC"/>
    <w:rsid w:val="0018497F"/>
    <w:rsid w:val="0018599C"/>
    <w:rsid w:val="00194550"/>
    <w:rsid w:val="001A2EBF"/>
    <w:rsid w:val="001A3B6D"/>
    <w:rsid w:val="001A48DC"/>
    <w:rsid w:val="001A6639"/>
    <w:rsid w:val="001B26C1"/>
    <w:rsid w:val="001B2D3F"/>
    <w:rsid w:val="001B369E"/>
    <w:rsid w:val="001B7665"/>
    <w:rsid w:val="001B7AD4"/>
    <w:rsid w:val="001C4EDC"/>
    <w:rsid w:val="001D4845"/>
    <w:rsid w:val="001D60FA"/>
    <w:rsid w:val="001D666D"/>
    <w:rsid w:val="001D767D"/>
    <w:rsid w:val="001E0887"/>
    <w:rsid w:val="001E0953"/>
    <w:rsid w:val="001E2385"/>
    <w:rsid w:val="001E570A"/>
    <w:rsid w:val="001E58E7"/>
    <w:rsid w:val="001E624E"/>
    <w:rsid w:val="001F4E2F"/>
    <w:rsid w:val="001F6553"/>
    <w:rsid w:val="00202865"/>
    <w:rsid w:val="002050B8"/>
    <w:rsid w:val="0021585C"/>
    <w:rsid w:val="0021627B"/>
    <w:rsid w:val="00222230"/>
    <w:rsid w:val="00223C5B"/>
    <w:rsid w:val="00224706"/>
    <w:rsid w:val="0022696A"/>
    <w:rsid w:val="002356FF"/>
    <w:rsid w:val="002451A2"/>
    <w:rsid w:val="00251110"/>
    <w:rsid w:val="00257459"/>
    <w:rsid w:val="00266A40"/>
    <w:rsid w:val="002725D0"/>
    <w:rsid w:val="002766D8"/>
    <w:rsid w:val="00276886"/>
    <w:rsid w:val="002966E0"/>
    <w:rsid w:val="0029796B"/>
    <w:rsid w:val="002A0F37"/>
    <w:rsid w:val="002A4B7E"/>
    <w:rsid w:val="002B2A99"/>
    <w:rsid w:val="002C0BB3"/>
    <w:rsid w:val="002C0EAE"/>
    <w:rsid w:val="002C56B2"/>
    <w:rsid w:val="002E08EE"/>
    <w:rsid w:val="002E5573"/>
    <w:rsid w:val="002F2FB2"/>
    <w:rsid w:val="002F4C9B"/>
    <w:rsid w:val="002F4D1E"/>
    <w:rsid w:val="00306436"/>
    <w:rsid w:val="00307345"/>
    <w:rsid w:val="00307E84"/>
    <w:rsid w:val="003149B3"/>
    <w:rsid w:val="0032225B"/>
    <w:rsid w:val="00327118"/>
    <w:rsid w:val="00336C0C"/>
    <w:rsid w:val="0034546C"/>
    <w:rsid w:val="00345E0B"/>
    <w:rsid w:val="00350566"/>
    <w:rsid w:val="003505A0"/>
    <w:rsid w:val="00352864"/>
    <w:rsid w:val="00353982"/>
    <w:rsid w:val="00353D4C"/>
    <w:rsid w:val="00355A83"/>
    <w:rsid w:val="003629DE"/>
    <w:rsid w:val="003673BC"/>
    <w:rsid w:val="003703C5"/>
    <w:rsid w:val="00371EDA"/>
    <w:rsid w:val="0037426E"/>
    <w:rsid w:val="00374492"/>
    <w:rsid w:val="003773C1"/>
    <w:rsid w:val="00377A65"/>
    <w:rsid w:val="0038000D"/>
    <w:rsid w:val="00383D8C"/>
    <w:rsid w:val="0038609D"/>
    <w:rsid w:val="0038657B"/>
    <w:rsid w:val="00386B12"/>
    <w:rsid w:val="003959B8"/>
    <w:rsid w:val="003A4F4A"/>
    <w:rsid w:val="003A62A2"/>
    <w:rsid w:val="003A7C27"/>
    <w:rsid w:val="003B00C7"/>
    <w:rsid w:val="003B3534"/>
    <w:rsid w:val="003B42C7"/>
    <w:rsid w:val="003B6A6B"/>
    <w:rsid w:val="003E063F"/>
    <w:rsid w:val="003E1809"/>
    <w:rsid w:val="003E23BF"/>
    <w:rsid w:val="003F3A7D"/>
    <w:rsid w:val="00400365"/>
    <w:rsid w:val="00402366"/>
    <w:rsid w:val="00402FB0"/>
    <w:rsid w:val="004036F0"/>
    <w:rsid w:val="004126B2"/>
    <w:rsid w:val="00414C26"/>
    <w:rsid w:val="00415CD5"/>
    <w:rsid w:val="0043004C"/>
    <w:rsid w:val="00440438"/>
    <w:rsid w:val="004409EB"/>
    <w:rsid w:val="00446732"/>
    <w:rsid w:val="00447A65"/>
    <w:rsid w:val="00447E4C"/>
    <w:rsid w:val="00450FDA"/>
    <w:rsid w:val="004632BE"/>
    <w:rsid w:val="00463F8B"/>
    <w:rsid w:val="00465B47"/>
    <w:rsid w:val="00471D74"/>
    <w:rsid w:val="004968B1"/>
    <w:rsid w:val="004969DF"/>
    <w:rsid w:val="004A774C"/>
    <w:rsid w:val="004B2157"/>
    <w:rsid w:val="004B743F"/>
    <w:rsid w:val="004C009B"/>
    <w:rsid w:val="004C21BE"/>
    <w:rsid w:val="004C39AE"/>
    <w:rsid w:val="004C4D82"/>
    <w:rsid w:val="004D78E0"/>
    <w:rsid w:val="004E4B5E"/>
    <w:rsid w:val="004E56BA"/>
    <w:rsid w:val="004F23A3"/>
    <w:rsid w:val="004F673D"/>
    <w:rsid w:val="004F6A74"/>
    <w:rsid w:val="004F6D9D"/>
    <w:rsid w:val="004F76FC"/>
    <w:rsid w:val="005025C7"/>
    <w:rsid w:val="00504C21"/>
    <w:rsid w:val="00506477"/>
    <w:rsid w:val="00510B34"/>
    <w:rsid w:val="005148CC"/>
    <w:rsid w:val="005150A4"/>
    <w:rsid w:val="005150D2"/>
    <w:rsid w:val="00533A3F"/>
    <w:rsid w:val="00537FFA"/>
    <w:rsid w:val="00542B04"/>
    <w:rsid w:val="005508F9"/>
    <w:rsid w:val="005547C6"/>
    <w:rsid w:val="00555385"/>
    <w:rsid w:val="00562EAB"/>
    <w:rsid w:val="00567EA7"/>
    <w:rsid w:val="00570688"/>
    <w:rsid w:val="00571204"/>
    <w:rsid w:val="00576CA2"/>
    <w:rsid w:val="00580732"/>
    <w:rsid w:val="00586F6A"/>
    <w:rsid w:val="005941D3"/>
    <w:rsid w:val="00594482"/>
    <w:rsid w:val="005956DC"/>
    <w:rsid w:val="005959C4"/>
    <w:rsid w:val="005A6E92"/>
    <w:rsid w:val="005A7E8C"/>
    <w:rsid w:val="005C28D1"/>
    <w:rsid w:val="005C567D"/>
    <w:rsid w:val="005C621C"/>
    <w:rsid w:val="005D1020"/>
    <w:rsid w:val="005D3141"/>
    <w:rsid w:val="005D57CF"/>
    <w:rsid w:val="005D5FF5"/>
    <w:rsid w:val="005D79D4"/>
    <w:rsid w:val="005E5A22"/>
    <w:rsid w:val="00610573"/>
    <w:rsid w:val="006127F2"/>
    <w:rsid w:val="00615434"/>
    <w:rsid w:val="0061643D"/>
    <w:rsid w:val="006179E7"/>
    <w:rsid w:val="006243CA"/>
    <w:rsid w:val="006350A2"/>
    <w:rsid w:val="00652577"/>
    <w:rsid w:val="00664632"/>
    <w:rsid w:val="00665F2F"/>
    <w:rsid w:val="006715A3"/>
    <w:rsid w:val="006718D7"/>
    <w:rsid w:val="00671C8B"/>
    <w:rsid w:val="0067266B"/>
    <w:rsid w:val="00673557"/>
    <w:rsid w:val="00675385"/>
    <w:rsid w:val="00675AD5"/>
    <w:rsid w:val="0068000B"/>
    <w:rsid w:val="00681308"/>
    <w:rsid w:val="00684D92"/>
    <w:rsid w:val="006C6356"/>
    <w:rsid w:val="006D0046"/>
    <w:rsid w:val="006D065D"/>
    <w:rsid w:val="006D533F"/>
    <w:rsid w:val="006D6CCB"/>
    <w:rsid w:val="006D70C7"/>
    <w:rsid w:val="006E45F3"/>
    <w:rsid w:val="006E7555"/>
    <w:rsid w:val="006F3EA9"/>
    <w:rsid w:val="006F600B"/>
    <w:rsid w:val="007017B5"/>
    <w:rsid w:val="00703B77"/>
    <w:rsid w:val="00705F89"/>
    <w:rsid w:val="00707059"/>
    <w:rsid w:val="00707169"/>
    <w:rsid w:val="007114E4"/>
    <w:rsid w:val="007116D9"/>
    <w:rsid w:val="007149D7"/>
    <w:rsid w:val="00717304"/>
    <w:rsid w:val="007204DA"/>
    <w:rsid w:val="00725E7A"/>
    <w:rsid w:val="00726669"/>
    <w:rsid w:val="00726A03"/>
    <w:rsid w:val="007279CE"/>
    <w:rsid w:val="00737A8B"/>
    <w:rsid w:val="00742F7B"/>
    <w:rsid w:val="0074509B"/>
    <w:rsid w:val="007450D9"/>
    <w:rsid w:val="0075442D"/>
    <w:rsid w:val="0075783E"/>
    <w:rsid w:val="007726C1"/>
    <w:rsid w:val="00784AA7"/>
    <w:rsid w:val="007853E9"/>
    <w:rsid w:val="00786F62"/>
    <w:rsid w:val="00787CE9"/>
    <w:rsid w:val="0079126B"/>
    <w:rsid w:val="007971EF"/>
    <w:rsid w:val="007B286E"/>
    <w:rsid w:val="007B31F8"/>
    <w:rsid w:val="007B4021"/>
    <w:rsid w:val="007B643B"/>
    <w:rsid w:val="007D198E"/>
    <w:rsid w:val="007E3B7B"/>
    <w:rsid w:val="007E5542"/>
    <w:rsid w:val="007E5841"/>
    <w:rsid w:val="007F0E2B"/>
    <w:rsid w:val="007F7609"/>
    <w:rsid w:val="008014C7"/>
    <w:rsid w:val="00805E35"/>
    <w:rsid w:val="00805E9F"/>
    <w:rsid w:val="00807071"/>
    <w:rsid w:val="00810CBD"/>
    <w:rsid w:val="008220B6"/>
    <w:rsid w:val="00823338"/>
    <w:rsid w:val="00824DDD"/>
    <w:rsid w:val="0083540F"/>
    <w:rsid w:val="008356C3"/>
    <w:rsid w:val="00842650"/>
    <w:rsid w:val="008435B5"/>
    <w:rsid w:val="00844734"/>
    <w:rsid w:val="00847E9E"/>
    <w:rsid w:val="00853E1A"/>
    <w:rsid w:val="008604FD"/>
    <w:rsid w:val="00860A1D"/>
    <w:rsid w:val="008700A8"/>
    <w:rsid w:val="0087334E"/>
    <w:rsid w:val="00875204"/>
    <w:rsid w:val="00880D3A"/>
    <w:rsid w:val="00884033"/>
    <w:rsid w:val="00891A98"/>
    <w:rsid w:val="008952F7"/>
    <w:rsid w:val="008A243E"/>
    <w:rsid w:val="008A56DB"/>
    <w:rsid w:val="008B02C9"/>
    <w:rsid w:val="008B238C"/>
    <w:rsid w:val="008B7F13"/>
    <w:rsid w:val="008C0391"/>
    <w:rsid w:val="008C09A6"/>
    <w:rsid w:val="008C3645"/>
    <w:rsid w:val="008C7449"/>
    <w:rsid w:val="008D0842"/>
    <w:rsid w:val="008D1A7D"/>
    <w:rsid w:val="008D4ED6"/>
    <w:rsid w:val="008D4F6C"/>
    <w:rsid w:val="008D51C9"/>
    <w:rsid w:val="008D6F19"/>
    <w:rsid w:val="008E0C77"/>
    <w:rsid w:val="008E1523"/>
    <w:rsid w:val="008E218B"/>
    <w:rsid w:val="008E4C50"/>
    <w:rsid w:val="008E4F6F"/>
    <w:rsid w:val="008E65CA"/>
    <w:rsid w:val="008E7731"/>
    <w:rsid w:val="008E7BA1"/>
    <w:rsid w:val="0090132A"/>
    <w:rsid w:val="00902636"/>
    <w:rsid w:val="009160F0"/>
    <w:rsid w:val="00920356"/>
    <w:rsid w:val="00926935"/>
    <w:rsid w:val="009312D9"/>
    <w:rsid w:val="00932C73"/>
    <w:rsid w:val="00941D7C"/>
    <w:rsid w:val="00945103"/>
    <w:rsid w:val="00945AD8"/>
    <w:rsid w:val="00946EFB"/>
    <w:rsid w:val="009521A9"/>
    <w:rsid w:val="00956495"/>
    <w:rsid w:val="0096669C"/>
    <w:rsid w:val="0097505D"/>
    <w:rsid w:val="00983EF2"/>
    <w:rsid w:val="00985664"/>
    <w:rsid w:val="009909A4"/>
    <w:rsid w:val="00994303"/>
    <w:rsid w:val="009A3B28"/>
    <w:rsid w:val="009B7B8F"/>
    <w:rsid w:val="009C196C"/>
    <w:rsid w:val="009E1AD0"/>
    <w:rsid w:val="009E4D84"/>
    <w:rsid w:val="009E798A"/>
    <w:rsid w:val="009F0848"/>
    <w:rsid w:val="009F5C38"/>
    <w:rsid w:val="00A04E06"/>
    <w:rsid w:val="00A1022C"/>
    <w:rsid w:val="00A14BE4"/>
    <w:rsid w:val="00A27375"/>
    <w:rsid w:val="00A4099F"/>
    <w:rsid w:val="00A462AE"/>
    <w:rsid w:val="00A53664"/>
    <w:rsid w:val="00A5536B"/>
    <w:rsid w:val="00A57925"/>
    <w:rsid w:val="00A63394"/>
    <w:rsid w:val="00A870A8"/>
    <w:rsid w:val="00A92AA6"/>
    <w:rsid w:val="00A96AB1"/>
    <w:rsid w:val="00AA30AE"/>
    <w:rsid w:val="00AB14AA"/>
    <w:rsid w:val="00AC61A2"/>
    <w:rsid w:val="00AD5E83"/>
    <w:rsid w:val="00AD6C4E"/>
    <w:rsid w:val="00AE3063"/>
    <w:rsid w:val="00AE4F9B"/>
    <w:rsid w:val="00AF12F9"/>
    <w:rsid w:val="00B00B6C"/>
    <w:rsid w:val="00B04116"/>
    <w:rsid w:val="00B048FD"/>
    <w:rsid w:val="00B10D2E"/>
    <w:rsid w:val="00B12561"/>
    <w:rsid w:val="00B1292C"/>
    <w:rsid w:val="00B12DD4"/>
    <w:rsid w:val="00B256C1"/>
    <w:rsid w:val="00B33FDE"/>
    <w:rsid w:val="00B47BAD"/>
    <w:rsid w:val="00B522C5"/>
    <w:rsid w:val="00B63272"/>
    <w:rsid w:val="00B700E8"/>
    <w:rsid w:val="00B7559C"/>
    <w:rsid w:val="00B7691A"/>
    <w:rsid w:val="00B76A8C"/>
    <w:rsid w:val="00B77809"/>
    <w:rsid w:val="00B920A2"/>
    <w:rsid w:val="00B95076"/>
    <w:rsid w:val="00BA0025"/>
    <w:rsid w:val="00BA3791"/>
    <w:rsid w:val="00BB052B"/>
    <w:rsid w:val="00BB5859"/>
    <w:rsid w:val="00BC2685"/>
    <w:rsid w:val="00BC3190"/>
    <w:rsid w:val="00BC3EE0"/>
    <w:rsid w:val="00BD68A9"/>
    <w:rsid w:val="00BD6A68"/>
    <w:rsid w:val="00BD7B6A"/>
    <w:rsid w:val="00BE1B55"/>
    <w:rsid w:val="00BF6092"/>
    <w:rsid w:val="00BF6DDA"/>
    <w:rsid w:val="00C00E9F"/>
    <w:rsid w:val="00C013BB"/>
    <w:rsid w:val="00C04A9B"/>
    <w:rsid w:val="00C15C06"/>
    <w:rsid w:val="00C2539A"/>
    <w:rsid w:val="00C33680"/>
    <w:rsid w:val="00C351C8"/>
    <w:rsid w:val="00C35351"/>
    <w:rsid w:val="00C37866"/>
    <w:rsid w:val="00C40D5B"/>
    <w:rsid w:val="00C411D1"/>
    <w:rsid w:val="00C45C08"/>
    <w:rsid w:val="00C4769A"/>
    <w:rsid w:val="00C5466B"/>
    <w:rsid w:val="00C61B68"/>
    <w:rsid w:val="00C62DFD"/>
    <w:rsid w:val="00C63AF5"/>
    <w:rsid w:val="00C63EA7"/>
    <w:rsid w:val="00C64FF8"/>
    <w:rsid w:val="00C70725"/>
    <w:rsid w:val="00C76178"/>
    <w:rsid w:val="00C93695"/>
    <w:rsid w:val="00CA2E6F"/>
    <w:rsid w:val="00CA4283"/>
    <w:rsid w:val="00CA4AB8"/>
    <w:rsid w:val="00CA5382"/>
    <w:rsid w:val="00CB17BF"/>
    <w:rsid w:val="00CC2F7D"/>
    <w:rsid w:val="00CD0917"/>
    <w:rsid w:val="00CD5218"/>
    <w:rsid w:val="00CE0E02"/>
    <w:rsid w:val="00CE5181"/>
    <w:rsid w:val="00CF7645"/>
    <w:rsid w:val="00D01E84"/>
    <w:rsid w:val="00D0447F"/>
    <w:rsid w:val="00D10DA2"/>
    <w:rsid w:val="00D129FE"/>
    <w:rsid w:val="00D25B50"/>
    <w:rsid w:val="00D30FE0"/>
    <w:rsid w:val="00D31261"/>
    <w:rsid w:val="00D32449"/>
    <w:rsid w:val="00D33D5A"/>
    <w:rsid w:val="00D345FB"/>
    <w:rsid w:val="00D43A5D"/>
    <w:rsid w:val="00D51315"/>
    <w:rsid w:val="00D522D6"/>
    <w:rsid w:val="00D54587"/>
    <w:rsid w:val="00D75749"/>
    <w:rsid w:val="00D75CCD"/>
    <w:rsid w:val="00D80080"/>
    <w:rsid w:val="00D87034"/>
    <w:rsid w:val="00D91A04"/>
    <w:rsid w:val="00D967C8"/>
    <w:rsid w:val="00DA07E2"/>
    <w:rsid w:val="00DA0C6B"/>
    <w:rsid w:val="00DB09C4"/>
    <w:rsid w:val="00DB3AD8"/>
    <w:rsid w:val="00DC6AD5"/>
    <w:rsid w:val="00DD16BF"/>
    <w:rsid w:val="00DE0F75"/>
    <w:rsid w:val="00DE5675"/>
    <w:rsid w:val="00DE6222"/>
    <w:rsid w:val="00DE691D"/>
    <w:rsid w:val="00DF112A"/>
    <w:rsid w:val="00E06436"/>
    <w:rsid w:val="00E101B1"/>
    <w:rsid w:val="00E1070A"/>
    <w:rsid w:val="00E13B8A"/>
    <w:rsid w:val="00E14402"/>
    <w:rsid w:val="00E15E1F"/>
    <w:rsid w:val="00E164E7"/>
    <w:rsid w:val="00E17FE8"/>
    <w:rsid w:val="00E27659"/>
    <w:rsid w:val="00E3105F"/>
    <w:rsid w:val="00E3314F"/>
    <w:rsid w:val="00E50E58"/>
    <w:rsid w:val="00E52450"/>
    <w:rsid w:val="00E52BEA"/>
    <w:rsid w:val="00E55410"/>
    <w:rsid w:val="00E63915"/>
    <w:rsid w:val="00E640BD"/>
    <w:rsid w:val="00E6590A"/>
    <w:rsid w:val="00E753ED"/>
    <w:rsid w:val="00E76B54"/>
    <w:rsid w:val="00E81115"/>
    <w:rsid w:val="00E8125D"/>
    <w:rsid w:val="00E85976"/>
    <w:rsid w:val="00E917A6"/>
    <w:rsid w:val="00E93BD7"/>
    <w:rsid w:val="00E94515"/>
    <w:rsid w:val="00E96743"/>
    <w:rsid w:val="00E96F58"/>
    <w:rsid w:val="00E97662"/>
    <w:rsid w:val="00EA0A94"/>
    <w:rsid w:val="00EA4EC5"/>
    <w:rsid w:val="00EB0074"/>
    <w:rsid w:val="00EB2F98"/>
    <w:rsid w:val="00EB4A8E"/>
    <w:rsid w:val="00EB5F4A"/>
    <w:rsid w:val="00EB7240"/>
    <w:rsid w:val="00EC4865"/>
    <w:rsid w:val="00EC5984"/>
    <w:rsid w:val="00ED1982"/>
    <w:rsid w:val="00ED451D"/>
    <w:rsid w:val="00ED5058"/>
    <w:rsid w:val="00ED6380"/>
    <w:rsid w:val="00EE186D"/>
    <w:rsid w:val="00EE2E2D"/>
    <w:rsid w:val="00EF2761"/>
    <w:rsid w:val="00F031B1"/>
    <w:rsid w:val="00F107AB"/>
    <w:rsid w:val="00F1385C"/>
    <w:rsid w:val="00F24FFE"/>
    <w:rsid w:val="00F27FB9"/>
    <w:rsid w:val="00F3200C"/>
    <w:rsid w:val="00F32287"/>
    <w:rsid w:val="00F35790"/>
    <w:rsid w:val="00F45134"/>
    <w:rsid w:val="00F61531"/>
    <w:rsid w:val="00F64468"/>
    <w:rsid w:val="00F6618D"/>
    <w:rsid w:val="00F7022A"/>
    <w:rsid w:val="00F70FFB"/>
    <w:rsid w:val="00F744F4"/>
    <w:rsid w:val="00F76843"/>
    <w:rsid w:val="00F82818"/>
    <w:rsid w:val="00F872BC"/>
    <w:rsid w:val="00F92B95"/>
    <w:rsid w:val="00FA1065"/>
    <w:rsid w:val="00FA10F2"/>
    <w:rsid w:val="00FA556A"/>
    <w:rsid w:val="00FA5883"/>
    <w:rsid w:val="00FB49FF"/>
    <w:rsid w:val="00FB571D"/>
    <w:rsid w:val="00FC0191"/>
    <w:rsid w:val="00FC18EE"/>
    <w:rsid w:val="00FC70C2"/>
    <w:rsid w:val="00FC721A"/>
    <w:rsid w:val="00FD75C1"/>
    <w:rsid w:val="00FE308B"/>
    <w:rsid w:val="00FE7CBF"/>
    <w:rsid w:val="00FF2FC9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3016888-9F68-4233-B1E1-D6FF249BC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"/>
    <w:qFormat/>
    <w:rsid w:val="00D967C8"/>
    <w:pPr>
      <w:spacing w:after="0" w:line="240" w:lineRule="auto"/>
    </w:pPr>
    <w:rPr>
      <w:rFonts w:ascii="Times New Roman" w:eastAsia="Times New Roman" w:hAnsi="Times New Roman" w:cs="B Nazanin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7574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tn">
    <w:name w:val="matn"/>
    <w:basedOn w:val="Normal"/>
    <w:rsid w:val="00450FDA"/>
    <w:pPr>
      <w:ind w:firstLine="284"/>
      <w:jc w:val="both"/>
    </w:pPr>
    <w:rPr>
      <w:rFonts w:cs="B Lotus"/>
      <w:sz w:val="20"/>
      <w:szCs w:val="26"/>
    </w:rPr>
  </w:style>
  <w:style w:type="paragraph" w:customStyle="1" w:styleId="1">
    <w:name w:val="1"/>
    <w:basedOn w:val="matn"/>
    <w:qFormat/>
    <w:rsid w:val="004969DF"/>
    <w:pPr>
      <w:ind w:firstLine="0"/>
    </w:pPr>
    <w:rPr>
      <w:rFonts w:ascii="Times New Roman Bold" w:hAnsi="Times New Roman Bold" w:cs="B Mitra"/>
      <w:b/>
      <w:bCs/>
      <w:sz w:val="24"/>
      <w:szCs w:val="28"/>
    </w:rPr>
  </w:style>
  <w:style w:type="paragraph" w:customStyle="1" w:styleId="2">
    <w:name w:val="2"/>
    <w:basedOn w:val="1"/>
    <w:qFormat/>
    <w:rsid w:val="004969DF"/>
    <w:rPr>
      <w:sz w:val="22"/>
      <w:szCs w:val="26"/>
    </w:rPr>
  </w:style>
  <w:style w:type="paragraph" w:customStyle="1" w:styleId="3">
    <w:name w:val="3"/>
    <w:basedOn w:val="2"/>
    <w:qFormat/>
    <w:rsid w:val="004969DF"/>
    <w:rPr>
      <w:sz w:val="20"/>
      <w:szCs w:val="24"/>
    </w:rPr>
  </w:style>
  <w:style w:type="paragraph" w:styleId="ListParagraph">
    <w:name w:val="List Paragraph"/>
    <w:basedOn w:val="Normal"/>
    <w:uiPriority w:val="34"/>
    <w:qFormat/>
    <w:rsid w:val="005C28D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28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8D1"/>
    <w:rPr>
      <w:rFonts w:ascii="Tahoma" w:eastAsia="Times New Roman" w:hAnsi="Tahoma" w:cs="Tahoma"/>
      <w:sz w:val="16"/>
      <w:szCs w:val="16"/>
      <w:lang w:bidi="fa-IR"/>
    </w:rPr>
  </w:style>
  <w:style w:type="character" w:customStyle="1" w:styleId="Heading3Char">
    <w:name w:val="Heading 3 Char"/>
    <w:basedOn w:val="DefaultParagraphFont"/>
    <w:link w:val="Heading3"/>
    <w:uiPriority w:val="9"/>
    <w:rsid w:val="00D75749"/>
    <w:rPr>
      <w:rFonts w:asciiTheme="majorHAnsi" w:eastAsiaTheme="majorEastAsia" w:hAnsiTheme="majorHAnsi" w:cstheme="majorBidi"/>
      <w:b/>
      <w:bCs/>
      <w:color w:val="4F81BD" w:themeColor="accent1"/>
      <w:lang w:bidi="fa-IR"/>
    </w:rPr>
  </w:style>
  <w:style w:type="paragraph" w:styleId="NormalWeb">
    <w:name w:val="Normal (Web)"/>
    <w:basedOn w:val="Normal"/>
    <w:uiPriority w:val="99"/>
    <w:unhideWhenUsed/>
    <w:rsid w:val="00D75749"/>
    <w:pPr>
      <w:spacing w:before="100" w:beforeAutospacing="1" w:after="100" w:afterAutospacing="1"/>
    </w:pPr>
    <w:rPr>
      <w:rFonts w:cs="Times New Roman"/>
      <w:szCs w:val="24"/>
    </w:rPr>
  </w:style>
  <w:style w:type="character" w:customStyle="1" w:styleId="reference-text">
    <w:name w:val="reference-text"/>
    <w:basedOn w:val="DefaultParagraphFont"/>
    <w:rsid w:val="00D75749"/>
  </w:style>
  <w:style w:type="paragraph" w:styleId="EndnoteText">
    <w:name w:val="endnote text"/>
    <w:basedOn w:val="Normal"/>
    <w:link w:val="EndnoteTextChar"/>
    <w:uiPriority w:val="99"/>
    <w:semiHidden/>
    <w:unhideWhenUsed/>
    <w:rsid w:val="000E137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E137D"/>
    <w:rPr>
      <w:rFonts w:ascii="Calibri" w:eastAsia="Times New Roman" w:hAnsi="Calibri" w:cs="Arial"/>
      <w:sz w:val="20"/>
      <w:szCs w:val="20"/>
      <w:lang w:bidi="fa-IR"/>
    </w:rPr>
  </w:style>
  <w:style w:type="character" w:styleId="EndnoteReference">
    <w:name w:val="endnote reference"/>
    <w:basedOn w:val="DefaultParagraphFont"/>
    <w:uiPriority w:val="99"/>
    <w:semiHidden/>
    <w:unhideWhenUsed/>
    <w:rsid w:val="000E137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E13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137D"/>
    <w:rPr>
      <w:rFonts w:ascii="Calibri" w:eastAsia="Times New Roman" w:hAnsi="Calibri" w:cs="Arial"/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0E137D"/>
    <w:rPr>
      <w:vertAlign w:val="superscript"/>
    </w:rPr>
  </w:style>
  <w:style w:type="paragraph" w:customStyle="1" w:styleId="4">
    <w:name w:val="4"/>
    <w:basedOn w:val="3"/>
    <w:qFormat/>
    <w:rsid w:val="004969DF"/>
    <w:rPr>
      <w:sz w:val="18"/>
      <w:szCs w:val="22"/>
    </w:rPr>
  </w:style>
  <w:style w:type="paragraph" w:customStyle="1" w:styleId="javdval">
    <w:name w:val="javdval"/>
    <w:basedOn w:val="matn"/>
    <w:qFormat/>
    <w:rsid w:val="000B4B18"/>
    <w:pPr>
      <w:ind w:firstLine="0"/>
    </w:pPr>
    <w:rPr>
      <w:rFonts w:cs="B Titr"/>
      <w:b/>
      <w:bCs/>
      <w:szCs w:val="24"/>
    </w:rPr>
  </w:style>
  <w:style w:type="character" w:styleId="Hyperlink">
    <w:name w:val="Hyperlink"/>
    <w:basedOn w:val="DefaultParagraphFont"/>
    <w:uiPriority w:val="99"/>
    <w:unhideWhenUsed/>
    <w:rsid w:val="00A5366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53664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A53664"/>
  </w:style>
  <w:style w:type="paragraph" w:styleId="Footer">
    <w:name w:val="footer"/>
    <w:basedOn w:val="Normal"/>
    <w:link w:val="FooterChar"/>
    <w:uiPriority w:val="99"/>
    <w:unhideWhenUsed/>
    <w:rsid w:val="00A53664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A53664"/>
  </w:style>
  <w:style w:type="paragraph" w:customStyle="1" w:styleId="text">
    <w:name w:val="text"/>
    <w:basedOn w:val="Normal"/>
    <w:rsid w:val="00A53664"/>
    <w:pPr>
      <w:spacing w:before="100" w:beforeAutospacing="1" w:after="100" w:afterAutospacing="1"/>
    </w:pPr>
    <w:rPr>
      <w:rFonts w:cs="Times New Roman"/>
      <w:szCs w:val="24"/>
    </w:rPr>
  </w:style>
  <w:style w:type="paragraph" w:customStyle="1" w:styleId="Date1">
    <w:name w:val="Date1"/>
    <w:basedOn w:val="Normal"/>
    <w:rsid w:val="00A53664"/>
    <w:pPr>
      <w:spacing w:before="100" w:beforeAutospacing="1" w:after="100" w:afterAutospacing="1"/>
    </w:pPr>
    <w:rPr>
      <w:rFonts w:cs="Times New Roman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A53664"/>
    <w:rPr>
      <w:i/>
      <w:iCs/>
    </w:rPr>
  </w:style>
  <w:style w:type="character" w:styleId="PageNumber">
    <w:name w:val="page number"/>
    <w:basedOn w:val="DefaultParagraphFont"/>
    <w:rsid w:val="006D0046"/>
  </w:style>
  <w:style w:type="paragraph" w:styleId="NoSpacing">
    <w:name w:val="No Spacing"/>
    <w:link w:val="NoSpacingChar"/>
    <w:uiPriority w:val="1"/>
    <w:qFormat/>
    <w:rsid w:val="00B920A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B920A2"/>
    <w:rPr>
      <w:rFonts w:eastAsiaTheme="minorEastAsia"/>
    </w:rPr>
  </w:style>
  <w:style w:type="table" w:styleId="TableGrid">
    <w:name w:val="Table Grid"/>
    <w:basedOn w:val="TableNormal"/>
    <w:rsid w:val="00D91A04"/>
    <w:pPr>
      <w:bidi/>
      <w:spacing w:after="0" w:line="567" w:lineRule="exact"/>
      <w:jc w:val="lowKashida"/>
    </w:pPr>
    <w:rPr>
      <w:rFonts w:ascii="Times New Roman" w:eastAsia="Times New Roman" w:hAnsi="Times New Roman" w:cs="Traditional Arabic"/>
      <w:sz w:val="20"/>
      <w:szCs w:val="20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1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sociolog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js.lib.swin.edu.au/inde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ame\negaresh%20tarh\&#1583;&#1587;&#1578;&#1608;&#1585;&#1575;&#1604;&#1593;&#1605;&#1604;%20&#1606;&#1711;&#1575;&#1585;&#1588;%20&#1608;%20&#1578;&#1583;&#1608;&#1740;&#1606;%20&#1711;&#1586;&#1575;&#1585;&#1588;%20&#1606;&#1607;&#1575;&#1610;&#1610;%20&#1591;&#1585;&#15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462DB-B771-4A42-964A-064E2D933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دستورالعمل نگارش و تدوین گزارش نهايي طرح.dotx</Template>
  <TotalTime>1</TotalTime>
  <Pages>8</Pages>
  <Words>1469</Words>
  <Characters>8375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pajoheshi-azad university</dc:creator>
  <cp:lastModifiedBy>tarbyat</cp:lastModifiedBy>
  <cp:revision>2</cp:revision>
  <cp:lastPrinted>2013-12-29T06:04:00Z</cp:lastPrinted>
  <dcterms:created xsi:type="dcterms:W3CDTF">2022-02-14T06:06:00Z</dcterms:created>
  <dcterms:modified xsi:type="dcterms:W3CDTF">2022-02-14T06:06:00Z</dcterms:modified>
</cp:coreProperties>
</file>